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BB3" w:rsidRPr="00F50DB3" w:rsidRDefault="00AD4532" w:rsidP="00B41386">
      <w:pPr>
        <w:pStyle w:val="a3"/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</w:pPr>
      <w:r w:rsidRPr="00DE61CE">
        <w:rPr>
          <w:rFonts w:ascii="Meiryo UI" w:eastAsia="Meiryo UI" w:hAnsi="Meiryo UI" w:cs="Meiryo UI" w:hint="eastAsia"/>
        </w:rPr>
        <w:t xml:space="preserve">【様式3】　　　　　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="00CA15E7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3</w:t>
      </w:r>
      <w:r w:rsidR="00782ADB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782ADB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039FC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207E21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日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（</w:t>
      </w:r>
      <w:r w:rsidR="007039FC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金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F12CE0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F12CE0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</w:t>
      </w:r>
      <w:r w:rsidR="00F12CE0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（正午）</w:t>
      </w:r>
      <w:r w:rsidRPr="00DE61CE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:rsidR="00166B73" w:rsidRPr="00DE61CE" w:rsidRDefault="00166B73">
      <w:pPr>
        <w:pStyle w:val="a3"/>
        <w:jc w:val="center"/>
        <w:rPr>
          <w:rFonts w:ascii="Meiryo UI" w:eastAsia="Meiryo UI" w:hAnsi="Meiryo UI" w:cs="Meiryo UI"/>
          <w:spacing w:val="0"/>
        </w:rPr>
      </w:pPr>
    </w:p>
    <w:p w:rsidR="00B41386" w:rsidRPr="00DE61CE" w:rsidRDefault="00B41386">
      <w:pPr>
        <w:pStyle w:val="a3"/>
        <w:jc w:val="center"/>
        <w:rPr>
          <w:rFonts w:ascii="Meiryo UI" w:eastAsia="Meiryo UI" w:hAnsi="Meiryo UI" w:cs="Meiryo UI"/>
          <w:spacing w:val="0"/>
        </w:rPr>
      </w:pPr>
    </w:p>
    <w:p w:rsidR="00DE61CE" w:rsidRPr="004A280F" w:rsidRDefault="00DE61CE" w:rsidP="00DE61CE">
      <w:pPr>
        <w:jc w:val="center"/>
        <w:rPr>
          <w:rFonts w:ascii="Meiryo UI" w:eastAsia="Meiryo UI" w:hAnsi="Meiryo UI" w:cs="Meiryo UI"/>
          <w:b/>
          <w:sz w:val="24"/>
        </w:rPr>
      </w:pPr>
      <w:r w:rsidRPr="004A280F">
        <w:rPr>
          <w:rFonts w:ascii="Meiryo UI" w:eastAsia="Meiryo UI" w:hAnsi="Meiryo UI" w:cs="Meiryo UI" w:hint="eastAsia"/>
          <w:b/>
          <w:sz w:val="24"/>
        </w:rPr>
        <w:t>平成</w:t>
      </w:r>
      <w:r w:rsidR="008E313B">
        <w:rPr>
          <w:rFonts w:ascii="Meiryo UI" w:eastAsia="Meiryo UI" w:hAnsi="Meiryo UI" w:cs="Meiryo UI" w:hint="eastAsia"/>
          <w:b/>
          <w:sz w:val="24"/>
        </w:rPr>
        <w:t>30</w:t>
      </w:r>
      <w:r>
        <w:rPr>
          <w:rFonts w:ascii="Meiryo UI" w:eastAsia="Meiryo UI" w:hAnsi="Meiryo UI" w:cs="Meiryo UI" w:hint="eastAsia"/>
          <w:b/>
          <w:sz w:val="24"/>
        </w:rPr>
        <w:t xml:space="preserve">年度　</w:t>
      </w:r>
      <w:r w:rsidR="00F50DB3" w:rsidRPr="00F50DB3">
        <w:rPr>
          <w:rFonts w:ascii="Meiryo UI" w:eastAsia="Meiryo UI" w:hAnsi="Meiryo UI" w:cs="Meiryo UI" w:hint="eastAsia"/>
          <w:b/>
          <w:sz w:val="24"/>
        </w:rPr>
        <w:t>観光人材育成</w:t>
      </w:r>
      <w:r w:rsidR="00EE387A">
        <w:rPr>
          <w:rFonts w:ascii="Meiryo UI" w:eastAsia="Meiryo UI" w:hAnsi="Meiryo UI" w:cs="Meiryo UI" w:hint="eastAsia"/>
          <w:b/>
          <w:sz w:val="24"/>
        </w:rPr>
        <w:t>・確保促進</w:t>
      </w:r>
      <w:r w:rsidR="00F50DB3" w:rsidRPr="00F50DB3">
        <w:rPr>
          <w:rFonts w:ascii="Meiryo UI" w:eastAsia="Meiryo UI" w:hAnsi="Meiryo UI" w:cs="Meiryo UI" w:hint="eastAsia"/>
          <w:b/>
          <w:sz w:val="24"/>
        </w:rPr>
        <w:t>事業</w:t>
      </w:r>
    </w:p>
    <w:p w:rsidR="00DC039E" w:rsidRDefault="00574653" w:rsidP="00DE61CE">
      <w:pPr>
        <w:pStyle w:val="a3"/>
        <w:spacing w:line="352" w:lineRule="exact"/>
        <w:jc w:val="center"/>
        <w:rPr>
          <w:rFonts w:ascii="Meiryo UI" w:eastAsia="Meiryo UI" w:hAnsi="Meiryo UI" w:cs="Meiryo UI"/>
          <w:b/>
          <w:sz w:val="24"/>
        </w:rPr>
      </w:pPr>
      <w:r>
        <w:rPr>
          <w:rFonts w:ascii="Meiryo UI" w:eastAsia="Meiryo UI" w:hAnsi="Meiryo UI" w:cs="Meiryo UI" w:hint="eastAsia"/>
          <w:b/>
          <w:sz w:val="24"/>
        </w:rPr>
        <w:t>「</w:t>
      </w:r>
      <w:bookmarkStart w:id="0" w:name="_GoBack"/>
      <w:bookmarkEnd w:id="0"/>
      <w:r w:rsidR="00782ADB">
        <w:rPr>
          <w:rFonts w:ascii="Meiryo UI" w:eastAsia="Meiryo UI" w:hAnsi="Meiryo UI" w:cs="Meiryo UI" w:hint="eastAsia"/>
          <w:b/>
          <w:sz w:val="24"/>
        </w:rPr>
        <w:t>事業報告書作成</w:t>
      </w:r>
      <w:r w:rsidR="00D4595F" w:rsidRPr="00F12CE0">
        <w:rPr>
          <w:rFonts w:ascii="Meiryo UI" w:eastAsia="Meiryo UI" w:hAnsi="Meiryo UI" w:cs="Meiryo UI" w:hint="eastAsia"/>
          <w:b/>
          <w:sz w:val="24"/>
        </w:rPr>
        <w:t>業務</w:t>
      </w:r>
      <w:r>
        <w:rPr>
          <w:rFonts w:ascii="Meiryo UI" w:eastAsia="Meiryo UI" w:hAnsi="Meiryo UI" w:cs="Meiryo UI" w:hint="eastAsia"/>
          <w:b/>
          <w:sz w:val="24"/>
        </w:rPr>
        <w:t>」</w:t>
      </w:r>
    </w:p>
    <w:p w:rsidR="001F4BB3" w:rsidRPr="00DE61CE" w:rsidRDefault="00DE61CE" w:rsidP="00AD4532">
      <w:pPr>
        <w:pStyle w:val="a3"/>
        <w:spacing w:line="352" w:lineRule="exact"/>
        <w:jc w:val="center"/>
        <w:rPr>
          <w:rFonts w:ascii="Meiryo UI" w:eastAsia="Meiryo UI" w:hAnsi="Meiryo UI" w:cs="Meiryo UI"/>
          <w:spacing w:val="0"/>
          <w:sz w:val="28"/>
          <w:szCs w:val="28"/>
        </w:rPr>
      </w:pPr>
      <w:r w:rsidRPr="004A280F">
        <w:rPr>
          <w:rFonts w:ascii="Meiryo UI" w:eastAsia="Meiryo UI" w:hAnsi="Meiryo UI" w:cs="Meiryo UI" w:hint="eastAsia"/>
          <w:b/>
          <w:sz w:val="24"/>
          <w:szCs w:val="24"/>
        </w:rPr>
        <w:t>委託に伴う企画コンペティション</w:t>
      </w:r>
      <w:r w:rsidR="00AD4532" w:rsidRPr="00DE61CE">
        <w:rPr>
          <w:rFonts w:ascii="Meiryo UI" w:eastAsia="Meiryo UI" w:hAnsi="Meiryo UI" w:cs="Meiryo UI" w:hint="eastAsia"/>
          <w:b/>
          <w:sz w:val="24"/>
          <w:szCs w:val="24"/>
        </w:rPr>
        <w:t xml:space="preserve">　</w:t>
      </w:r>
      <w:r w:rsidR="001F4BB3" w:rsidRPr="00DE61CE">
        <w:rPr>
          <w:rFonts w:ascii="Meiryo UI" w:eastAsia="Meiryo UI" w:hAnsi="Meiryo UI" w:cs="Meiryo UI" w:hint="eastAsia"/>
          <w:b/>
          <w:bCs/>
          <w:sz w:val="24"/>
          <w:szCs w:val="24"/>
        </w:rPr>
        <w:t>企画提出書</w:t>
      </w:r>
    </w:p>
    <w:p w:rsidR="00193041" w:rsidRPr="00DE61CE" w:rsidRDefault="00193041">
      <w:pPr>
        <w:pStyle w:val="a3"/>
        <w:rPr>
          <w:rFonts w:ascii="Meiryo UI" w:eastAsia="Meiryo UI" w:hAnsi="Meiryo UI" w:cs="Meiryo UI"/>
          <w:spacing w:val="0"/>
        </w:rPr>
      </w:pPr>
    </w:p>
    <w:p w:rsidR="00166B73" w:rsidRPr="00DE61CE" w:rsidRDefault="00166B73">
      <w:pPr>
        <w:pStyle w:val="a3"/>
        <w:rPr>
          <w:rFonts w:ascii="Meiryo UI" w:eastAsia="Meiryo UI" w:hAnsi="Meiryo UI" w:cs="Meiryo UI"/>
          <w:spacing w:val="0"/>
        </w:rPr>
      </w:pPr>
    </w:p>
    <w:p w:rsidR="00193041" w:rsidRPr="00DE61CE" w:rsidRDefault="00193041">
      <w:pPr>
        <w:pStyle w:val="a3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　　　</w:t>
      </w:r>
      <w:r w:rsidR="00AD4532" w:rsidRPr="00DE61CE">
        <w:rPr>
          <w:rFonts w:ascii="Meiryo UI" w:eastAsia="Meiryo UI" w:hAnsi="Meiryo UI" w:cs="Meiryo UI" w:hint="eastAsia"/>
        </w:rPr>
        <w:t xml:space="preserve">　　　　　　　　　　　　　　　　　　　　　　　　　　</w:t>
      </w:r>
      <w:r w:rsidR="00B71743">
        <w:rPr>
          <w:rFonts w:ascii="Meiryo UI" w:eastAsia="Meiryo UI" w:hAnsi="Meiryo UI" w:cs="Meiryo UI" w:hint="eastAsia"/>
        </w:rPr>
        <w:t xml:space="preserve">　　　　　　　　　　　　　　　　　　</w:t>
      </w:r>
      <w:r w:rsidR="00AD4532" w:rsidRPr="00DE61CE">
        <w:rPr>
          <w:rFonts w:ascii="Meiryo UI" w:eastAsia="Meiryo UI" w:hAnsi="Meiryo UI" w:cs="Meiryo UI" w:hint="eastAsia"/>
        </w:rPr>
        <w:t xml:space="preserve">　</w:t>
      </w:r>
      <w:r w:rsidR="00523C90" w:rsidRPr="00DE61CE">
        <w:rPr>
          <w:rFonts w:ascii="Meiryo UI" w:eastAsia="Meiryo UI" w:hAnsi="Meiryo UI" w:cs="Meiryo UI" w:hint="eastAsia"/>
        </w:rPr>
        <w:t>平成</w:t>
      </w:r>
      <w:r w:rsidR="00B71743">
        <w:rPr>
          <w:rFonts w:ascii="Meiryo UI" w:eastAsia="Meiryo UI" w:hAnsi="Meiryo UI" w:cs="Meiryo UI" w:hint="eastAsia"/>
        </w:rPr>
        <w:t xml:space="preserve">　</w:t>
      </w:r>
      <w:r w:rsidR="00782ADB">
        <w:rPr>
          <w:rFonts w:ascii="Meiryo UI" w:eastAsia="Meiryo UI" w:hAnsi="Meiryo UI" w:cs="Meiryo UI" w:hint="eastAsia"/>
        </w:rPr>
        <w:t xml:space="preserve">　</w:t>
      </w:r>
      <w:r w:rsidR="00EC04C2" w:rsidRPr="00DE61CE">
        <w:rPr>
          <w:rFonts w:ascii="Meiryo UI" w:eastAsia="Meiryo UI" w:hAnsi="Meiryo UI" w:cs="Meiryo UI" w:hint="eastAsia"/>
        </w:rPr>
        <w:t xml:space="preserve">　　</w:t>
      </w:r>
      <w:r w:rsidRPr="00DE61CE">
        <w:rPr>
          <w:rFonts w:ascii="Meiryo UI" w:eastAsia="Meiryo UI" w:hAnsi="Meiryo UI" w:cs="Meiryo UI" w:hint="eastAsia"/>
        </w:rPr>
        <w:t>年</w:t>
      </w:r>
      <w:r w:rsidR="00EC04C2" w:rsidRPr="00DE61CE">
        <w:rPr>
          <w:rFonts w:ascii="Meiryo UI" w:eastAsia="Meiryo UI" w:hAnsi="Meiryo UI" w:cs="Meiryo UI" w:hint="eastAsia"/>
        </w:rPr>
        <w:t xml:space="preserve">　　</w:t>
      </w:r>
      <w:r w:rsidRPr="00DE61CE">
        <w:rPr>
          <w:rFonts w:ascii="Meiryo UI" w:eastAsia="Meiryo UI" w:hAnsi="Meiryo UI" w:cs="Meiryo UI" w:hint="eastAsia"/>
        </w:rPr>
        <w:t>月　　日</w:t>
      </w:r>
    </w:p>
    <w:p w:rsidR="00B41386" w:rsidRPr="00DE61CE" w:rsidRDefault="00B41386">
      <w:pPr>
        <w:pStyle w:val="a3"/>
        <w:rPr>
          <w:rFonts w:ascii="Meiryo UI" w:eastAsia="Meiryo UI" w:hAnsi="Meiryo UI" w:cs="Meiryo UI"/>
          <w:sz w:val="22"/>
        </w:rPr>
      </w:pPr>
    </w:p>
    <w:p w:rsidR="00B41386" w:rsidRPr="00F50DB3" w:rsidRDefault="00B41386">
      <w:pPr>
        <w:pStyle w:val="a3"/>
        <w:rPr>
          <w:rFonts w:ascii="Meiryo UI" w:eastAsia="Meiryo UI" w:hAnsi="Meiryo UI" w:cs="Meiryo UI"/>
          <w:spacing w:val="0"/>
        </w:rPr>
      </w:pPr>
    </w:p>
    <w:p w:rsidR="00193041" w:rsidRPr="00DE61CE" w:rsidRDefault="00193041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　　　　　　</w:t>
      </w:r>
      <w:r w:rsidR="00DE61CE">
        <w:rPr>
          <w:rFonts w:ascii="Meiryo UI" w:eastAsia="Meiryo UI" w:hAnsi="Meiryo UI" w:cs="Meiryo UI" w:hint="eastAsia"/>
        </w:rPr>
        <w:t xml:space="preserve">　　　　　　　　　　</w:t>
      </w:r>
      <w:r w:rsidRPr="00DE61CE">
        <w:rPr>
          <w:rFonts w:ascii="Meiryo UI" w:eastAsia="Meiryo UI" w:hAnsi="Meiryo UI" w:cs="Meiryo UI" w:hint="eastAsia"/>
        </w:rPr>
        <w:t>申　込　者　：　住　　　所</w:t>
      </w:r>
    </w:p>
    <w:p w:rsidR="00193041" w:rsidRPr="00DE61CE" w:rsidRDefault="00193041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　　　　　　　　　　　　　　</w:t>
      </w:r>
      <w:r w:rsidR="00DE61CE">
        <w:rPr>
          <w:rFonts w:ascii="Meiryo UI" w:eastAsia="Meiryo UI" w:hAnsi="Meiryo UI" w:cs="Meiryo UI" w:hint="eastAsia"/>
        </w:rPr>
        <w:t xml:space="preserve">　　　　　　　　　　　　</w:t>
      </w:r>
      <w:r w:rsidRPr="00DE61CE">
        <w:rPr>
          <w:rFonts w:ascii="Meiryo UI" w:eastAsia="Meiryo UI" w:hAnsi="Meiryo UI" w:cs="Meiryo UI" w:hint="eastAsia"/>
        </w:rPr>
        <w:t xml:space="preserve">会　社　名　</w:t>
      </w: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 </w:t>
      </w:r>
    </w:p>
    <w:p w:rsidR="00193041" w:rsidRPr="00DE61CE" w:rsidRDefault="00193041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　　　　　　　　　　　　　　</w:t>
      </w:r>
      <w:r w:rsidR="00DE61CE">
        <w:rPr>
          <w:rFonts w:ascii="Meiryo UI" w:eastAsia="Meiryo UI" w:hAnsi="Meiryo UI" w:cs="Meiryo UI" w:hint="eastAsia"/>
        </w:rPr>
        <w:t xml:space="preserve">　　　　　　　　　　　　</w:t>
      </w:r>
      <w:r w:rsidR="00EA6564">
        <w:rPr>
          <w:rFonts w:ascii="Meiryo UI" w:eastAsia="Meiryo UI" w:hAnsi="Meiryo UI" w:cs="Meiryo UI" w:hint="eastAsia"/>
        </w:rPr>
        <w:t>代表者 職氏名</w:t>
      </w:r>
      <w:r w:rsidR="00DE61CE">
        <w:rPr>
          <w:rFonts w:ascii="Meiryo UI" w:eastAsia="Meiryo UI" w:hAnsi="Meiryo UI" w:cs="Meiryo UI" w:hint="eastAsia"/>
        </w:rPr>
        <w:t xml:space="preserve">　　</w:t>
      </w:r>
      <w:r w:rsidRPr="00DE61CE">
        <w:rPr>
          <w:rFonts w:ascii="Meiryo UI" w:eastAsia="Meiryo UI" w:hAnsi="Meiryo UI" w:cs="Meiryo UI" w:hint="eastAsia"/>
        </w:rPr>
        <w:t xml:space="preserve">　</w:t>
      </w: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 </w:t>
      </w:r>
      <w:r w:rsidRPr="00DE61CE">
        <w:rPr>
          <w:rFonts w:ascii="Meiryo UI" w:eastAsia="Meiryo UI" w:hAnsi="Meiryo UI" w:cs="Meiryo UI" w:hint="eastAsia"/>
        </w:rPr>
        <w:t>印</w:t>
      </w:r>
    </w:p>
    <w:p w:rsidR="00193041" w:rsidRPr="00DE61CE" w:rsidRDefault="00193041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</w:t>
      </w:r>
      <w:r w:rsidR="00DE61CE">
        <w:rPr>
          <w:rFonts w:ascii="Meiryo UI" w:eastAsia="Meiryo UI" w:hAnsi="Meiryo UI" w:cs="Meiryo UI" w:hint="eastAsia"/>
          <w:spacing w:val="0"/>
        </w:rPr>
        <w:t xml:space="preserve">　　　　</w:t>
      </w:r>
      <w:r w:rsidRPr="00DE61CE">
        <w:rPr>
          <w:rFonts w:ascii="Meiryo UI" w:eastAsia="Meiryo UI" w:hAnsi="Meiryo UI" w:cs="Meiryo UI" w:hint="eastAsia"/>
        </w:rPr>
        <w:t>Ｔ　Ｅ　Ｌ</w:t>
      </w:r>
      <w:r w:rsidR="002341FF" w:rsidRPr="00DE61CE">
        <w:rPr>
          <w:rFonts w:ascii="Meiryo UI" w:eastAsia="Meiryo UI" w:hAnsi="Meiryo UI" w:cs="Meiryo UI" w:hint="eastAsia"/>
        </w:rPr>
        <w:t xml:space="preserve">　</w:t>
      </w:r>
    </w:p>
    <w:p w:rsidR="00193041" w:rsidRPr="00DE61CE" w:rsidRDefault="00193041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</w:t>
      </w:r>
      <w:r w:rsidR="00DE61CE">
        <w:rPr>
          <w:rFonts w:ascii="Meiryo UI" w:eastAsia="Meiryo UI" w:hAnsi="Meiryo UI" w:cs="Meiryo UI" w:hint="eastAsia"/>
          <w:spacing w:val="0"/>
        </w:rPr>
        <w:t xml:space="preserve">　　　　</w:t>
      </w:r>
      <w:r w:rsidRPr="00DE61CE">
        <w:rPr>
          <w:rFonts w:ascii="Meiryo UI" w:eastAsia="Meiryo UI" w:hAnsi="Meiryo UI" w:cs="Meiryo UI" w:hint="eastAsia"/>
        </w:rPr>
        <w:t>Ｆ　Ａ　Ｘ</w:t>
      </w:r>
      <w:r w:rsidR="002341FF" w:rsidRPr="00DE61CE">
        <w:rPr>
          <w:rFonts w:ascii="Meiryo UI" w:eastAsia="Meiryo UI" w:hAnsi="Meiryo UI" w:cs="Meiryo UI" w:hint="eastAsia"/>
        </w:rPr>
        <w:t xml:space="preserve">　</w:t>
      </w:r>
    </w:p>
    <w:p w:rsidR="00193041" w:rsidRPr="00DE61CE" w:rsidRDefault="00193041">
      <w:pPr>
        <w:pStyle w:val="a3"/>
        <w:rPr>
          <w:rFonts w:ascii="Meiryo UI" w:eastAsia="Meiryo UI" w:hAnsi="Meiryo UI" w:cs="Meiryo UI"/>
          <w:spacing w:val="0"/>
        </w:rPr>
      </w:pPr>
    </w:p>
    <w:p w:rsidR="00B41386" w:rsidRPr="00DE61CE" w:rsidRDefault="00B41386">
      <w:pPr>
        <w:pStyle w:val="a3"/>
        <w:rPr>
          <w:rFonts w:ascii="Meiryo UI" w:eastAsia="Meiryo UI" w:hAnsi="Meiryo UI" w:cs="Meiryo UI"/>
          <w:spacing w:val="0"/>
        </w:rPr>
      </w:pPr>
    </w:p>
    <w:p w:rsidR="00E742EE" w:rsidRPr="00DE61CE" w:rsidRDefault="00A04842" w:rsidP="00E742EE">
      <w:pPr>
        <w:rPr>
          <w:rFonts w:ascii="Meiryo UI" w:eastAsia="Meiryo UI" w:hAnsi="Meiryo UI" w:cs="Meiryo UI"/>
          <w:spacing w:val="2"/>
        </w:rPr>
      </w:pPr>
      <w:r w:rsidRPr="00DE61CE">
        <w:rPr>
          <w:rFonts w:ascii="Meiryo UI" w:eastAsia="Meiryo UI" w:hAnsi="Meiryo UI" w:cs="Meiryo UI" w:hint="eastAsia"/>
        </w:rPr>
        <w:t>1</w:t>
      </w:r>
      <w:r w:rsidR="00E742EE" w:rsidRPr="00DE61CE">
        <w:rPr>
          <w:rFonts w:ascii="Meiryo UI" w:eastAsia="Meiryo UI" w:hAnsi="Meiryo UI" w:cs="Meiryo UI" w:hint="eastAsia"/>
        </w:rPr>
        <w:t>．</w:t>
      </w:r>
      <w:r w:rsidR="00E742EE" w:rsidRPr="00DE61CE">
        <w:rPr>
          <w:rFonts w:ascii="Meiryo UI" w:eastAsia="Meiryo UI" w:hAnsi="Meiryo UI" w:cs="Meiryo UI" w:hint="eastAsia"/>
          <w:spacing w:val="2"/>
        </w:rPr>
        <w:t>【共同企業体構成企業】(※共同企業体の場合のみ記入)</w:t>
      </w:r>
    </w:p>
    <w:p w:rsidR="00E742EE" w:rsidRPr="00DE61CE" w:rsidRDefault="007039FC" w:rsidP="00E742EE">
      <w:pPr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/>
          <w:noProof/>
          <w:spacing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.55pt;margin-top:2.5pt;width:471pt;height:106.65pt;z-index:251657728" filled="f">
            <v:textbox inset="5.85pt,.7pt,5.85pt,.7pt">
              <w:txbxContent>
                <w:p w:rsidR="005B4C09" w:rsidRDefault="005B4C09" w:rsidP="00E742EE"/>
              </w:txbxContent>
            </v:textbox>
          </v:shape>
        </w:pict>
      </w:r>
    </w:p>
    <w:p w:rsidR="00E742EE" w:rsidRPr="00DE61CE" w:rsidRDefault="00E742EE" w:rsidP="00E742EE">
      <w:pPr>
        <w:rPr>
          <w:rFonts w:ascii="Meiryo UI" w:eastAsia="Meiryo UI" w:hAnsi="Meiryo UI" w:cs="Meiryo UI"/>
          <w:spacing w:val="2"/>
        </w:rPr>
      </w:pPr>
    </w:p>
    <w:p w:rsidR="00E742EE" w:rsidRPr="00DE61CE" w:rsidRDefault="00E742EE" w:rsidP="00E742EE">
      <w:pPr>
        <w:rPr>
          <w:rFonts w:ascii="Meiryo UI" w:eastAsia="Meiryo UI" w:hAnsi="Meiryo UI" w:cs="Meiryo UI"/>
          <w:spacing w:val="2"/>
        </w:rPr>
      </w:pPr>
    </w:p>
    <w:p w:rsidR="00B41386" w:rsidRPr="00DE61CE" w:rsidRDefault="00B41386" w:rsidP="00E742EE">
      <w:pPr>
        <w:rPr>
          <w:rFonts w:ascii="Meiryo UI" w:eastAsia="Meiryo UI" w:hAnsi="Meiryo UI" w:cs="Meiryo UI"/>
          <w:spacing w:val="2"/>
        </w:rPr>
      </w:pPr>
    </w:p>
    <w:p w:rsidR="00B41386" w:rsidRPr="00DE61CE" w:rsidRDefault="00B41386" w:rsidP="00E742EE">
      <w:pPr>
        <w:rPr>
          <w:rFonts w:ascii="Meiryo UI" w:eastAsia="Meiryo UI" w:hAnsi="Meiryo UI" w:cs="Meiryo UI"/>
          <w:spacing w:val="2"/>
        </w:rPr>
      </w:pPr>
    </w:p>
    <w:p w:rsidR="00B41386" w:rsidRPr="00DE61CE" w:rsidRDefault="00B41386" w:rsidP="00E742EE">
      <w:pPr>
        <w:rPr>
          <w:rFonts w:ascii="Meiryo UI" w:eastAsia="Meiryo UI" w:hAnsi="Meiryo UI" w:cs="Meiryo UI"/>
          <w:spacing w:val="2"/>
        </w:rPr>
      </w:pPr>
    </w:p>
    <w:p w:rsidR="00B41386" w:rsidRPr="00DE61CE" w:rsidRDefault="00B41386" w:rsidP="00E742EE">
      <w:pPr>
        <w:rPr>
          <w:rFonts w:ascii="Meiryo UI" w:eastAsia="Meiryo UI" w:hAnsi="Meiryo UI" w:cs="Meiryo UI"/>
          <w:spacing w:val="2"/>
        </w:rPr>
      </w:pPr>
    </w:p>
    <w:p w:rsidR="00E742EE" w:rsidRPr="00DE61CE" w:rsidRDefault="00E742EE" w:rsidP="00E742EE">
      <w:pPr>
        <w:pStyle w:val="a3"/>
        <w:rPr>
          <w:rFonts w:ascii="Meiryo UI" w:eastAsia="Meiryo UI" w:hAnsi="Meiryo UI" w:cs="Meiryo UI"/>
        </w:rPr>
      </w:pPr>
    </w:p>
    <w:p w:rsidR="00B41386" w:rsidRPr="00DE61CE" w:rsidRDefault="00B41386">
      <w:pPr>
        <w:pStyle w:val="a3"/>
        <w:rPr>
          <w:rFonts w:ascii="Meiryo UI" w:eastAsia="Meiryo UI" w:hAnsi="Meiryo UI" w:cs="Meiryo UI"/>
        </w:rPr>
      </w:pPr>
    </w:p>
    <w:p w:rsidR="00193041" w:rsidRPr="00DE61CE" w:rsidRDefault="00A04842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/>
        </w:rPr>
        <w:t>2</w:t>
      </w:r>
      <w:r w:rsidR="00E742EE" w:rsidRPr="00DE61CE">
        <w:rPr>
          <w:rFonts w:ascii="Meiryo UI" w:eastAsia="Meiryo UI" w:hAnsi="Meiryo UI" w:cs="Meiryo UI" w:hint="eastAsia"/>
        </w:rPr>
        <w:t>．</w:t>
      </w:r>
      <w:r w:rsidR="00193041" w:rsidRPr="00DE61CE">
        <w:rPr>
          <w:rFonts w:ascii="Meiryo UI" w:eastAsia="Meiryo UI" w:hAnsi="Meiryo UI" w:cs="Meiryo UI" w:hint="eastAsia"/>
        </w:rPr>
        <w:t>業務企画の担当者（業務の企画運営・実施における担当者）</w:t>
      </w:r>
    </w:p>
    <w:p w:rsidR="00193041" w:rsidRPr="00DE61CE" w:rsidRDefault="00193041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DE61CE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DE61CE">
              <w:rPr>
                <w:rFonts w:ascii="Meiryo UI" w:eastAsia="Meiryo UI" w:hAnsi="Meiryo UI" w:cs="Meiryo UI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B41386" w:rsidRPr="00DE61CE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B41386" w:rsidRPr="00DE61CE" w:rsidRDefault="00B41386" w:rsidP="00B41386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B41386" w:rsidRPr="00DE61CE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B41386" w:rsidRPr="00DE61CE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B41386" w:rsidRPr="00DE61CE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41386" w:rsidRPr="00DE61CE" w:rsidRDefault="00B41386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DE61CE" w:rsidRDefault="00B41386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</w:tbl>
    <w:p w:rsidR="00193041" w:rsidRPr="00DE61CE" w:rsidRDefault="00193041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B41386" w:rsidRPr="00DE61CE" w:rsidRDefault="00B41386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B41386" w:rsidRPr="00DE61CE" w:rsidRDefault="00193041" w:rsidP="00193041">
      <w:pPr>
        <w:pStyle w:val="a3"/>
        <w:ind w:left="840" w:hangingChars="400" w:hanging="84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  <w:spacing w:val="0"/>
        </w:rPr>
        <w:t xml:space="preserve">　　　※　共同企業体で申し込みする場合は、</w:t>
      </w:r>
      <w:r w:rsidR="00E372DF" w:rsidRPr="00DE61CE">
        <w:rPr>
          <w:rFonts w:ascii="Meiryo UI" w:eastAsia="Meiryo UI" w:hAnsi="Meiryo UI" w:cs="Meiryo UI" w:hint="eastAsia"/>
          <w:spacing w:val="0"/>
        </w:rPr>
        <w:t>各企業・団体名</w:t>
      </w:r>
      <w:r w:rsidRPr="00DE61CE">
        <w:rPr>
          <w:rFonts w:ascii="Meiryo UI" w:eastAsia="Meiryo UI" w:hAnsi="Meiryo UI" w:cs="Meiryo UI" w:hint="eastAsia"/>
          <w:spacing w:val="0"/>
        </w:rPr>
        <w:t>も記載してください。また、責任者については、　幹事企業から選出してください。</w:t>
      </w:r>
    </w:p>
    <w:p w:rsidR="001F2F7B" w:rsidRPr="001F2F7B" w:rsidRDefault="00B41386" w:rsidP="001F2F7B">
      <w:pPr>
        <w:pStyle w:val="a3"/>
        <w:rPr>
          <w:rFonts w:ascii="Meiryo UI" w:eastAsia="Meiryo UI" w:hAnsi="Meiryo UI" w:cs="Meiryo UI"/>
          <w:spacing w:val="0"/>
          <w:sz w:val="20"/>
          <w:szCs w:val="20"/>
          <w:u w:val="single"/>
        </w:rPr>
      </w:pPr>
      <w:r w:rsidRPr="00DE61CE">
        <w:rPr>
          <w:rFonts w:ascii="Meiryo UI" w:eastAsia="Meiryo UI" w:hAnsi="Meiryo UI" w:cs="Meiryo UI"/>
          <w:spacing w:val="0"/>
        </w:rPr>
        <w:br w:type="page"/>
      </w:r>
      <w:r w:rsidR="001F2F7B" w:rsidRPr="001F2F7B">
        <w:rPr>
          <w:rFonts w:ascii="Meiryo UI" w:eastAsia="Meiryo UI" w:hAnsi="Meiryo UI" w:cs="Meiryo UI" w:hint="eastAsia"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:rsidR="00B41386" w:rsidRPr="001F2F7B" w:rsidRDefault="00B41386" w:rsidP="00B41386">
      <w:pPr>
        <w:pStyle w:val="a3"/>
        <w:ind w:left="840" w:hangingChars="400" w:hanging="840"/>
        <w:rPr>
          <w:rFonts w:ascii="Meiryo UI" w:eastAsia="Meiryo UI" w:hAnsi="Meiryo UI" w:cs="Meiryo UI"/>
          <w:spacing w:val="0"/>
        </w:rPr>
      </w:pPr>
    </w:p>
    <w:p w:rsidR="00193041" w:rsidRPr="00DE61CE" w:rsidRDefault="00083735" w:rsidP="00176FA7">
      <w:pPr>
        <w:pStyle w:val="a3"/>
        <w:jc w:val="right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 xml:space="preserve">　　　　　　　　　　　　　　　　　　　　　　　　平成</w:t>
      </w:r>
      <w:r w:rsidR="00F01443" w:rsidRPr="00DE61CE">
        <w:rPr>
          <w:rFonts w:ascii="Meiryo UI" w:eastAsia="Meiryo UI" w:hAnsi="Meiryo UI" w:cs="Meiryo UI" w:hint="eastAsia"/>
        </w:rPr>
        <w:t xml:space="preserve">　</w:t>
      </w:r>
      <w:r w:rsidR="00782ADB">
        <w:rPr>
          <w:rFonts w:ascii="Meiryo UI" w:eastAsia="Meiryo UI" w:hAnsi="Meiryo UI" w:cs="Meiryo UI" w:hint="eastAsia"/>
        </w:rPr>
        <w:t xml:space="preserve">　</w:t>
      </w:r>
      <w:r w:rsidR="00F01443" w:rsidRPr="00DE61CE">
        <w:rPr>
          <w:rFonts w:ascii="Meiryo UI" w:eastAsia="Meiryo UI" w:hAnsi="Meiryo UI" w:cs="Meiryo UI" w:hint="eastAsia"/>
        </w:rPr>
        <w:t xml:space="preserve">　</w:t>
      </w:r>
      <w:r w:rsidR="00193041" w:rsidRPr="00DE61CE">
        <w:rPr>
          <w:rFonts w:ascii="Meiryo UI" w:eastAsia="Meiryo UI" w:hAnsi="Meiryo UI" w:cs="Meiryo UI" w:hint="eastAsia"/>
        </w:rPr>
        <w:t>年</w:t>
      </w:r>
      <w:r w:rsidR="00193041" w:rsidRPr="00DE61CE">
        <w:rPr>
          <w:rFonts w:ascii="Meiryo UI" w:eastAsia="Meiryo UI" w:hAnsi="Meiryo UI" w:cs="Meiryo UI"/>
        </w:rPr>
        <w:t xml:space="preserve">   </w:t>
      </w:r>
      <w:r w:rsidR="00193041" w:rsidRPr="00DE61CE">
        <w:rPr>
          <w:rFonts w:ascii="Meiryo UI" w:eastAsia="Meiryo UI" w:hAnsi="Meiryo UI" w:cs="Meiryo UI" w:hint="eastAsia"/>
        </w:rPr>
        <w:t>月   日現在</w:t>
      </w:r>
    </w:p>
    <w:p w:rsidR="00D4595F" w:rsidRDefault="00D4595F">
      <w:pPr>
        <w:pStyle w:val="a3"/>
        <w:rPr>
          <w:rFonts w:ascii="Meiryo UI" w:eastAsia="Meiryo UI" w:hAnsi="Meiryo UI" w:cs="Meiryo UI"/>
        </w:rPr>
      </w:pPr>
    </w:p>
    <w:p w:rsidR="00176FA7" w:rsidRPr="00DE61CE" w:rsidRDefault="00A04842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>3</w:t>
      </w:r>
      <w:r w:rsidR="00176FA7" w:rsidRPr="00DE61CE">
        <w:rPr>
          <w:rFonts w:ascii="Meiryo UI" w:eastAsia="Meiryo UI" w:hAnsi="Meiryo UI" w:cs="Meiryo UI" w:hint="eastAsia"/>
        </w:rPr>
        <w:t>．会社の概要</w:t>
      </w:r>
    </w:p>
    <w:p w:rsidR="00B41386" w:rsidRPr="00DE61CE" w:rsidRDefault="00B41386">
      <w:pPr>
        <w:pStyle w:val="a3"/>
        <w:rPr>
          <w:rFonts w:ascii="Meiryo UI" w:eastAsia="Meiryo UI" w:hAnsi="Meiryo UI" w:cs="Meiryo UI"/>
        </w:rPr>
      </w:pPr>
    </w:p>
    <w:p w:rsidR="009E2595" w:rsidRPr="00DE61CE" w:rsidRDefault="00DE61CE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 w:hint="eastAsia"/>
          <w:spacing w:val="0"/>
        </w:rPr>
        <w:t xml:space="preserve">　　　　</w:t>
      </w:r>
      <w:r w:rsidR="009E2595" w:rsidRPr="00D4595F">
        <w:rPr>
          <w:rFonts w:ascii="Meiryo UI" w:eastAsia="Meiryo UI" w:hAnsi="Meiryo UI" w:cs="Meiryo UI" w:hint="eastAsia"/>
          <w:spacing w:val="14"/>
          <w:fitText w:val="1050" w:id="1197771008"/>
        </w:rPr>
        <w:t xml:space="preserve">住　　　</w:t>
      </w:r>
      <w:r w:rsidRPr="00D4595F">
        <w:rPr>
          <w:rFonts w:ascii="Meiryo UI" w:eastAsia="Meiryo UI" w:hAnsi="Meiryo UI" w:cs="Meiryo UI" w:hint="eastAsia"/>
          <w:spacing w:val="14"/>
          <w:fitText w:val="1050" w:id="1197771008"/>
        </w:rPr>
        <w:t xml:space="preserve">　</w:t>
      </w:r>
      <w:r w:rsidR="009E2595" w:rsidRPr="00D4595F">
        <w:rPr>
          <w:rFonts w:ascii="Meiryo UI" w:eastAsia="Meiryo UI" w:hAnsi="Meiryo UI" w:cs="Meiryo UI" w:hint="eastAsia"/>
          <w:spacing w:val="-5"/>
          <w:fitText w:val="1050" w:id="1197771008"/>
        </w:rPr>
        <w:t>所</w:t>
      </w:r>
    </w:p>
    <w:p w:rsidR="009E2595" w:rsidRPr="00DE61CE" w:rsidRDefault="009E2595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</w:t>
      </w:r>
      <w:r w:rsidR="00DE61CE">
        <w:rPr>
          <w:rFonts w:ascii="Meiryo UI" w:eastAsia="Meiryo UI" w:hAnsi="Meiryo UI" w:cs="Meiryo UI" w:hint="eastAsia"/>
        </w:rPr>
        <w:t xml:space="preserve"> 　</w:t>
      </w:r>
      <w:r w:rsidRPr="00D4595F">
        <w:rPr>
          <w:rFonts w:ascii="Meiryo UI" w:eastAsia="Meiryo UI" w:hAnsi="Meiryo UI" w:cs="Meiryo UI" w:hint="eastAsia"/>
          <w:spacing w:val="35"/>
          <w:fitText w:val="1050" w:id="1197771009"/>
        </w:rPr>
        <w:t xml:space="preserve">会　社　</w:t>
      </w:r>
      <w:r w:rsidRPr="00D4595F">
        <w:rPr>
          <w:rFonts w:ascii="Meiryo UI" w:eastAsia="Meiryo UI" w:hAnsi="Meiryo UI" w:cs="Meiryo UI" w:hint="eastAsia"/>
          <w:spacing w:val="-34"/>
          <w:fitText w:val="1050" w:id="1197771009"/>
        </w:rPr>
        <w:t>名</w:t>
      </w:r>
      <w:r w:rsidRPr="00DE61CE">
        <w:rPr>
          <w:rFonts w:ascii="Meiryo UI" w:eastAsia="Meiryo UI" w:hAnsi="Meiryo UI" w:cs="Meiryo UI" w:hint="eastAsia"/>
        </w:rPr>
        <w:t xml:space="preserve">　</w:t>
      </w: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 </w:t>
      </w:r>
    </w:p>
    <w:p w:rsidR="009E2595" w:rsidRPr="00DE61CE" w:rsidRDefault="009E2595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 xml:space="preserve">　　 </w:t>
      </w:r>
      <w:r w:rsidR="00DE61CE">
        <w:rPr>
          <w:rFonts w:ascii="Meiryo UI" w:eastAsia="Meiryo UI" w:hAnsi="Meiryo UI" w:cs="Meiryo UI" w:hint="eastAsia"/>
        </w:rPr>
        <w:t xml:space="preserve">　</w:t>
      </w:r>
      <w:r w:rsidR="00BF1FD2">
        <w:rPr>
          <w:rFonts w:ascii="Meiryo UI" w:eastAsia="Meiryo UI" w:hAnsi="Meiryo UI" w:cs="Meiryo UI" w:hint="eastAsia"/>
          <w:spacing w:val="0"/>
        </w:rPr>
        <w:t>代表者 職氏名</w:t>
      </w:r>
      <w:r w:rsidRPr="00DE61CE">
        <w:rPr>
          <w:rFonts w:ascii="Meiryo UI" w:eastAsia="Meiryo UI" w:hAnsi="Meiryo UI" w:cs="Meiryo UI" w:hint="eastAsia"/>
        </w:rPr>
        <w:t xml:space="preserve">　</w:t>
      </w:r>
      <w:r w:rsidRPr="00DE61CE">
        <w:rPr>
          <w:rFonts w:ascii="Meiryo UI" w:eastAsia="Meiryo UI" w:hAnsi="Meiryo UI" w:cs="Meiryo UI" w:hint="eastAsia"/>
          <w:spacing w:val="0"/>
        </w:rPr>
        <w:t xml:space="preserve">                                 </w:t>
      </w:r>
      <w:r w:rsidRPr="00DE61CE">
        <w:rPr>
          <w:rFonts w:ascii="Meiryo UI" w:eastAsia="Meiryo UI" w:hAnsi="Meiryo UI" w:cs="Meiryo UI" w:hint="eastAsia"/>
        </w:rPr>
        <w:t>印</w:t>
      </w:r>
    </w:p>
    <w:p w:rsidR="009E2595" w:rsidRPr="00DE61CE" w:rsidRDefault="009E2595" w:rsidP="00D4595F">
      <w:pPr>
        <w:pStyle w:val="a3"/>
        <w:spacing w:afterLines="50" w:after="120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  <w:spacing w:val="0"/>
        </w:rPr>
        <w:t xml:space="preserve">     </w:t>
      </w:r>
      <w:r w:rsidRPr="00D4595F">
        <w:rPr>
          <w:rFonts w:ascii="Meiryo UI" w:eastAsia="Meiryo UI" w:hAnsi="Meiryo UI" w:cs="Meiryo UI" w:hint="eastAsia"/>
          <w:spacing w:val="35"/>
          <w:fitText w:val="1050" w:id="1197771264"/>
        </w:rPr>
        <w:t xml:space="preserve">Ｔ　Ｅ　</w:t>
      </w:r>
      <w:r w:rsidRPr="00D4595F">
        <w:rPr>
          <w:rFonts w:ascii="Meiryo UI" w:eastAsia="Meiryo UI" w:hAnsi="Meiryo UI" w:cs="Meiryo UI" w:hint="eastAsia"/>
          <w:spacing w:val="2"/>
          <w:fitText w:val="1050" w:id="1197771264"/>
        </w:rPr>
        <w:t>Ｌ</w:t>
      </w:r>
      <w:r w:rsidRPr="00DE61CE">
        <w:rPr>
          <w:rFonts w:ascii="Meiryo UI" w:eastAsia="Meiryo UI" w:hAnsi="Meiryo UI" w:cs="Meiryo UI" w:hint="eastAsia"/>
        </w:rPr>
        <w:t xml:space="preserve">　</w:t>
      </w:r>
    </w:p>
    <w:p w:rsidR="009E2595" w:rsidRPr="00DE61CE" w:rsidRDefault="009E2595" w:rsidP="00D4595F">
      <w:pPr>
        <w:pStyle w:val="a3"/>
        <w:spacing w:afterLines="50" w:after="120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  <w:spacing w:val="0"/>
        </w:rPr>
        <w:t xml:space="preserve">     </w:t>
      </w:r>
      <w:r w:rsidRPr="00DE61CE">
        <w:rPr>
          <w:rFonts w:ascii="Meiryo UI" w:eastAsia="Meiryo UI" w:hAnsi="Meiryo UI" w:cs="Meiryo UI" w:hint="eastAsia"/>
          <w:spacing w:val="35"/>
          <w:fitText w:val="1050" w:id="1197771265"/>
        </w:rPr>
        <w:t xml:space="preserve">Ｆ　Ａ　</w:t>
      </w:r>
      <w:r w:rsidRPr="00DE61CE">
        <w:rPr>
          <w:rFonts w:ascii="Meiryo UI" w:eastAsia="Meiryo UI" w:hAnsi="Meiryo UI" w:cs="Meiryo UI" w:hint="eastAsia"/>
          <w:spacing w:val="2"/>
          <w:fitText w:val="1050" w:id="1197771265"/>
        </w:rPr>
        <w:t>Ｘ</w:t>
      </w:r>
      <w:r w:rsidRPr="00DE61CE">
        <w:rPr>
          <w:rFonts w:ascii="Meiryo UI" w:eastAsia="Meiryo UI" w:hAnsi="Meiryo UI" w:cs="Meiryo UI" w:hint="eastAsia"/>
        </w:rPr>
        <w:t xml:space="preserve">　</w:t>
      </w:r>
    </w:p>
    <w:p w:rsidR="00176FA7" w:rsidRPr="00DE61CE" w:rsidRDefault="00176FA7" w:rsidP="006E3301">
      <w:pPr>
        <w:pStyle w:val="a3"/>
        <w:rPr>
          <w:rFonts w:ascii="Meiryo UI" w:eastAsia="Meiryo UI" w:hAnsi="Meiryo UI" w:cs="Meiryo UI"/>
          <w:spacing w:val="0"/>
        </w:rPr>
      </w:pPr>
    </w:p>
    <w:p w:rsidR="00193041" w:rsidRPr="00DE61CE" w:rsidRDefault="00193041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tbl>
      <w:tblPr>
        <w:tblW w:w="9606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37"/>
        <w:gridCol w:w="1902"/>
        <w:gridCol w:w="2958"/>
        <w:gridCol w:w="3163"/>
      </w:tblGrid>
      <w:tr w:rsidR="00193041" w:rsidRPr="00DE61CE" w:rsidTr="00D4595F">
        <w:trPr>
          <w:cantSplit/>
          <w:trHeight w:hRule="exact" w:val="496"/>
        </w:trPr>
        <w:tc>
          <w:tcPr>
            <w:tcW w:w="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DE61CE" w:rsidRDefault="00193041">
            <w:pPr>
              <w:pStyle w:val="a3"/>
              <w:spacing w:before="39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39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DE61CE">
              <w:rPr>
                <w:rFonts w:ascii="Meiryo UI" w:eastAsia="Meiryo UI" w:hAnsi="Meiryo UI" w:cs="Meiryo UI" w:hint="eastAsia"/>
              </w:rPr>
              <w:t xml:space="preserve">資本金　　　　　　　　</w:t>
            </w:r>
            <w:r w:rsidR="00D4595F">
              <w:rPr>
                <w:rFonts w:ascii="Meiryo UI" w:eastAsia="Meiryo UI" w:hAnsi="Meiryo UI" w:cs="Meiryo UI" w:hint="eastAsia"/>
              </w:rPr>
              <w:t xml:space="preserve">　　　</w:t>
            </w: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  <w:tc>
          <w:tcPr>
            <w:tcW w:w="29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39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DE61CE">
              <w:rPr>
                <w:rFonts w:ascii="Meiryo UI" w:eastAsia="Meiryo UI" w:hAnsi="Meiryo UI" w:cs="Meiryo UI" w:hint="eastAsia"/>
              </w:rPr>
              <w:t>設立年　　　　　　　　　年</w:t>
            </w:r>
          </w:p>
        </w:tc>
        <w:tc>
          <w:tcPr>
            <w:tcW w:w="31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Pr="00DE61CE" w:rsidRDefault="00193041" w:rsidP="00193041">
            <w:pPr>
              <w:pStyle w:val="a3"/>
              <w:spacing w:before="39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/>
                <w:spacing w:val="0"/>
              </w:rPr>
              <w:t xml:space="preserve"> </w:t>
            </w:r>
            <w:r w:rsidRPr="00DE61CE">
              <w:rPr>
                <w:rFonts w:ascii="Meiryo UI" w:eastAsia="Meiryo UI" w:hAnsi="Meiryo UI" w:cs="Meiryo UI" w:hint="eastAsia"/>
              </w:rPr>
              <w:t>全従業員数　　　　　　　名</w:t>
            </w:r>
          </w:p>
        </w:tc>
      </w:tr>
      <w:tr w:rsidR="00166B73" w:rsidRPr="00DE61CE" w:rsidTr="00D4595F">
        <w:trPr>
          <w:gridAfter w:val="4"/>
          <w:wAfter w:w="9561" w:type="dxa"/>
          <w:cantSplit/>
          <w:trHeight w:hRule="exact" w:val="93"/>
        </w:trPr>
        <w:tc>
          <w:tcPr>
            <w:tcW w:w="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6B73" w:rsidRPr="00DE61CE" w:rsidRDefault="00166B73">
            <w:pPr>
              <w:pStyle w:val="a3"/>
              <w:spacing w:before="39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193041" w:rsidRPr="00DE61CE" w:rsidTr="00D4595F">
        <w:trPr>
          <w:cantSplit/>
          <w:trHeight w:hRule="exact" w:val="2956"/>
        </w:trPr>
        <w:tc>
          <w:tcPr>
            <w:tcW w:w="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Pr="00DE61CE" w:rsidRDefault="00193041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DE61CE" w:rsidRDefault="00193041" w:rsidP="00193041">
            <w:pPr>
              <w:pStyle w:val="a3"/>
              <w:spacing w:before="184"/>
              <w:jc w:val="center"/>
              <w:rPr>
                <w:rFonts w:ascii="Meiryo UI" w:eastAsia="Meiryo UI" w:hAnsi="Meiryo UI" w:cs="Meiryo UI"/>
                <w:spacing w:val="0"/>
              </w:rPr>
            </w:pPr>
          </w:p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</w:rPr>
            </w:pPr>
          </w:p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業務内容</w:t>
            </w:r>
          </w:p>
        </w:tc>
        <w:tc>
          <w:tcPr>
            <w:tcW w:w="80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  <w:tr w:rsidR="00193041" w:rsidRPr="00DE61CE" w:rsidTr="00D4595F">
        <w:trPr>
          <w:cantSplit/>
          <w:trHeight w:hRule="exact" w:val="2355"/>
        </w:trPr>
        <w:tc>
          <w:tcPr>
            <w:tcW w:w="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Pr="00DE61CE" w:rsidRDefault="00193041">
            <w:pPr>
              <w:pStyle w:val="a3"/>
              <w:wordWrap/>
              <w:spacing w:line="240" w:lineRule="auto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</w:p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</w:rPr>
            </w:pPr>
            <w:r w:rsidRPr="00DE61CE">
              <w:rPr>
                <w:rFonts w:ascii="Meiryo UI" w:eastAsia="Meiryo UI" w:hAnsi="Meiryo UI" w:cs="Meiryo UI" w:hint="eastAsia"/>
              </w:rPr>
              <w:t>得意分野</w:t>
            </w:r>
          </w:p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</w:rPr>
            </w:pPr>
            <w:r w:rsidRPr="00DE61CE">
              <w:rPr>
                <w:rFonts w:ascii="Meiryo UI" w:eastAsia="Meiryo UI" w:hAnsi="Meiryo UI" w:cs="Meiryo UI" w:hint="eastAsia"/>
              </w:rPr>
              <w:t>（業務）</w:t>
            </w:r>
          </w:p>
          <w:p w:rsidR="00193041" w:rsidRPr="00DE61CE" w:rsidRDefault="00193041" w:rsidP="0019304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80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DE61CE" w:rsidRDefault="00193041">
            <w:pPr>
              <w:pStyle w:val="a3"/>
              <w:spacing w:before="184"/>
              <w:rPr>
                <w:rFonts w:ascii="Meiryo UI" w:eastAsia="Meiryo UI" w:hAnsi="Meiryo UI" w:cs="Meiryo UI"/>
                <w:spacing w:val="0"/>
              </w:rPr>
            </w:pPr>
          </w:p>
        </w:tc>
      </w:tr>
    </w:tbl>
    <w:p w:rsidR="00D4595F" w:rsidRDefault="00D4595F" w:rsidP="00B76B19">
      <w:pPr>
        <w:pStyle w:val="a3"/>
        <w:rPr>
          <w:rFonts w:ascii="Meiryo UI" w:eastAsia="Meiryo UI" w:hAnsi="Meiryo UI" w:cs="Meiryo UI"/>
          <w:spacing w:val="0"/>
        </w:rPr>
      </w:pPr>
    </w:p>
    <w:p w:rsidR="00D4595F" w:rsidRDefault="00D4595F" w:rsidP="00B76B19">
      <w:pPr>
        <w:pStyle w:val="a3"/>
        <w:rPr>
          <w:rFonts w:ascii="Meiryo UI" w:eastAsia="Meiryo UI" w:hAnsi="Meiryo UI" w:cs="Meiryo UI"/>
          <w:spacing w:val="0"/>
        </w:rPr>
      </w:pPr>
    </w:p>
    <w:p w:rsidR="00B76B19" w:rsidRDefault="00B76B19" w:rsidP="00B76B19">
      <w:pPr>
        <w:pStyle w:val="a3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 w:hint="eastAsia"/>
          <w:spacing w:val="0"/>
        </w:rPr>
        <w:t>※注意事項</w:t>
      </w:r>
    </w:p>
    <w:p w:rsidR="00193041" w:rsidRPr="00B76B19" w:rsidRDefault="00193041" w:rsidP="00B76B19">
      <w:pPr>
        <w:pStyle w:val="a3"/>
        <w:numPr>
          <w:ilvl w:val="0"/>
          <w:numId w:val="1"/>
        </w:numPr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 w:hint="eastAsia"/>
        </w:rPr>
        <w:t>会社組織図を添付してください。</w:t>
      </w:r>
    </w:p>
    <w:p w:rsidR="00B76B19" w:rsidRPr="00D4595F" w:rsidRDefault="00193041" w:rsidP="00D4595F">
      <w:pPr>
        <w:pStyle w:val="a3"/>
        <w:numPr>
          <w:ilvl w:val="0"/>
          <w:numId w:val="1"/>
        </w:numPr>
        <w:rPr>
          <w:rFonts w:ascii="Meiryo UI" w:eastAsia="Meiryo UI" w:hAnsi="Meiryo UI" w:cs="Meiryo UI"/>
          <w:spacing w:val="0"/>
        </w:rPr>
      </w:pPr>
      <w:r w:rsidRPr="00B76B19">
        <w:rPr>
          <w:rFonts w:ascii="Meiryo UI" w:eastAsia="Meiryo UI" w:hAnsi="Meiryo UI" w:cs="Meiryo UI" w:hint="eastAsia"/>
        </w:rPr>
        <w:t>会社の概要が記載された既存の資料（パンフレット）等があれば添付してください。</w:t>
      </w:r>
    </w:p>
    <w:p w:rsidR="00176FA7" w:rsidRPr="001F2F7B" w:rsidRDefault="00176FA7" w:rsidP="00193041">
      <w:pPr>
        <w:pStyle w:val="a3"/>
        <w:rPr>
          <w:rFonts w:ascii="Meiryo UI" w:eastAsia="Meiryo UI" w:hAnsi="Meiryo UI" w:cs="Meiryo UI"/>
          <w:spacing w:val="0"/>
          <w:sz w:val="20"/>
          <w:szCs w:val="20"/>
          <w:u w:val="single"/>
        </w:rPr>
      </w:pPr>
      <w:r w:rsidRPr="00DE61CE">
        <w:rPr>
          <w:rFonts w:ascii="Meiryo UI" w:eastAsia="Meiryo UI" w:hAnsi="Meiryo UI" w:cs="Meiryo UI"/>
        </w:rPr>
        <w:br w:type="page"/>
      </w:r>
      <w:r w:rsidR="009515D8" w:rsidRPr="001F2F7B">
        <w:rPr>
          <w:rFonts w:ascii="Meiryo UI" w:eastAsia="Meiryo UI" w:hAnsi="Meiryo UI" w:cs="Meiryo UI" w:hint="eastAsia"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:rsidR="00176FA7" w:rsidRPr="00DE61CE" w:rsidRDefault="00176FA7" w:rsidP="00193041">
      <w:pPr>
        <w:pStyle w:val="a3"/>
        <w:rPr>
          <w:rFonts w:ascii="Meiryo UI" w:eastAsia="Meiryo UI" w:hAnsi="Meiryo UI" w:cs="Meiryo UI"/>
        </w:rPr>
      </w:pPr>
    </w:p>
    <w:p w:rsidR="00193041" w:rsidRPr="00DE61CE" w:rsidRDefault="00A04842" w:rsidP="00193041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/>
        </w:rPr>
        <w:t>4</w:t>
      </w:r>
      <w:r w:rsidR="00193041" w:rsidRPr="00DE61CE">
        <w:rPr>
          <w:rFonts w:ascii="Meiryo UI" w:eastAsia="Meiryo UI" w:hAnsi="Meiryo UI" w:cs="Meiryo UI" w:hint="eastAsia"/>
        </w:rPr>
        <w:t>．過去</w:t>
      </w:r>
      <w:r w:rsidR="00385E04" w:rsidRPr="00DE61CE">
        <w:rPr>
          <w:rFonts w:ascii="Meiryo UI" w:eastAsia="Meiryo UI" w:hAnsi="Meiryo UI" w:cs="Meiryo UI" w:hint="eastAsia"/>
        </w:rPr>
        <w:t>に官公庁及び関係団体から受託した</w:t>
      </w:r>
      <w:r w:rsidR="00193041" w:rsidRPr="00DE61CE">
        <w:rPr>
          <w:rFonts w:ascii="Meiryo UI" w:eastAsia="Meiryo UI" w:hAnsi="Meiryo UI" w:cs="Meiryo UI" w:hint="eastAsia"/>
        </w:rPr>
        <w:t>事業</w:t>
      </w:r>
      <w:r w:rsidR="0009688C">
        <w:rPr>
          <w:rFonts w:ascii="Meiryo UI" w:eastAsia="Meiryo UI" w:hAnsi="Meiryo UI" w:cs="Meiryo UI" w:hint="eastAsia"/>
        </w:rPr>
        <w:t>の</w:t>
      </w:r>
      <w:r w:rsidR="00193041" w:rsidRPr="00DE61CE">
        <w:rPr>
          <w:rFonts w:ascii="Meiryo UI" w:eastAsia="Meiryo UI" w:hAnsi="Meiryo UI" w:cs="Meiryo UI" w:hint="eastAsia"/>
        </w:rPr>
        <w:t>実績（沖縄県内または他都道府県）</w:t>
      </w:r>
    </w:p>
    <w:p w:rsidR="00193041" w:rsidRPr="00DE61CE" w:rsidRDefault="00A04842" w:rsidP="00D4595F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 xml:space="preserve">　</w:t>
      </w:r>
      <w:r w:rsidR="00083735" w:rsidRPr="00DE61CE">
        <w:rPr>
          <w:rFonts w:ascii="Meiryo UI" w:eastAsia="Meiryo UI" w:hAnsi="Meiryo UI" w:cs="Meiryo UI" w:hint="eastAsia"/>
        </w:rPr>
        <w:t>（</w:t>
      </w:r>
      <w:r w:rsidR="00D4595F">
        <w:rPr>
          <w:rFonts w:ascii="Meiryo UI" w:eastAsia="Meiryo UI" w:hAnsi="Meiryo UI" w:cs="Meiryo UI" w:hint="eastAsia"/>
        </w:rPr>
        <w:t>過去5年以内</w:t>
      </w:r>
      <w:r w:rsidR="00193041" w:rsidRPr="00DE61CE">
        <w:rPr>
          <w:rFonts w:ascii="Meiryo UI" w:eastAsia="Meiryo UI" w:hAnsi="Meiryo UI" w:cs="Meiryo UI" w:hint="eastAsia"/>
        </w:rPr>
        <w:t>に</w:t>
      </w:r>
      <w:r w:rsidR="00D4595F">
        <w:rPr>
          <w:rFonts w:ascii="Meiryo UI" w:eastAsia="Meiryo UI" w:hAnsi="Meiryo UI" w:cs="Meiryo UI" w:hint="eastAsia"/>
        </w:rPr>
        <w:t>実施した</w:t>
      </w:r>
      <w:r w:rsidR="00193041" w:rsidRPr="00DE61CE">
        <w:rPr>
          <w:rFonts w:ascii="Meiryo UI" w:eastAsia="Meiryo UI" w:hAnsi="Meiryo UI" w:cs="Meiryo UI" w:hint="eastAsia"/>
        </w:rPr>
        <w:t>、</w:t>
      </w:r>
      <w:r w:rsidR="0009688C">
        <w:rPr>
          <w:rFonts w:ascii="Meiryo UI" w:eastAsia="Meiryo UI" w:hAnsi="Meiryo UI" w:cs="Meiryo UI" w:hint="eastAsia"/>
        </w:rPr>
        <w:t>本事業と類似または同規模の</w:t>
      </w:r>
      <w:r w:rsidR="00D4595F">
        <w:rPr>
          <w:rFonts w:ascii="Meiryo UI" w:eastAsia="Meiryo UI" w:hAnsi="Meiryo UI" w:cs="Meiryo UI" w:hint="eastAsia"/>
        </w:rPr>
        <w:t>案件実績を</w:t>
      </w:r>
      <w:r w:rsidR="00F244CA">
        <w:rPr>
          <w:rFonts w:ascii="Meiryo UI" w:eastAsia="Meiryo UI" w:hAnsi="Meiryo UI" w:cs="Meiryo UI" w:hint="eastAsia"/>
        </w:rPr>
        <w:t>、事業規模の大きなものから順に</w:t>
      </w:r>
      <w:r w:rsidR="00193041" w:rsidRPr="00DE61CE">
        <w:rPr>
          <w:rFonts w:ascii="Meiryo UI" w:eastAsia="Meiryo UI" w:hAnsi="Meiryo UI" w:cs="Meiryo UI" w:hint="eastAsia"/>
        </w:rPr>
        <w:t>記入ください</w:t>
      </w:r>
      <w:r w:rsidR="0009688C">
        <w:rPr>
          <w:rFonts w:ascii="Meiryo UI" w:eastAsia="Meiryo UI" w:hAnsi="Meiryo UI" w:cs="Meiryo UI" w:hint="eastAsia"/>
        </w:rPr>
        <w:t>。）</w:t>
      </w:r>
    </w:p>
    <w:p w:rsidR="00193041" w:rsidRPr="00DE61CE" w:rsidRDefault="00193041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3239"/>
        <w:gridCol w:w="1701"/>
      </w:tblGrid>
      <w:tr w:rsidR="0009688C" w:rsidRPr="00DE61CE" w:rsidTr="0009688C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8C34A1" w:rsidRDefault="00EA6564" w:rsidP="008C34A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主催者名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8C34A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受託事業</w:t>
            </w:r>
            <w:r w:rsidR="00EA6564">
              <w:rPr>
                <w:rFonts w:ascii="Meiryo UI" w:eastAsia="Meiryo UI" w:hAnsi="Meiryo UI" w:cs="Meiryo UI" w:hint="eastAsia"/>
              </w:rPr>
              <w:t>名</w:t>
            </w:r>
          </w:p>
        </w:tc>
        <w:tc>
          <w:tcPr>
            <w:tcW w:w="3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内　　　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事業規模</w:t>
            </w:r>
          </w:p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(受託額)</w:t>
            </w:r>
          </w:p>
        </w:tc>
      </w:tr>
      <w:tr w:rsidR="0009688C" w:rsidRPr="00DE61CE" w:rsidTr="0009688C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09688C" w:rsidRPr="00DE61CE" w:rsidTr="0009688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09688C" w:rsidRPr="00DE61CE" w:rsidTr="0009688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09688C" w:rsidRPr="00DE61CE" w:rsidTr="0009688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09688C" w:rsidRPr="00DE61CE" w:rsidTr="0009688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88C" w:rsidRPr="00DE61CE" w:rsidRDefault="0009688C" w:rsidP="0009688C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</w:tbl>
    <w:p w:rsidR="00193041" w:rsidRPr="00DE61CE" w:rsidRDefault="00193041">
      <w:pPr>
        <w:pStyle w:val="a3"/>
        <w:spacing w:line="39" w:lineRule="exact"/>
        <w:rPr>
          <w:rFonts w:ascii="Meiryo UI" w:eastAsia="Meiryo UI" w:hAnsi="Meiryo UI" w:cs="Meiryo UI"/>
          <w:spacing w:val="0"/>
        </w:rPr>
      </w:pPr>
    </w:p>
    <w:p w:rsidR="00B41386" w:rsidRPr="00DE61CE" w:rsidRDefault="00B41386">
      <w:pPr>
        <w:pStyle w:val="a3"/>
        <w:spacing w:line="39" w:lineRule="exact"/>
        <w:rPr>
          <w:rFonts w:ascii="Meiryo UI" w:eastAsia="Meiryo UI" w:hAnsi="Meiryo UI" w:cs="Meiryo UI"/>
          <w:spacing w:val="0"/>
        </w:rPr>
      </w:pPr>
    </w:p>
    <w:p w:rsidR="00193041" w:rsidRPr="00DE61CE" w:rsidRDefault="00193041" w:rsidP="00193041">
      <w:pPr>
        <w:pStyle w:val="a3"/>
        <w:rPr>
          <w:rFonts w:ascii="Meiryo UI" w:eastAsia="Meiryo UI" w:hAnsi="Meiryo UI" w:cs="Meiryo UI"/>
          <w:spacing w:val="0"/>
        </w:rPr>
      </w:pPr>
    </w:p>
    <w:p w:rsidR="00176FA7" w:rsidRPr="00DE61CE" w:rsidRDefault="00176FA7" w:rsidP="00193041">
      <w:pPr>
        <w:pStyle w:val="a3"/>
        <w:rPr>
          <w:rFonts w:ascii="Meiryo UI" w:eastAsia="Meiryo UI" w:hAnsi="Meiryo UI" w:cs="Meiryo UI"/>
          <w:spacing w:val="0"/>
        </w:rPr>
      </w:pPr>
    </w:p>
    <w:p w:rsidR="00176FA7" w:rsidRPr="00DE61CE" w:rsidRDefault="00A04842" w:rsidP="00176FA7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>5</w:t>
      </w:r>
      <w:r w:rsidR="00176FA7" w:rsidRPr="00DE61CE">
        <w:rPr>
          <w:rFonts w:ascii="Meiryo UI" w:eastAsia="Meiryo UI" w:hAnsi="Meiryo UI" w:cs="Meiryo UI" w:hint="eastAsia"/>
        </w:rPr>
        <w:t>．現在の業務受注状況</w:t>
      </w:r>
    </w:p>
    <w:p w:rsidR="008C34A1" w:rsidRPr="00DE61CE" w:rsidRDefault="00176FA7" w:rsidP="008C34A1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 xml:space="preserve">　</w:t>
      </w:r>
      <w:r w:rsidR="00EA6564">
        <w:rPr>
          <w:rFonts w:ascii="Meiryo UI" w:eastAsia="Meiryo UI" w:hAnsi="Meiryo UI" w:cs="Meiryo UI" w:hint="eastAsia"/>
        </w:rPr>
        <w:t>（</w:t>
      </w:r>
      <w:r w:rsidR="00B435EB">
        <w:rPr>
          <w:rFonts w:ascii="Meiryo UI" w:eastAsia="Meiryo UI" w:hAnsi="Meiryo UI" w:cs="Meiryo UI" w:hint="eastAsia"/>
        </w:rPr>
        <w:t>平成</w:t>
      </w:r>
      <w:r w:rsidR="00CA15E7">
        <w:rPr>
          <w:rFonts w:ascii="Meiryo UI" w:eastAsia="Meiryo UI" w:hAnsi="Meiryo UI" w:cs="Meiryo UI" w:hint="eastAsia"/>
        </w:rPr>
        <w:t>30</w:t>
      </w:r>
      <w:r w:rsidR="00B435EB">
        <w:rPr>
          <w:rFonts w:ascii="Meiryo UI" w:eastAsia="Meiryo UI" w:hAnsi="Meiryo UI" w:cs="Meiryo UI" w:hint="eastAsia"/>
        </w:rPr>
        <w:t>年度</w:t>
      </w:r>
      <w:r w:rsidRPr="00DE61CE">
        <w:rPr>
          <w:rFonts w:ascii="Meiryo UI" w:eastAsia="Meiryo UI" w:hAnsi="Meiryo UI" w:cs="Meiryo UI" w:hint="eastAsia"/>
        </w:rPr>
        <w:t>に</w:t>
      </w:r>
      <w:r w:rsidR="00CE34D5" w:rsidRPr="00DE61CE">
        <w:rPr>
          <w:rFonts w:ascii="Meiryo UI" w:eastAsia="Meiryo UI" w:hAnsi="Meiryo UI" w:cs="Meiryo UI" w:hint="eastAsia"/>
        </w:rPr>
        <w:t>官公庁</w:t>
      </w:r>
      <w:r w:rsidR="00606DAA" w:rsidRPr="00DE61CE">
        <w:rPr>
          <w:rFonts w:ascii="Meiryo UI" w:eastAsia="Meiryo UI" w:hAnsi="Meiryo UI" w:cs="Meiryo UI" w:hint="eastAsia"/>
        </w:rPr>
        <w:t>及び関係団体</w:t>
      </w:r>
      <w:r w:rsidR="00CE34D5" w:rsidRPr="00DE61CE">
        <w:rPr>
          <w:rFonts w:ascii="Meiryo UI" w:eastAsia="Meiryo UI" w:hAnsi="Meiryo UI" w:cs="Meiryo UI" w:hint="eastAsia"/>
        </w:rPr>
        <w:t>からの委託を受けて</w:t>
      </w:r>
      <w:r w:rsidR="00F5689C">
        <w:rPr>
          <w:rFonts w:ascii="Meiryo UI" w:eastAsia="Meiryo UI" w:hAnsi="Meiryo UI" w:cs="Meiryo UI" w:hint="eastAsia"/>
        </w:rPr>
        <w:t>業務を行う事業につ</w:t>
      </w:r>
      <w:r w:rsidRPr="00DE61CE">
        <w:rPr>
          <w:rFonts w:ascii="Meiryo UI" w:eastAsia="Meiryo UI" w:hAnsi="Meiryo UI" w:cs="Meiryo UI" w:hint="eastAsia"/>
        </w:rPr>
        <w:t>いて</w:t>
      </w:r>
      <w:r w:rsidR="00CE34D5" w:rsidRPr="00DE61CE">
        <w:rPr>
          <w:rFonts w:ascii="Meiryo UI" w:eastAsia="Meiryo UI" w:hAnsi="Meiryo UI" w:cs="Meiryo UI" w:hint="eastAsia"/>
        </w:rPr>
        <w:t>、</w:t>
      </w:r>
      <w:r w:rsidRPr="00DE61CE">
        <w:rPr>
          <w:rFonts w:ascii="Meiryo UI" w:eastAsia="Meiryo UI" w:hAnsi="Meiryo UI" w:cs="Meiryo UI" w:hint="eastAsia"/>
        </w:rPr>
        <w:t>事業規模の大きなものから順に記入ください。</w:t>
      </w:r>
      <w:r w:rsidR="00EA6564">
        <w:rPr>
          <w:rFonts w:ascii="Meiryo UI" w:eastAsia="Meiryo UI" w:hAnsi="Meiryo UI" w:cs="Meiryo UI" w:hint="eastAsia"/>
        </w:rPr>
        <w:t>）</w:t>
      </w:r>
    </w:p>
    <w:p w:rsidR="008C34A1" w:rsidRPr="00DE61CE" w:rsidRDefault="008C34A1" w:rsidP="008C34A1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3239"/>
        <w:gridCol w:w="1701"/>
      </w:tblGrid>
      <w:tr w:rsidR="008C34A1" w:rsidRPr="00DE61CE" w:rsidTr="00AF3911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8C34A1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主催者名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受託事業</w:t>
            </w:r>
            <w:r>
              <w:rPr>
                <w:rFonts w:ascii="Meiryo UI" w:eastAsia="Meiryo UI" w:hAnsi="Meiryo UI" w:cs="Meiryo UI" w:hint="eastAsia"/>
              </w:rPr>
              <w:t>名</w:t>
            </w:r>
          </w:p>
        </w:tc>
        <w:tc>
          <w:tcPr>
            <w:tcW w:w="3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内　　　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事業規模</w:t>
            </w:r>
          </w:p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(受託額)</w:t>
            </w:r>
          </w:p>
        </w:tc>
      </w:tr>
      <w:tr w:rsidR="008C34A1" w:rsidRPr="00DE61CE" w:rsidTr="00AF3911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8C34A1" w:rsidRPr="00DE61CE" w:rsidTr="00AF3911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8C34A1" w:rsidRPr="00DE61CE" w:rsidTr="00AF3911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8C34A1" w:rsidRPr="00DE61CE" w:rsidTr="00AF3911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  <w:tr w:rsidR="008C34A1" w:rsidRPr="00DE61CE" w:rsidTr="00AF3911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spacing w:before="39"/>
              <w:jc w:val="center"/>
              <w:rPr>
                <w:rFonts w:ascii="Meiryo UI" w:eastAsia="Meiryo UI" w:hAnsi="Meiryo UI" w:cs="Meiryo UI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34A1" w:rsidRPr="00DE61CE" w:rsidRDefault="008C34A1" w:rsidP="00AF3911">
            <w:pPr>
              <w:pStyle w:val="a3"/>
              <w:jc w:val="center"/>
              <w:rPr>
                <w:rFonts w:ascii="Meiryo UI" w:eastAsia="Meiryo UI" w:hAnsi="Meiryo UI" w:cs="Meiryo UI"/>
                <w:spacing w:val="0"/>
              </w:rPr>
            </w:pPr>
            <w:r w:rsidRPr="00DE61CE">
              <w:rPr>
                <w:rFonts w:ascii="Meiryo UI" w:eastAsia="Meiryo UI" w:hAnsi="Meiryo UI" w:cs="Meiryo UI" w:hint="eastAsia"/>
              </w:rPr>
              <w:t>万円</w:t>
            </w:r>
          </w:p>
        </w:tc>
      </w:tr>
    </w:tbl>
    <w:p w:rsidR="008C34A1" w:rsidRPr="00DE61CE" w:rsidRDefault="008C34A1" w:rsidP="008C34A1">
      <w:pPr>
        <w:pStyle w:val="a3"/>
        <w:spacing w:line="39" w:lineRule="exact"/>
        <w:rPr>
          <w:rFonts w:ascii="Meiryo UI" w:eastAsia="Meiryo UI" w:hAnsi="Meiryo UI" w:cs="Meiryo UI"/>
          <w:spacing w:val="0"/>
        </w:rPr>
      </w:pPr>
    </w:p>
    <w:p w:rsidR="008C34A1" w:rsidRPr="00DE61CE" w:rsidRDefault="008C34A1" w:rsidP="008C34A1">
      <w:pPr>
        <w:pStyle w:val="a3"/>
        <w:spacing w:line="39" w:lineRule="exact"/>
        <w:rPr>
          <w:rFonts w:ascii="Meiryo UI" w:eastAsia="Meiryo UI" w:hAnsi="Meiryo UI" w:cs="Meiryo UI"/>
          <w:spacing w:val="0"/>
        </w:rPr>
      </w:pPr>
    </w:p>
    <w:p w:rsidR="008C34A1" w:rsidRPr="00DE61CE" w:rsidRDefault="008C34A1" w:rsidP="008C34A1">
      <w:pPr>
        <w:pStyle w:val="a3"/>
        <w:rPr>
          <w:rFonts w:ascii="Meiryo UI" w:eastAsia="Meiryo UI" w:hAnsi="Meiryo UI" w:cs="Meiryo UI"/>
          <w:spacing w:val="0"/>
        </w:rPr>
      </w:pPr>
    </w:p>
    <w:p w:rsidR="008C34A1" w:rsidRPr="00DE61CE" w:rsidRDefault="008C34A1" w:rsidP="008C34A1">
      <w:pPr>
        <w:pStyle w:val="a3"/>
        <w:rPr>
          <w:rFonts w:ascii="Meiryo UI" w:eastAsia="Meiryo UI" w:hAnsi="Meiryo UI" w:cs="Meiryo UI"/>
          <w:spacing w:val="0"/>
        </w:rPr>
      </w:pPr>
    </w:p>
    <w:p w:rsidR="00F709D0" w:rsidRPr="00DE61CE" w:rsidRDefault="00F709D0" w:rsidP="00F709D0">
      <w:pPr>
        <w:pStyle w:val="a3"/>
        <w:rPr>
          <w:rFonts w:ascii="Meiryo UI" w:eastAsia="Meiryo UI" w:hAnsi="Meiryo UI" w:cs="Meiryo UI"/>
        </w:rPr>
      </w:pPr>
      <w:r w:rsidRPr="00DE61CE">
        <w:rPr>
          <w:rFonts w:ascii="Meiryo UI" w:eastAsia="Meiryo UI" w:hAnsi="Meiryo UI" w:cs="Meiryo UI" w:hint="eastAsia"/>
        </w:rPr>
        <w:t>■提出先</w:t>
      </w:r>
    </w:p>
    <w:p w:rsidR="00F709D0" w:rsidRPr="00DE61CE" w:rsidRDefault="00B435EB" w:rsidP="001F2F7B">
      <w:pPr>
        <w:ind w:left="480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（一財）沖縄観光コンベンションビューロー　受入</w:t>
      </w:r>
      <w:r w:rsidR="00F709D0" w:rsidRPr="00DE61CE">
        <w:rPr>
          <w:rFonts w:ascii="Meiryo UI" w:eastAsia="Meiryo UI" w:hAnsi="Meiryo UI" w:cs="Meiryo UI" w:hint="eastAsia"/>
          <w:sz w:val="22"/>
        </w:rPr>
        <w:t xml:space="preserve">事業部　受入推進課　</w:t>
      </w:r>
      <w:r w:rsidR="00F50DB3">
        <w:rPr>
          <w:rFonts w:ascii="Meiryo UI" w:eastAsia="Meiryo UI" w:hAnsi="Meiryo UI" w:cs="Meiryo UI" w:hint="eastAsia"/>
          <w:sz w:val="22"/>
        </w:rPr>
        <w:t xml:space="preserve">　担当：</w:t>
      </w:r>
      <w:r w:rsidR="00F244CA">
        <w:rPr>
          <w:rFonts w:ascii="Meiryo UI" w:eastAsia="Meiryo UI" w:hAnsi="Meiryo UI" w:cs="Meiryo UI" w:hint="eastAsia"/>
          <w:sz w:val="22"/>
        </w:rPr>
        <w:t>新垣</w:t>
      </w:r>
      <w:r w:rsidR="00CA15E7">
        <w:rPr>
          <w:rFonts w:ascii="Meiryo UI" w:eastAsia="Meiryo UI" w:hAnsi="Meiryo UI" w:cs="Meiryo UI" w:hint="eastAsia"/>
          <w:sz w:val="22"/>
        </w:rPr>
        <w:t>、小橋</w:t>
      </w:r>
    </w:p>
    <w:p w:rsidR="00F709D0" w:rsidRPr="00DE61CE" w:rsidRDefault="00F709D0" w:rsidP="00F709D0">
      <w:pPr>
        <w:ind w:left="480"/>
        <w:rPr>
          <w:rFonts w:ascii="Meiryo UI" w:eastAsia="Meiryo UI" w:hAnsi="Meiryo UI" w:cs="Meiryo UI"/>
          <w:sz w:val="22"/>
        </w:rPr>
      </w:pPr>
      <w:r w:rsidRPr="00DE61CE">
        <w:rPr>
          <w:rFonts w:ascii="Meiryo UI" w:eastAsia="Meiryo UI" w:hAnsi="Meiryo UI" w:cs="Meiryo UI" w:hint="eastAsia"/>
          <w:sz w:val="22"/>
        </w:rPr>
        <w:t>〒</w:t>
      </w:r>
      <w:r w:rsidRPr="00DE61CE">
        <w:rPr>
          <w:rFonts w:ascii="Meiryo UI" w:eastAsia="Meiryo UI" w:hAnsi="Meiryo UI" w:cs="Meiryo UI"/>
          <w:sz w:val="22"/>
        </w:rPr>
        <w:t>901-0152</w:t>
      </w:r>
      <w:r w:rsidRPr="00DE61CE">
        <w:rPr>
          <w:rFonts w:ascii="Meiryo UI" w:eastAsia="Meiryo UI" w:hAnsi="Meiryo UI" w:cs="Meiryo UI" w:hint="eastAsia"/>
          <w:sz w:val="22"/>
        </w:rPr>
        <w:t xml:space="preserve">　沖縄県那覇市字小禄</w:t>
      </w:r>
      <w:r w:rsidRPr="00DE61CE">
        <w:rPr>
          <w:rFonts w:ascii="Meiryo UI" w:eastAsia="Meiryo UI" w:hAnsi="Meiryo UI" w:cs="Meiryo UI"/>
          <w:sz w:val="22"/>
        </w:rPr>
        <w:t>1831-1</w:t>
      </w:r>
      <w:r w:rsidRPr="00DE61CE">
        <w:rPr>
          <w:rFonts w:ascii="Meiryo UI" w:eastAsia="Meiryo UI" w:hAnsi="Meiryo UI" w:cs="Meiryo UI" w:hint="eastAsia"/>
          <w:sz w:val="22"/>
        </w:rPr>
        <w:t xml:space="preserve">　沖縄産業支援センター2F</w:t>
      </w:r>
    </w:p>
    <w:p w:rsidR="00F709D0" w:rsidRPr="00DE61CE" w:rsidRDefault="00F709D0" w:rsidP="00F709D0">
      <w:pPr>
        <w:pStyle w:val="a3"/>
        <w:rPr>
          <w:rFonts w:ascii="Meiryo UI" w:eastAsia="Meiryo UI" w:hAnsi="Meiryo UI" w:cs="Meiryo UI"/>
          <w:spacing w:val="0"/>
        </w:rPr>
      </w:pPr>
      <w:r w:rsidRPr="00DE61CE">
        <w:rPr>
          <w:rFonts w:ascii="Meiryo UI" w:eastAsia="Meiryo UI" w:hAnsi="Meiryo UI" w:cs="Meiryo UI"/>
          <w:sz w:val="22"/>
        </w:rPr>
        <w:t xml:space="preserve">    </w:t>
      </w:r>
      <w:r w:rsidRPr="00DE61CE">
        <w:rPr>
          <w:rFonts w:ascii="Meiryo UI" w:eastAsia="Meiryo UI" w:hAnsi="Meiryo UI" w:cs="Meiryo UI" w:hint="eastAsia"/>
          <w:sz w:val="22"/>
        </w:rPr>
        <w:t>電話／098-859-61</w:t>
      </w:r>
      <w:r w:rsidRPr="00DE61CE">
        <w:rPr>
          <w:rFonts w:ascii="Meiryo UI" w:eastAsia="Meiryo UI" w:hAnsi="Meiryo UI" w:cs="Meiryo UI"/>
          <w:sz w:val="22"/>
        </w:rPr>
        <w:t>29</w:t>
      </w:r>
      <w:r w:rsidRPr="00DE61CE">
        <w:rPr>
          <w:rFonts w:ascii="Meiryo UI" w:eastAsia="Meiryo UI" w:hAnsi="Meiryo UI" w:cs="Meiryo UI" w:hint="eastAsia"/>
          <w:sz w:val="22"/>
        </w:rPr>
        <w:t xml:space="preserve">　</w:t>
      </w:r>
      <w:r w:rsidRPr="00DE61CE">
        <w:rPr>
          <w:rFonts w:ascii="Meiryo UI" w:eastAsia="Meiryo UI" w:hAnsi="Meiryo UI" w:cs="Meiryo UI"/>
          <w:sz w:val="22"/>
        </w:rPr>
        <w:t>FAX</w:t>
      </w:r>
      <w:r w:rsidRPr="00DE61CE">
        <w:rPr>
          <w:rFonts w:ascii="Meiryo UI" w:eastAsia="Meiryo UI" w:hAnsi="Meiryo UI" w:cs="Meiryo UI" w:hint="eastAsia"/>
          <w:sz w:val="22"/>
        </w:rPr>
        <w:t>／098-859-622</w:t>
      </w:r>
      <w:r w:rsidR="00DE61CE">
        <w:rPr>
          <w:rFonts w:ascii="Meiryo UI" w:eastAsia="Meiryo UI" w:hAnsi="Meiryo UI" w:cs="Meiryo UI"/>
          <w:sz w:val="22"/>
        </w:rPr>
        <w:t>2</w:t>
      </w:r>
      <w:r w:rsidRPr="00DE61CE">
        <w:rPr>
          <w:rFonts w:ascii="Meiryo UI" w:eastAsia="Meiryo UI" w:hAnsi="Meiryo UI" w:cs="Meiryo UI" w:hint="eastAsia"/>
          <w:sz w:val="22"/>
        </w:rPr>
        <w:t xml:space="preserve">　</w:t>
      </w:r>
      <w:r w:rsidRPr="00DE61CE">
        <w:rPr>
          <w:rFonts w:ascii="Meiryo UI" w:eastAsia="Meiryo UI" w:hAnsi="Meiryo UI" w:cs="Meiryo UI"/>
          <w:sz w:val="22"/>
          <w:u w:val="single"/>
        </w:rPr>
        <w:t>E-mail</w:t>
      </w:r>
      <w:r w:rsidRPr="00DE61CE">
        <w:rPr>
          <w:rFonts w:ascii="Meiryo UI" w:eastAsia="Meiryo UI" w:hAnsi="Meiryo UI" w:cs="Meiryo UI" w:hint="eastAsia"/>
          <w:sz w:val="22"/>
          <w:u w:val="single"/>
        </w:rPr>
        <w:t>／</w:t>
      </w:r>
      <w:r w:rsidR="00F50DB3">
        <w:rPr>
          <w:rFonts w:ascii="Meiryo UI" w:eastAsia="Meiryo UI" w:hAnsi="Meiryo UI" w:cs="Meiryo UI" w:hint="eastAsia"/>
          <w:sz w:val="22"/>
          <w:u w:val="single"/>
        </w:rPr>
        <w:t>jinzai</w:t>
      </w:r>
      <w:r w:rsidRPr="00DE61CE">
        <w:rPr>
          <w:rFonts w:ascii="Meiryo UI" w:eastAsia="Meiryo UI" w:hAnsi="Meiryo UI" w:cs="Meiryo UI"/>
          <w:sz w:val="22"/>
          <w:szCs w:val="22"/>
          <w:u w:val="single"/>
        </w:rPr>
        <w:t>@ocvb.or.jp</w:t>
      </w:r>
    </w:p>
    <w:sectPr w:rsidR="00F709D0" w:rsidRPr="00DE61CE" w:rsidSect="00D45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1134" w:bottom="73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5A6" w:rsidRDefault="000C25A6" w:rsidP="001F4BB3">
      <w:r>
        <w:separator/>
      </w:r>
    </w:p>
  </w:endnote>
  <w:endnote w:type="continuationSeparator" w:id="0">
    <w:p w:rsidR="000C25A6" w:rsidRDefault="000C25A6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E21" w:rsidRDefault="00207E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0045E1">
      <w:rPr>
        <w:rStyle w:val="aa"/>
        <w:noProof/>
      </w:rPr>
      <w:t>2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0045E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E21" w:rsidRDefault="00207E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5A6" w:rsidRDefault="000C25A6" w:rsidP="001F4BB3">
      <w:r>
        <w:separator/>
      </w:r>
    </w:p>
  </w:footnote>
  <w:footnote w:type="continuationSeparator" w:id="0">
    <w:p w:rsidR="000C25A6" w:rsidRDefault="000C25A6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E21" w:rsidRDefault="007039F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75862" o:spid="_x0000_s614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E21" w:rsidRDefault="007039F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75863" o:spid="_x0000_s6147" type="#_x0000_t136" style="position:absolute;left:0;text-align:left;margin-left:0;margin-top:0;width:339.7pt;height:339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E21" w:rsidRDefault="007039F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75861" o:spid="_x0000_s614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31610"/>
    <w:multiLevelType w:val="hybridMultilevel"/>
    <w:tmpl w:val="3C5049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45E1"/>
    <w:rsid w:val="00017EBB"/>
    <w:rsid w:val="00026040"/>
    <w:rsid w:val="000264ED"/>
    <w:rsid w:val="0004522D"/>
    <w:rsid w:val="00060449"/>
    <w:rsid w:val="0007610A"/>
    <w:rsid w:val="00083735"/>
    <w:rsid w:val="000912B5"/>
    <w:rsid w:val="0009688C"/>
    <w:rsid w:val="000A2571"/>
    <w:rsid w:val="000C1843"/>
    <w:rsid w:val="000C25A6"/>
    <w:rsid w:val="000D1CBF"/>
    <w:rsid w:val="000D40AE"/>
    <w:rsid w:val="000E02B6"/>
    <w:rsid w:val="00101DA2"/>
    <w:rsid w:val="0013618D"/>
    <w:rsid w:val="001642C5"/>
    <w:rsid w:val="00166B73"/>
    <w:rsid w:val="00176FA7"/>
    <w:rsid w:val="001807D8"/>
    <w:rsid w:val="00192B76"/>
    <w:rsid w:val="00193041"/>
    <w:rsid w:val="0019388F"/>
    <w:rsid w:val="001A366A"/>
    <w:rsid w:val="001C4289"/>
    <w:rsid w:val="001D0F79"/>
    <w:rsid w:val="001F2F7B"/>
    <w:rsid w:val="001F4BB3"/>
    <w:rsid w:val="00207E21"/>
    <w:rsid w:val="002128F9"/>
    <w:rsid w:val="002341FF"/>
    <w:rsid w:val="00241C43"/>
    <w:rsid w:val="002467D7"/>
    <w:rsid w:val="0025535B"/>
    <w:rsid w:val="002742CC"/>
    <w:rsid w:val="002B0FC6"/>
    <w:rsid w:val="002F069A"/>
    <w:rsid w:val="0030521E"/>
    <w:rsid w:val="00350D10"/>
    <w:rsid w:val="003601C2"/>
    <w:rsid w:val="00374417"/>
    <w:rsid w:val="00382FCD"/>
    <w:rsid w:val="00385E04"/>
    <w:rsid w:val="003B05EF"/>
    <w:rsid w:val="003B48B5"/>
    <w:rsid w:val="003D4675"/>
    <w:rsid w:val="003D52A4"/>
    <w:rsid w:val="003F22CB"/>
    <w:rsid w:val="004220D9"/>
    <w:rsid w:val="00423AE3"/>
    <w:rsid w:val="00442B57"/>
    <w:rsid w:val="004451B3"/>
    <w:rsid w:val="004470AD"/>
    <w:rsid w:val="0046372D"/>
    <w:rsid w:val="004752F6"/>
    <w:rsid w:val="0049253C"/>
    <w:rsid w:val="00494635"/>
    <w:rsid w:val="00495F7E"/>
    <w:rsid w:val="004A41D8"/>
    <w:rsid w:val="004A5BA1"/>
    <w:rsid w:val="004E6252"/>
    <w:rsid w:val="004F5871"/>
    <w:rsid w:val="004F5D90"/>
    <w:rsid w:val="005002AA"/>
    <w:rsid w:val="00504270"/>
    <w:rsid w:val="00507E4A"/>
    <w:rsid w:val="00521FAC"/>
    <w:rsid w:val="00523C90"/>
    <w:rsid w:val="00525DEE"/>
    <w:rsid w:val="00541F31"/>
    <w:rsid w:val="005467E5"/>
    <w:rsid w:val="00557372"/>
    <w:rsid w:val="00562A09"/>
    <w:rsid w:val="0056306F"/>
    <w:rsid w:val="00570633"/>
    <w:rsid w:val="00574653"/>
    <w:rsid w:val="00585C90"/>
    <w:rsid w:val="005B461A"/>
    <w:rsid w:val="005B4C09"/>
    <w:rsid w:val="005D2A25"/>
    <w:rsid w:val="005D4DAB"/>
    <w:rsid w:val="005E6FD6"/>
    <w:rsid w:val="00606DAA"/>
    <w:rsid w:val="00607294"/>
    <w:rsid w:val="00611D0A"/>
    <w:rsid w:val="00643E5A"/>
    <w:rsid w:val="006650D1"/>
    <w:rsid w:val="006654F9"/>
    <w:rsid w:val="006C0714"/>
    <w:rsid w:val="006D4343"/>
    <w:rsid w:val="006D7DCE"/>
    <w:rsid w:val="006E3301"/>
    <w:rsid w:val="006E3979"/>
    <w:rsid w:val="0070390B"/>
    <w:rsid w:val="007039FC"/>
    <w:rsid w:val="00711246"/>
    <w:rsid w:val="007362A9"/>
    <w:rsid w:val="007564EE"/>
    <w:rsid w:val="00780033"/>
    <w:rsid w:val="00782ADB"/>
    <w:rsid w:val="007901BC"/>
    <w:rsid w:val="007B276F"/>
    <w:rsid w:val="00805FFF"/>
    <w:rsid w:val="00820BE3"/>
    <w:rsid w:val="00825740"/>
    <w:rsid w:val="00825919"/>
    <w:rsid w:val="00842AEC"/>
    <w:rsid w:val="00854C2A"/>
    <w:rsid w:val="00865D43"/>
    <w:rsid w:val="00881A98"/>
    <w:rsid w:val="0088768C"/>
    <w:rsid w:val="008A6642"/>
    <w:rsid w:val="008A6C51"/>
    <w:rsid w:val="008C34A1"/>
    <w:rsid w:val="008C49BA"/>
    <w:rsid w:val="008D0645"/>
    <w:rsid w:val="008E2822"/>
    <w:rsid w:val="008E313B"/>
    <w:rsid w:val="008F129E"/>
    <w:rsid w:val="00921958"/>
    <w:rsid w:val="0094050B"/>
    <w:rsid w:val="009408D3"/>
    <w:rsid w:val="00946F76"/>
    <w:rsid w:val="0094756D"/>
    <w:rsid w:val="009515D8"/>
    <w:rsid w:val="00972199"/>
    <w:rsid w:val="009769C8"/>
    <w:rsid w:val="009A3129"/>
    <w:rsid w:val="009B36A3"/>
    <w:rsid w:val="009D7691"/>
    <w:rsid w:val="009E2595"/>
    <w:rsid w:val="009F6522"/>
    <w:rsid w:val="00A04842"/>
    <w:rsid w:val="00A33F47"/>
    <w:rsid w:val="00A53777"/>
    <w:rsid w:val="00A62AC3"/>
    <w:rsid w:val="00A63B56"/>
    <w:rsid w:val="00A71513"/>
    <w:rsid w:val="00A71E0E"/>
    <w:rsid w:val="00A813CD"/>
    <w:rsid w:val="00A97AB5"/>
    <w:rsid w:val="00AA296B"/>
    <w:rsid w:val="00AA52F9"/>
    <w:rsid w:val="00AB7891"/>
    <w:rsid w:val="00AC02C3"/>
    <w:rsid w:val="00AD4532"/>
    <w:rsid w:val="00AE1377"/>
    <w:rsid w:val="00AE71D6"/>
    <w:rsid w:val="00AF3DDE"/>
    <w:rsid w:val="00B41386"/>
    <w:rsid w:val="00B435EB"/>
    <w:rsid w:val="00B531E0"/>
    <w:rsid w:val="00B63049"/>
    <w:rsid w:val="00B71743"/>
    <w:rsid w:val="00B720BB"/>
    <w:rsid w:val="00B76B19"/>
    <w:rsid w:val="00BC7EC3"/>
    <w:rsid w:val="00BD3B6B"/>
    <w:rsid w:val="00BE2D52"/>
    <w:rsid w:val="00BE3671"/>
    <w:rsid w:val="00BF1FD2"/>
    <w:rsid w:val="00BF56FD"/>
    <w:rsid w:val="00C12899"/>
    <w:rsid w:val="00C159E1"/>
    <w:rsid w:val="00C335CA"/>
    <w:rsid w:val="00C41128"/>
    <w:rsid w:val="00C638FB"/>
    <w:rsid w:val="00C75D3D"/>
    <w:rsid w:val="00CA15E7"/>
    <w:rsid w:val="00CE34D5"/>
    <w:rsid w:val="00D1516F"/>
    <w:rsid w:val="00D1729A"/>
    <w:rsid w:val="00D20A3D"/>
    <w:rsid w:val="00D319EA"/>
    <w:rsid w:val="00D435BB"/>
    <w:rsid w:val="00D441D8"/>
    <w:rsid w:val="00D4595F"/>
    <w:rsid w:val="00D4644B"/>
    <w:rsid w:val="00D7676F"/>
    <w:rsid w:val="00D95908"/>
    <w:rsid w:val="00DA0F72"/>
    <w:rsid w:val="00DB72A1"/>
    <w:rsid w:val="00DC039E"/>
    <w:rsid w:val="00DD4A91"/>
    <w:rsid w:val="00DE475D"/>
    <w:rsid w:val="00DE61CE"/>
    <w:rsid w:val="00DE7C47"/>
    <w:rsid w:val="00E018CB"/>
    <w:rsid w:val="00E10C2B"/>
    <w:rsid w:val="00E31590"/>
    <w:rsid w:val="00E34E5C"/>
    <w:rsid w:val="00E3612A"/>
    <w:rsid w:val="00E372DF"/>
    <w:rsid w:val="00E742EE"/>
    <w:rsid w:val="00E80A61"/>
    <w:rsid w:val="00E97F0A"/>
    <w:rsid w:val="00EA53A7"/>
    <w:rsid w:val="00EA6564"/>
    <w:rsid w:val="00EB616D"/>
    <w:rsid w:val="00EB6C19"/>
    <w:rsid w:val="00EC04C2"/>
    <w:rsid w:val="00EE387A"/>
    <w:rsid w:val="00EF13EB"/>
    <w:rsid w:val="00F01443"/>
    <w:rsid w:val="00F12CE0"/>
    <w:rsid w:val="00F244CA"/>
    <w:rsid w:val="00F31A77"/>
    <w:rsid w:val="00F41041"/>
    <w:rsid w:val="00F50A7A"/>
    <w:rsid w:val="00F50DB3"/>
    <w:rsid w:val="00F5689C"/>
    <w:rsid w:val="00F57C60"/>
    <w:rsid w:val="00F60CF4"/>
    <w:rsid w:val="00F709D0"/>
    <w:rsid w:val="00F868AB"/>
    <w:rsid w:val="00FB3642"/>
    <w:rsid w:val="00FD3B43"/>
    <w:rsid w:val="00FD4C75"/>
    <w:rsid w:val="00FF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2DD18324"/>
  <w15:chartTrackingRefBased/>
  <w15:docId w15:val="{C718C8E0-CF21-4C34-B6C8-AC5366F4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-arakaki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564E0-0260-4086-9861-E607377A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15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新垣　茉由美</cp:lastModifiedBy>
  <cp:revision>8</cp:revision>
  <cp:lastPrinted>2018-08-06T01:43:00Z</cp:lastPrinted>
  <dcterms:created xsi:type="dcterms:W3CDTF">2018-05-31T05:42:00Z</dcterms:created>
  <dcterms:modified xsi:type="dcterms:W3CDTF">2018-12-25T01:45:00Z</dcterms:modified>
</cp:coreProperties>
</file>