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BF7AA" w14:textId="3F197BFD" w:rsidR="00545D84" w:rsidRPr="00787CDC" w:rsidRDefault="00CB5093" w:rsidP="00545D84">
      <w:pPr>
        <w:ind w:firstLineChars="2500" w:firstLine="6000"/>
        <w:jc w:val="right"/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545D84"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="00545D84" w:rsidRPr="00787CDC">
        <w:rPr>
          <w:rFonts w:ascii="ＭＳ ゴシック" w:eastAsia="ＭＳ ゴシック" w:hAnsi="ＭＳ ゴシック" w:hint="eastAsia"/>
          <w:sz w:val="24"/>
          <w:lang w:eastAsia="zh-TW"/>
        </w:rPr>
        <w:t xml:space="preserve">　年　　月　　日</w:t>
      </w:r>
    </w:p>
    <w:p w14:paraId="31A90B9A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3D2EDA6D" w14:textId="77777777" w:rsidR="00E7501D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一般財団法人沖縄観光コンベンションビューロー</w:t>
      </w:r>
    </w:p>
    <w:p w14:paraId="497E6C60" w14:textId="659F6560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会長</w:t>
      </w:r>
      <w:r w:rsidR="003238C0">
        <w:rPr>
          <w:rFonts w:ascii="ＭＳ ゴシック" w:eastAsia="ＭＳ ゴシック" w:hAnsi="ＭＳ ゴシック" w:hint="eastAsia"/>
          <w:sz w:val="24"/>
        </w:rPr>
        <w:t xml:space="preserve">　</w:t>
      </w:r>
      <w:r w:rsidR="00CB5093">
        <w:rPr>
          <w:rFonts w:ascii="ＭＳ ゴシック" w:eastAsia="ＭＳ ゴシック" w:hAnsi="ＭＳ ゴシック" w:hint="eastAsia"/>
          <w:sz w:val="24"/>
        </w:rPr>
        <w:t>下地　芳郎</w:t>
      </w:r>
      <w:r w:rsidR="00C5126E" w:rsidRPr="00787CDC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D05CD" w:rsidRPr="00787CDC">
        <w:rPr>
          <w:rFonts w:ascii="ＭＳ ゴシック" w:eastAsia="ＭＳ ゴシック" w:hAnsi="ＭＳ ゴシック" w:hint="eastAsia"/>
          <w:sz w:val="24"/>
        </w:rPr>
        <w:t xml:space="preserve">　あて</w:t>
      </w:r>
    </w:p>
    <w:p w14:paraId="1210847B" w14:textId="77777777" w:rsidR="00545D84" w:rsidRPr="00787CDC" w:rsidRDefault="00545D84" w:rsidP="00545D84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1EB721DA" w14:textId="77777777" w:rsidR="005D05CD" w:rsidRPr="00787CDC" w:rsidRDefault="005D05CD" w:rsidP="00545D84">
      <w:pPr>
        <w:spacing w:line="500" w:lineRule="exact"/>
        <w:rPr>
          <w:rFonts w:ascii="ＭＳ ゴシック" w:eastAsia="ＭＳ ゴシック" w:hAnsi="ＭＳ ゴシック"/>
          <w:spacing w:val="18"/>
          <w:sz w:val="24"/>
          <w:lang w:eastAsia="zh-TW"/>
        </w:rPr>
      </w:pPr>
    </w:p>
    <w:p w14:paraId="729A6064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住</w:t>
      </w:r>
      <w:r w:rsidRPr="00787CDC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Pr="00787CDC">
        <w:rPr>
          <w:rFonts w:ascii="ＭＳ ゴシック" w:eastAsia="ＭＳ ゴシック" w:hAnsi="ＭＳ ゴシック" w:hint="eastAsia"/>
        </w:rPr>
        <w:t>所</w:t>
      </w:r>
    </w:p>
    <w:p w14:paraId="2770BF03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</w:rPr>
      </w:pPr>
    </w:p>
    <w:p w14:paraId="2B5C921C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  <w:spacing w:val="0"/>
        </w:rPr>
      </w:pPr>
      <w:r w:rsidRPr="00787CDC">
        <w:rPr>
          <w:rFonts w:ascii="ＭＳ ゴシック" w:eastAsia="ＭＳ ゴシック" w:hAnsi="ＭＳ ゴシック" w:hint="eastAsia"/>
        </w:rPr>
        <w:t>企業・</w:t>
      </w:r>
      <w:r w:rsidRPr="00787CDC">
        <w:rPr>
          <w:rFonts w:ascii="ＭＳ ゴシック" w:eastAsia="ＭＳ ゴシック" w:hAnsi="ＭＳ ゴシック"/>
        </w:rPr>
        <w:t>団体名</w:t>
      </w:r>
    </w:p>
    <w:p w14:paraId="195E029B" w14:textId="77777777" w:rsidR="005D05CD" w:rsidRPr="00787CDC" w:rsidRDefault="005D05CD" w:rsidP="005D05CD">
      <w:pPr>
        <w:pStyle w:val="a3"/>
        <w:ind w:left="4173" w:firstLineChars="1738" w:firstLine="3650"/>
        <w:rPr>
          <w:rFonts w:ascii="ＭＳ ゴシック" w:eastAsia="ＭＳ ゴシック" w:hAnsi="ＭＳ ゴシック"/>
          <w:spacing w:val="0"/>
        </w:rPr>
      </w:pPr>
    </w:p>
    <w:p w14:paraId="4696C442" w14:textId="77777777" w:rsidR="005D05CD" w:rsidRPr="00787CDC" w:rsidRDefault="005D05CD" w:rsidP="005D05C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代表者職・氏名　　　　　　　　　　　　　　　印</w:t>
      </w:r>
    </w:p>
    <w:p w14:paraId="20F3EA8D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879DD24" w14:textId="77777777" w:rsidR="007D59CC" w:rsidRPr="00787CDC" w:rsidRDefault="007D59CC" w:rsidP="00D12656">
      <w:pPr>
        <w:jc w:val="center"/>
        <w:rPr>
          <w:rFonts w:ascii="ＭＳ ゴシック" w:eastAsia="ＭＳ ゴシック" w:hAnsi="ＭＳ ゴシック" w:cs="ＭＳ Ｐ明朝"/>
          <w:bCs/>
          <w:sz w:val="24"/>
        </w:rPr>
      </w:pPr>
    </w:p>
    <w:p w14:paraId="06259795" w14:textId="67D87703" w:rsidR="00545D84" w:rsidRPr="00787CDC" w:rsidRDefault="00D12656" w:rsidP="00D12656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「沖縄</w:t>
      </w:r>
      <w:r w:rsidR="00572F1D"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ナイト</w:t>
      </w:r>
      <w:r w:rsidR="00052297">
        <w:rPr>
          <w:rFonts w:ascii="ＭＳ ゴシック" w:eastAsia="ＭＳ ゴシック" w:hAnsi="ＭＳ ゴシック" w:cs="ＭＳ Ｐ明朝" w:hint="eastAsia"/>
          <w:b/>
          <w:bCs/>
          <w:sz w:val="24"/>
        </w:rPr>
        <w:t>20</w:t>
      </w:r>
      <w:r w:rsidR="00CB5093">
        <w:rPr>
          <w:rFonts w:ascii="ＭＳ ゴシック" w:eastAsia="ＭＳ ゴシック" w:hAnsi="ＭＳ ゴシック" w:cs="ＭＳ Ｐ明朝" w:hint="eastAsia"/>
          <w:b/>
          <w:bCs/>
          <w:sz w:val="24"/>
        </w:rPr>
        <w:t>20</w:t>
      </w:r>
      <w:r w:rsidR="00572F1D"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 xml:space="preserve"> </w:t>
      </w: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in</w:t>
      </w:r>
      <w:r w:rsidR="00572F1D"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 xml:space="preserve"> </w:t>
      </w:r>
      <w:r w:rsidR="00CB5093">
        <w:rPr>
          <w:rFonts w:ascii="ＭＳ ゴシック" w:eastAsia="ＭＳ ゴシック" w:hAnsi="ＭＳ ゴシック" w:cs="ＭＳ Ｐ明朝" w:hint="eastAsia"/>
          <w:b/>
          <w:bCs/>
          <w:sz w:val="24"/>
        </w:rPr>
        <w:t>名古屋、東京</w:t>
      </w: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」</w:t>
      </w:r>
      <w:r w:rsidR="00CB21A9"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実施業務</w:t>
      </w:r>
    </w:p>
    <w:p w14:paraId="6B34D903" w14:textId="77777777" w:rsidR="00545D84" w:rsidRDefault="00545D84" w:rsidP="00545D8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87CDC">
        <w:rPr>
          <w:rFonts w:ascii="ＭＳ ゴシック" w:eastAsia="ＭＳ ゴシック" w:hAnsi="ＭＳ ゴシック" w:hint="eastAsia"/>
          <w:b/>
          <w:sz w:val="24"/>
        </w:rPr>
        <w:t>企画</w:t>
      </w:r>
      <w:r w:rsidR="00020B0B">
        <w:rPr>
          <w:rFonts w:ascii="ＭＳ ゴシック" w:eastAsia="ＭＳ ゴシック" w:hAnsi="ＭＳ ゴシック" w:hint="eastAsia"/>
          <w:b/>
          <w:sz w:val="24"/>
        </w:rPr>
        <w:t>提案</w:t>
      </w:r>
      <w:r w:rsidRPr="00787CDC">
        <w:rPr>
          <w:rFonts w:ascii="ＭＳ ゴシック" w:eastAsia="ＭＳ ゴシック" w:hAnsi="ＭＳ ゴシック" w:hint="eastAsia"/>
          <w:b/>
          <w:sz w:val="24"/>
        </w:rPr>
        <w:t>コンペ参加辞退書</w:t>
      </w:r>
    </w:p>
    <w:p w14:paraId="65763688" w14:textId="77777777" w:rsidR="00AC1ACB" w:rsidRPr="00787CDC" w:rsidRDefault="00AC1ACB" w:rsidP="00545D84">
      <w:pPr>
        <w:jc w:val="center"/>
        <w:rPr>
          <w:rFonts w:ascii="ＭＳ ゴシック" w:eastAsia="ＭＳ ゴシック" w:hAnsi="ＭＳ ゴシック"/>
          <w:b/>
          <w:sz w:val="24"/>
          <w:lang w:eastAsia="zh-TW"/>
        </w:rPr>
      </w:pPr>
    </w:p>
    <w:p w14:paraId="0316F5B9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22DD666B" w14:textId="42AD18D1" w:rsidR="00545D84" w:rsidRPr="00787CDC" w:rsidRDefault="00CB21A9" w:rsidP="00572F1D">
      <w:pPr>
        <w:spacing w:line="380" w:lineRule="exact"/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="003E3657">
        <w:rPr>
          <w:rFonts w:ascii="ＭＳ ゴシック" w:eastAsia="ＭＳ ゴシック" w:hAnsi="ＭＳ ゴシック" w:hint="eastAsia"/>
          <w:sz w:val="24"/>
        </w:rPr>
        <w:t>令和</w:t>
      </w:r>
      <w:r w:rsidR="00545D84" w:rsidRPr="00787CDC">
        <w:rPr>
          <w:rFonts w:ascii="ＭＳ ゴシック" w:eastAsia="ＭＳ ゴシック" w:hAnsi="ＭＳ ゴシック" w:hint="eastAsia"/>
          <w:sz w:val="24"/>
        </w:rPr>
        <w:t xml:space="preserve">　　年　　月　　日付　で</w:t>
      </w:r>
      <w:r w:rsidRPr="00787CDC">
        <w:rPr>
          <w:rFonts w:ascii="ＭＳ ゴシック" w:eastAsia="ＭＳ ゴシック" w:hAnsi="ＭＳ ゴシック" w:hint="eastAsia"/>
          <w:sz w:val="24"/>
        </w:rPr>
        <w:t>申込み</w:t>
      </w:r>
      <w:r w:rsidRPr="00787CDC">
        <w:rPr>
          <w:rFonts w:ascii="ＭＳ ゴシック" w:eastAsia="ＭＳ ゴシック" w:hAnsi="ＭＳ ゴシック"/>
          <w:sz w:val="24"/>
        </w:rPr>
        <w:t>しました</w:t>
      </w:r>
      <w:r w:rsidRPr="00787CDC">
        <w:rPr>
          <w:rFonts w:ascii="ＭＳ ゴシック" w:eastAsia="ＭＳ ゴシック" w:hAnsi="ＭＳ ゴシック" w:hint="eastAsia"/>
          <w:sz w:val="24"/>
        </w:rPr>
        <w:t>本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企画コンペティションについて</w:t>
      </w:r>
      <w:r w:rsidRPr="00787CDC">
        <w:rPr>
          <w:rFonts w:ascii="ＭＳ ゴシック" w:eastAsia="ＭＳ ゴシック" w:hAnsi="ＭＳ ゴシック" w:hint="eastAsia"/>
          <w:sz w:val="24"/>
        </w:rPr>
        <w:t>、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下記のとおり参加辞退したいので、</w:t>
      </w:r>
      <w:r w:rsidR="00D12656" w:rsidRPr="00787CDC">
        <w:rPr>
          <w:rFonts w:ascii="ＭＳ ゴシック" w:eastAsia="ＭＳ ゴシック" w:hAnsi="ＭＳ ゴシック" w:cs="ＭＳ Ｐ明朝" w:hint="eastAsia"/>
          <w:bCs/>
          <w:sz w:val="24"/>
        </w:rPr>
        <w:t>「沖縄</w:t>
      </w:r>
      <w:r w:rsidR="00572F1D" w:rsidRPr="00787CDC">
        <w:rPr>
          <w:rFonts w:ascii="ＭＳ ゴシック" w:eastAsia="ＭＳ ゴシック" w:hAnsi="ＭＳ ゴシック" w:cs="ＭＳ Ｐ明朝" w:hint="eastAsia"/>
          <w:bCs/>
          <w:sz w:val="24"/>
        </w:rPr>
        <w:t>ナイト</w:t>
      </w:r>
      <w:r w:rsidR="00052297">
        <w:rPr>
          <w:rFonts w:ascii="ＭＳ ゴシック" w:eastAsia="ＭＳ ゴシック" w:hAnsi="ＭＳ ゴシック" w:cs="ＭＳ Ｐ明朝" w:hint="eastAsia"/>
          <w:bCs/>
          <w:sz w:val="24"/>
        </w:rPr>
        <w:t>20</w:t>
      </w:r>
      <w:r w:rsidR="00CB5093">
        <w:rPr>
          <w:rFonts w:ascii="ＭＳ ゴシック" w:eastAsia="ＭＳ ゴシック" w:hAnsi="ＭＳ ゴシック" w:cs="ＭＳ Ｐ明朝" w:hint="eastAsia"/>
          <w:bCs/>
          <w:sz w:val="24"/>
        </w:rPr>
        <w:t>20</w:t>
      </w:r>
      <w:r w:rsidR="00572F1D" w:rsidRPr="00787CDC">
        <w:rPr>
          <w:rFonts w:ascii="ＭＳ ゴシック" w:eastAsia="ＭＳ ゴシック" w:hAnsi="ＭＳ ゴシック" w:cs="ＭＳ Ｐ明朝" w:hint="eastAsia"/>
          <w:bCs/>
          <w:sz w:val="24"/>
        </w:rPr>
        <w:t xml:space="preserve"> in </w:t>
      </w:r>
      <w:r w:rsidR="00CB5093">
        <w:rPr>
          <w:rFonts w:ascii="ＭＳ ゴシック" w:eastAsia="ＭＳ ゴシック" w:hAnsi="ＭＳ ゴシック" w:cs="ＭＳ Ｐ明朝" w:hint="eastAsia"/>
          <w:bCs/>
          <w:sz w:val="24"/>
        </w:rPr>
        <w:t>名古屋、東京</w:t>
      </w:r>
      <w:r w:rsidR="00D12656" w:rsidRPr="00787CDC">
        <w:rPr>
          <w:rFonts w:ascii="ＭＳ ゴシック" w:eastAsia="ＭＳ ゴシック" w:hAnsi="ＭＳ ゴシック" w:cs="ＭＳ Ｐ明朝" w:hint="eastAsia"/>
          <w:bCs/>
          <w:sz w:val="24"/>
        </w:rPr>
        <w:t>」</w:t>
      </w:r>
      <w:r w:rsidR="00243E99" w:rsidRPr="00787CDC">
        <w:rPr>
          <w:rFonts w:ascii="ＭＳ ゴシック" w:eastAsia="ＭＳ ゴシック" w:hAnsi="ＭＳ ゴシック" w:cs="ＭＳ Ｐ明朝" w:hint="eastAsia"/>
          <w:bCs/>
          <w:sz w:val="24"/>
        </w:rPr>
        <w:t>実施業務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企画</w:t>
      </w:r>
      <w:r w:rsidR="006736AB" w:rsidRPr="00787CDC">
        <w:rPr>
          <w:rFonts w:ascii="ＭＳ ゴシック" w:eastAsia="ＭＳ ゴシック" w:hAnsi="ＭＳ ゴシック" w:hint="eastAsia"/>
          <w:sz w:val="24"/>
        </w:rPr>
        <w:t>提案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コンペ応募</w:t>
      </w:r>
      <w:r w:rsidR="00243E99" w:rsidRPr="00787CDC">
        <w:rPr>
          <w:rFonts w:ascii="ＭＳ ゴシック" w:eastAsia="ＭＳ ゴシック" w:hAnsi="ＭＳ ゴシック" w:hint="eastAsia"/>
          <w:sz w:val="24"/>
        </w:rPr>
        <w:t>要領に基づき提出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します。</w:t>
      </w:r>
      <w:bookmarkStart w:id="0" w:name="_GoBack"/>
      <w:bookmarkEnd w:id="0"/>
    </w:p>
    <w:p w14:paraId="22AED0CC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278CD5E3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60F62CA5" w14:textId="77777777" w:rsidR="00545D84" w:rsidRPr="00787CDC" w:rsidRDefault="00545D84" w:rsidP="00545D84">
      <w:pPr>
        <w:pStyle w:val="ab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記</w:t>
      </w:r>
    </w:p>
    <w:p w14:paraId="5F1BA535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29DD857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１</w:t>
      </w:r>
      <w:r w:rsidR="00243E99"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787CDC">
        <w:rPr>
          <w:rFonts w:ascii="ＭＳ ゴシック" w:eastAsia="ＭＳ ゴシック" w:hAnsi="ＭＳ ゴシック" w:hint="eastAsia"/>
          <w:sz w:val="24"/>
        </w:rPr>
        <w:t>参加辞退の理由</w:t>
      </w:r>
    </w:p>
    <w:p w14:paraId="3C8165A3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B24E47F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615EC483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0BA5B068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6E6D3EF3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7014E0D1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6C01AB88" w14:textId="77777777" w:rsidR="00545D84" w:rsidRPr="00787CDC" w:rsidRDefault="00545D84" w:rsidP="00545D84">
      <w:pPr>
        <w:rPr>
          <w:rFonts w:ascii="ＭＳ ゴシック" w:eastAsia="ＭＳ ゴシック" w:hAnsi="ＭＳ ゴシック"/>
        </w:rPr>
      </w:pPr>
    </w:p>
    <w:p w14:paraId="171E791E" w14:textId="77777777" w:rsidR="00193041" w:rsidRPr="00787CDC" w:rsidRDefault="00193041" w:rsidP="00545D84">
      <w:pPr>
        <w:rPr>
          <w:rFonts w:ascii="ＭＳ ゴシック" w:eastAsia="ＭＳ ゴシック" w:hAnsi="ＭＳ ゴシック"/>
        </w:rPr>
      </w:pPr>
    </w:p>
    <w:sectPr w:rsidR="00193041" w:rsidRPr="00787CDC" w:rsidSect="00422DFD">
      <w:headerReference w:type="default" r:id="rId7"/>
      <w:footerReference w:type="defaul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52A05" w14:textId="77777777" w:rsidR="008612F9" w:rsidRDefault="008612F9" w:rsidP="001F4BB3">
      <w:r>
        <w:separator/>
      </w:r>
    </w:p>
  </w:endnote>
  <w:endnote w:type="continuationSeparator" w:id="0">
    <w:p w14:paraId="1F626254" w14:textId="77777777" w:rsidR="008612F9" w:rsidRDefault="008612F9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0A7AB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DA73CD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DA73CD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93F5B" w14:textId="77777777" w:rsidR="008612F9" w:rsidRDefault="008612F9" w:rsidP="001F4BB3">
      <w:r>
        <w:separator/>
      </w:r>
    </w:p>
  </w:footnote>
  <w:footnote w:type="continuationSeparator" w:id="0">
    <w:p w14:paraId="134AB444" w14:textId="77777777" w:rsidR="008612F9" w:rsidRDefault="008612F9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453C6" w14:textId="77777777" w:rsidR="00422DFD" w:rsidRPr="005D05CD" w:rsidRDefault="00422DFD" w:rsidP="00422DFD">
    <w:pPr>
      <w:pStyle w:val="a3"/>
      <w:rPr>
        <w:rFonts w:ascii="MS UI Gothic" w:eastAsia="MS UI Gothic" w:hAnsi="MS UI Gothic"/>
        <w:b/>
        <w:spacing w:val="0"/>
      </w:rPr>
    </w:pPr>
    <w:r w:rsidRPr="005D05CD">
      <w:rPr>
        <w:rFonts w:ascii="MS UI Gothic" w:eastAsia="MS UI Gothic" w:hAnsi="MS UI Gothic" w:hint="eastAsia"/>
        <w:b/>
      </w:rPr>
      <w:t>（様式</w:t>
    </w:r>
    <w:r w:rsidR="005D05CD" w:rsidRPr="005D05CD">
      <w:rPr>
        <w:rFonts w:ascii="MS UI Gothic" w:eastAsia="MS UI Gothic" w:hAnsi="MS UI Gothic" w:hint="eastAsia"/>
        <w:b/>
      </w:rPr>
      <w:t>３</w:t>
    </w:r>
    <w:r w:rsidRPr="005D05CD">
      <w:rPr>
        <w:rFonts w:ascii="MS UI Gothic" w:eastAsia="MS UI Gothic" w:hAnsi="MS UI Gothic" w:hint="eastAsia"/>
        <w:b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7EBB"/>
    <w:rsid w:val="00020B0B"/>
    <w:rsid w:val="00026040"/>
    <w:rsid w:val="00052297"/>
    <w:rsid w:val="00080881"/>
    <w:rsid w:val="00083735"/>
    <w:rsid w:val="000A2571"/>
    <w:rsid w:val="000D40AE"/>
    <w:rsid w:val="000F1FC7"/>
    <w:rsid w:val="00101DA2"/>
    <w:rsid w:val="0012368D"/>
    <w:rsid w:val="00142E7A"/>
    <w:rsid w:val="00155AB6"/>
    <w:rsid w:val="00166B73"/>
    <w:rsid w:val="00173B26"/>
    <w:rsid w:val="00193041"/>
    <w:rsid w:val="001A366A"/>
    <w:rsid w:val="001E3995"/>
    <w:rsid w:val="001F4BB3"/>
    <w:rsid w:val="001F5594"/>
    <w:rsid w:val="001F5F4C"/>
    <w:rsid w:val="00226A09"/>
    <w:rsid w:val="00233E8C"/>
    <w:rsid w:val="002341FF"/>
    <w:rsid w:val="00243E99"/>
    <w:rsid w:val="0025535B"/>
    <w:rsid w:val="002C014B"/>
    <w:rsid w:val="003238C0"/>
    <w:rsid w:val="00340B16"/>
    <w:rsid w:val="003818B5"/>
    <w:rsid w:val="00392F88"/>
    <w:rsid w:val="003B05EF"/>
    <w:rsid w:val="003B48B5"/>
    <w:rsid w:val="003E3657"/>
    <w:rsid w:val="003F3485"/>
    <w:rsid w:val="00422DFD"/>
    <w:rsid w:val="004451B3"/>
    <w:rsid w:val="00455B65"/>
    <w:rsid w:val="0046372D"/>
    <w:rsid w:val="004A5234"/>
    <w:rsid w:val="004A5DA9"/>
    <w:rsid w:val="004E277C"/>
    <w:rsid w:val="004E6252"/>
    <w:rsid w:val="004F0EE3"/>
    <w:rsid w:val="00507E4A"/>
    <w:rsid w:val="00514A98"/>
    <w:rsid w:val="00523C90"/>
    <w:rsid w:val="005258F9"/>
    <w:rsid w:val="00527E62"/>
    <w:rsid w:val="00545D84"/>
    <w:rsid w:val="00562A09"/>
    <w:rsid w:val="00570633"/>
    <w:rsid w:val="00572F1D"/>
    <w:rsid w:val="0059412E"/>
    <w:rsid w:val="005A011B"/>
    <w:rsid w:val="005B461A"/>
    <w:rsid w:val="005B4C09"/>
    <w:rsid w:val="005C2F07"/>
    <w:rsid w:val="005D05CD"/>
    <w:rsid w:val="005D1F45"/>
    <w:rsid w:val="005D4DAB"/>
    <w:rsid w:val="005E6FD6"/>
    <w:rsid w:val="006213C2"/>
    <w:rsid w:val="006651DE"/>
    <w:rsid w:val="006736AB"/>
    <w:rsid w:val="006B11E3"/>
    <w:rsid w:val="006D0FBF"/>
    <w:rsid w:val="006E3301"/>
    <w:rsid w:val="0071782A"/>
    <w:rsid w:val="00762ACD"/>
    <w:rsid w:val="00780033"/>
    <w:rsid w:val="00787CDC"/>
    <w:rsid w:val="007B276F"/>
    <w:rsid w:val="007D59CC"/>
    <w:rsid w:val="007F7FBA"/>
    <w:rsid w:val="00840BEB"/>
    <w:rsid w:val="008545C1"/>
    <w:rsid w:val="008612F9"/>
    <w:rsid w:val="00865D43"/>
    <w:rsid w:val="00881A98"/>
    <w:rsid w:val="0088768C"/>
    <w:rsid w:val="008A191E"/>
    <w:rsid w:val="008A3280"/>
    <w:rsid w:val="008B4091"/>
    <w:rsid w:val="008D0645"/>
    <w:rsid w:val="00924AEE"/>
    <w:rsid w:val="009408D3"/>
    <w:rsid w:val="00946F76"/>
    <w:rsid w:val="00951AD6"/>
    <w:rsid w:val="00965270"/>
    <w:rsid w:val="009769C8"/>
    <w:rsid w:val="009A3129"/>
    <w:rsid w:val="009A3981"/>
    <w:rsid w:val="009B36A3"/>
    <w:rsid w:val="009E2595"/>
    <w:rsid w:val="00A067F3"/>
    <w:rsid w:val="00A075A2"/>
    <w:rsid w:val="00A503F5"/>
    <w:rsid w:val="00AA52F9"/>
    <w:rsid w:val="00AB37E9"/>
    <w:rsid w:val="00AC1ACB"/>
    <w:rsid w:val="00AC2D99"/>
    <w:rsid w:val="00AE1377"/>
    <w:rsid w:val="00AE4A01"/>
    <w:rsid w:val="00AE71D6"/>
    <w:rsid w:val="00AF3DDE"/>
    <w:rsid w:val="00B20C71"/>
    <w:rsid w:val="00B41386"/>
    <w:rsid w:val="00B52D54"/>
    <w:rsid w:val="00BC5542"/>
    <w:rsid w:val="00BF2CD7"/>
    <w:rsid w:val="00C12899"/>
    <w:rsid w:val="00C14D0B"/>
    <w:rsid w:val="00C335CA"/>
    <w:rsid w:val="00C41128"/>
    <w:rsid w:val="00C5126E"/>
    <w:rsid w:val="00C95FF1"/>
    <w:rsid w:val="00CB21A9"/>
    <w:rsid w:val="00CB5093"/>
    <w:rsid w:val="00CF7095"/>
    <w:rsid w:val="00D0722B"/>
    <w:rsid w:val="00D12656"/>
    <w:rsid w:val="00D1729A"/>
    <w:rsid w:val="00D319EA"/>
    <w:rsid w:val="00D356AA"/>
    <w:rsid w:val="00D47F3C"/>
    <w:rsid w:val="00DA73CD"/>
    <w:rsid w:val="00DB0B0A"/>
    <w:rsid w:val="00DD2FA4"/>
    <w:rsid w:val="00DD4A91"/>
    <w:rsid w:val="00E10C2B"/>
    <w:rsid w:val="00E11785"/>
    <w:rsid w:val="00E34E5C"/>
    <w:rsid w:val="00E71CB6"/>
    <w:rsid w:val="00E742EE"/>
    <w:rsid w:val="00E7501D"/>
    <w:rsid w:val="00E820C5"/>
    <w:rsid w:val="00E97F0A"/>
    <w:rsid w:val="00EB6C19"/>
    <w:rsid w:val="00ED42E1"/>
    <w:rsid w:val="00F12C57"/>
    <w:rsid w:val="00F22087"/>
    <w:rsid w:val="00F41041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82491EE"/>
  <w15:chartTrackingRefBased/>
  <w15:docId w15:val="{54D5C3D4-3960-40BC-9B4A-A47B3290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paragraph" w:styleId="ab">
    <w:name w:val="Note Heading"/>
    <w:basedOn w:val="a"/>
    <w:next w:val="a"/>
    <w:link w:val="ac"/>
    <w:rsid w:val="00545D84"/>
    <w:pPr>
      <w:jc w:val="center"/>
    </w:pPr>
    <w:rPr>
      <w:sz w:val="24"/>
    </w:rPr>
  </w:style>
  <w:style w:type="character" w:customStyle="1" w:styleId="ac">
    <w:name w:val="記 (文字)"/>
    <w:link w:val="ab"/>
    <w:rsid w:val="00545D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0B7D-06B1-4616-9877-716E9FC7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177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照喜名　朝仁</cp:lastModifiedBy>
  <cp:revision>5</cp:revision>
  <cp:lastPrinted>2019-10-16T08:27:00Z</cp:lastPrinted>
  <dcterms:created xsi:type="dcterms:W3CDTF">2018-08-09T00:10:00Z</dcterms:created>
  <dcterms:modified xsi:type="dcterms:W3CDTF">2019-10-16T22:44:00Z</dcterms:modified>
</cp:coreProperties>
</file>