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6CD30" w14:textId="77777777" w:rsidR="00A1619E" w:rsidRPr="00A1024B" w:rsidRDefault="00F467AF" w:rsidP="00A1619E">
      <w:pPr>
        <w:pStyle w:val="a3"/>
        <w:spacing w:line="352" w:lineRule="exact"/>
        <w:jc w:val="left"/>
        <w:rPr>
          <w:rFonts w:ascii="ＭＳ Ｐゴシック" w:eastAsia="ＭＳ Ｐゴシック" w:hAnsi="ＭＳ Ｐゴシック"/>
          <w:sz w:val="22"/>
          <w:szCs w:val="28"/>
        </w:rPr>
      </w:pPr>
      <w:r w:rsidRPr="00A1024B">
        <w:rPr>
          <w:rFonts w:ascii="ＭＳ Ｐゴシック" w:eastAsia="ＭＳ Ｐゴシック" w:hAnsi="ＭＳ Ｐゴシック" w:hint="eastAsia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62C29B" wp14:editId="68D0BA5A">
                <wp:simplePos x="0" y="0"/>
                <wp:positionH relativeFrom="column">
                  <wp:posOffset>2757170</wp:posOffset>
                </wp:positionH>
                <wp:positionV relativeFrom="paragraph">
                  <wp:posOffset>2540</wp:posOffset>
                </wp:positionV>
                <wp:extent cx="3256915" cy="54483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6915" cy="54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4728B" w14:textId="77777777" w:rsidR="00A1619E" w:rsidRPr="00B5223A" w:rsidRDefault="00A1619E" w:rsidP="00A1619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B5223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ＦＡＸ送付先</w:t>
                            </w:r>
                            <w:r w:rsidR="00F9581E" w:rsidRPr="00B5223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：</w:t>
                            </w:r>
                            <w:r w:rsidRPr="00B5223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０９８－８５９－６</w:t>
                            </w:r>
                            <w:r w:rsidR="004C36F0" w:rsidRPr="00B5223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２２</w:t>
                            </w:r>
                            <w:r w:rsidR="0009467E" w:rsidRPr="00B5223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２</w:t>
                            </w:r>
                          </w:p>
                          <w:p w14:paraId="4ACAF56B" w14:textId="78D98FAF" w:rsidR="00A1619E" w:rsidRPr="00B5223A" w:rsidRDefault="00A1619E" w:rsidP="00A1619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B5223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E-mail送付先</w:t>
                            </w:r>
                            <w:r w:rsidR="00F9581E" w:rsidRPr="00B5223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8"/>
                                <w:szCs w:val="28"/>
                              </w:rPr>
                              <w:t>：</w:t>
                            </w:r>
                            <w:r w:rsidR="00C00B90" w:rsidRPr="00C00B90"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  <w:szCs w:val="28"/>
                              </w:rPr>
                              <w:t>dom_night2020@ocvb.or.jp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62C2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17.1pt;margin-top:.2pt;width:256.45pt;height:4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">
                <v:textbox>
                  <w:txbxContent>
                    <w:p w14:paraId="07A4728B" w14:textId="77777777" w:rsidR="00A1619E" w:rsidRPr="00B5223A" w:rsidRDefault="00A1619E" w:rsidP="00A1619E">
                      <w:pPr>
                        <w:rPr>
                          <w:rFonts w:ascii="ＭＳ Ｐゴシック" w:eastAsia="ＭＳ Ｐゴシック" w:hAnsi="ＭＳ Ｐゴシック"/>
                          <w:b/>
                          <w:sz w:val="28"/>
                          <w:szCs w:val="28"/>
                        </w:rPr>
                      </w:pPr>
                      <w:r w:rsidRPr="00B5223A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ＦＡＸ送付先</w:t>
                      </w:r>
                      <w:r w:rsidR="00F9581E" w:rsidRPr="00B5223A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：</w:t>
                      </w:r>
                      <w:r w:rsidRPr="00B5223A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０９８－８５９－６</w:t>
                      </w:r>
                      <w:r w:rsidR="004C36F0" w:rsidRPr="00B5223A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２２</w:t>
                      </w:r>
                      <w:r w:rsidR="0009467E" w:rsidRPr="00B5223A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２</w:t>
                      </w:r>
                    </w:p>
                    <w:p w14:paraId="4ACAF56B" w14:textId="78D98FAF" w:rsidR="00A1619E" w:rsidRPr="00B5223A" w:rsidRDefault="00A1619E" w:rsidP="00A1619E">
                      <w:pPr>
                        <w:rPr>
                          <w:rFonts w:ascii="ＭＳ Ｐゴシック" w:eastAsia="ＭＳ Ｐゴシック" w:hAnsi="ＭＳ Ｐゴシック"/>
                          <w:b/>
                          <w:sz w:val="28"/>
                          <w:szCs w:val="28"/>
                        </w:rPr>
                      </w:pPr>
                      <w:r w:rsidRPr="00B5223A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E-mail送付先</w:t>
                      </w:r>
                      <w:r w:rsidR="00F9581E" w:rsidRPr="00B5223A">
                        <w:rPr>
                          <w:rFonts w:ascii="ＭＳ Ｐゴシック" w:eastAsia="ＭＳ Ｐゴシック" w:hAnsi="ＭＳ Ｐゴシック" w:hint="eastAsia"/>
                          <w:b/>
                          <w:sz w:val="28"/>
                          <w:szCs w:val="28"/>
                        </w:rPr>
                        <w:t>：</w:t>
                      </w:r>
                      <w:r w:rsidR="00C00B90" w:rsidRPr="00C00B90">
                        <w:rPr>
                          <w:rFonts w:ascii="ＭＳ Ｐゴシック" w:eastAsia="ＭＳ Ｐゴシック" w:hAnsi="ＭＳ Ｐゴシック"/>
                          <w:b/>
                          <w:sz w:val="28"/>
                          <w:szCs w:val="28"/>
                        </w:rPr>
                        <w:t>dom_night2020@ocvb.or.jp</w:t>
                      </w:r>
                    </w:p>
                  </w:txbxContent>
                </v:textbox>
              </v:shape>
            </w:pict>
          </mc:Fallback>
        </mc:AlternateContent>
      </w:r>
    </w:p>
    <w:p w14:paraId="256AA818" w14:textId="77777777" w:rsidR="00A1619E" w:rsidRPr="00A1024B" w:rsidRDefault="00A1619E" w:rsidP="00A1619E">
      <w:pPr>
        <w:pStyle w:val="a3"/>
        <w:spacing w:line="352" w:lineRule="exact"/>
        <w:jc w:val="left"/>
        <w:rPr>
          <w:rFonts w:ascii="ＭＳ Ｐゴシック" w:eastAsia="ＭＳ Ｐゴシック" w:hAnsi="ＭＳ Ｐゴシック"/>
          <w:sz w:val="22"/>
          <w:szCs w:val="28"/>
        </w:rPr>
      </w:pPr>
    </w:p>
    <w:p w14:paraId="07BF6BA7" w14:textId="77777777" w:rsidR="00A1619E" w:rsidRPr="00A1024B" w:rsidRDefault="00A1619E" w:rsidP="00A1619E">
      <w:pPr>
        <w:pStyle w:val="a3"/>
        <w:spacing w:line="352" w:lineRule="exact"/>
        <w:jc w:val="left"/>
        <w:rPr>
          <w:rFonts w:ascii="ＭＳ Ｐゴシック" w:eastAsia="ＭＳ Ｐゴシック" w:hAnsi="ＭＳ Ｐゴシック"/>
          <w:sz w:val="22"/>
          <w:szCs w:val="28"/>
        </w:rPr>
      </w:pPr>
    </w:p>
    <w:p w14:paraId="55918B5B" w14:textId="77777777" w:rsidR="00A1619E" w:rsidRPr="00A1024B" w:rsidRDefault="00A1619E" w:rsidP="00A1619E">
      <w:pPr>
        <w:pStyle w:val="a3"/>
        <w:spacing w:line="352" w:lineRule="exact"/>
        <w:jc w:val="left"/>
        <w:rPr>
          <w:rFonts w:ascii="ＭＳ Ｐゴシック" w:eastAsia="ＭＳ Ｐゴシック" w:hAnsi="ＭＳ Ｐゴシック"/>
          <w:sz w:val="22"/>
          <w:szCs w:val="28"/>
        </w:rPr>
      </w:pPr>
    </w:p>
    <w:p w14:paraId="4B9C09E9" w14:textId="77777777" w:rsidR="00676CE1" w:rsidRDefault="00676CE1" w:rsidP="00B83E49">
      <w:pPr>
        <w:spacing w:line="380" w:lineRule="exact"/>
        <w:jc w:val="center"/>
        <w:rPr>
          <w:rFonts w:ascii="ＭＳ Ｐゴシック" w:eastAsia="ＭＳ Ｐゴシック" w:hAnsi="ＭＳ Ｐゴシック" w:cs="ＭＳ Ｐ明朝"/>
          <w:b/>
          <w:bCs/>
          <w:sz w:val="22"/>
          <w:szCs w:val="22"/>
        </w:rPr>
      </w:pPr>
    </w:p>
    <w:p w14:paraId="3C35000B" w14:textId="40C76FF0" w:rsidR="00F06D91" w:rsidRDefault="00B83E49" w:rsidP="00B83E49">
      <w:pPr>
        <w:spacing w:line="380" w:lineRule="exact"/>
        <w:jc w:val="center"/>
        <w:rPr>
          <w:rFonts w:ascii="ＭＳ Ｐゴシック" w:eastAsia="ＭＳ Ｐゴシック" w:hAnsi="ＭＳ Ｐゴシック" w:cs="ＭＳ Ｐ明朝"/>
          <w:b/>
          <w:bCs/>
          <w:sz w:val="36"/>
          <w:szCs w:val="36"/>
        </w:rPr>
      </w:pPr>
      <w:r w:rsidRPr="00010DE0">
        <w:rPr>
          <w:rFonts w:ascii="ＭＳ Ｐゴシック" w:eastAsia="ＭＳ Ｐゴシック" w:hAnsi="ＭＳ Ｐゴシック" w:cs="ＭＳ Ｐ明朝" w:hint="eastAsia"/>
          <w:b/>
          <w:bCs/>
          <w:sz w:val="36"/>
          <w:szCs w:val="36"/>
        </w:rPr>
        <w:t>「沖縄ナイト</w:t>
      </w:r>
      <w:r w:rsidR="00020C21">
        <w:rPr>
          <w:rFonts w:ascii="ＭＳ Ｐゴシック" w:eastAsia="ＭＳ Ｐゴシック" w:hAnsi="ＭＳ Ｐゴシック" w:cs="ＭＳ Ｐ明朝" w:hint="eastAsia"/>
          <w:b/>
          <w:bCs/>
          <w:sz w:val="36"/>
          <w:szCs w:val="36"/>
        </w:rPr>
        <w:t>20</w:t>
      </w:r>
      <w:r w:rsidR="00190D0D">
        <w:rPr>
          <w:rFonts w:ascii="ＭＳ Ｐゴシック" w:eastAsia="ＭＳ Ｐゴシック" w:hAnsi="ＭＳ Ｐゴシック" w:cs="ＭＳ Ｐ明朝" w:hint="eastAsia"/>
          <w:b/>
          <w:bCs/>
          <w:sz w:val="36"/>
          <w:szCs w:val="36"/>
        </w:rPr>
        <w:t>20</w:t>
      </w:r>
      <w:r w:rsidRPr="00010DE0">
        <w:rPr>
          <w:rFonts w:ascii="ＭＳ Ｐゴシック" w:eastAsia="ＭＳ Ｐゴシック" w:hAnsi="ＭＳ Ｐゴシック" w:cs="ＭＳ Ｐ明朝" w:hint="eastAsia"/>
          <w:b/>
          <w:bCs/>
          <w:sz w:val="36"/>
          <w:szCs w:val="36"/>
        </w:rPr>
        <w:t xml:space="preserve"> in </w:t>
      </w:r>
      <w:r w:rsidR="00190D0D">
        <w:rPr>
          <w:rFonts w:ascii="ＭＳ Ｐゴシック" w:eastAsia="ＭＳ Ｐゴシック" w:hAnsi="ＭＳ Ｐゴシック" w:cs="ＭＳ Ｐ明朝" w:hint="eastAsia"/>
          <w:b/>
          <w:bCs/>
          <w:sz w:val="36"/>
          <w:szCs w:val="36"/>
        </w:rPr>
        <w:t>名古屋、東京</w:t>
      </w:r>
      <w:r w:rsidRPr="00010DE0">
        <w:rPr>
          <w:rFonts w:ascii="ＭＳ Ｐゴシック" w:eastAsia="ＭＳ Ｐゴシック" w:hAnsi="ＭＳ Ｐゴシック" w:cs="ＭＳ Ｐ明朝" w:hint="eastAsia"/>
          <w:b/>
          <w:bCs/>
          <w:sz w:val="36"/>
          <w:szCs w:val="36"/>
        </w:rPr>
        <w:t>」</w:t>
      </w:r>
      <w:r w:rsidR="00F06D91">
        <w:rPr>
          <w:rFonts w:ascii="ＭＳ Ｐゴシック" w:eastAsia="ＭＳ Ｐゴシック" w:hAnsi="ＭＳ Ｐゴシック" w:cs="ＭＳ Ｐ明朝" w:hint="eastAsia"/>
          <w:b/>
          <w:bCs/>
          <w:sz w:val="36"/>
          <w:szCs w:val="36"/>
        </w:rPr>
        <w:t>実施</w:t>
      </w:r>
      <w:r w:rsidR="00F06D91">
        <w:rPr>
          <w:rFonts w:ascii="ＭＳ Ｐゴシック" w:eastAsia="ＭＳ Ｐゴシック" w:hAnsi="ＭＳ Ｐゴシック" w:cs="ＭＳ Ｐ明朝"/>
          <w:b/>
          <w:bCs/>
          <w:sz w:val="36"/>
          <w:szCs w:val="36"/>
        </w:rPr>
        <w:t>業務</w:t>
      </w:r>
      <w:bookmarkStart w:id="0" w:name="_GoBack"/>
      <w:bookmarkEnd w:id="0"/>
    </w:p>
    <w:p w14:paraId="584F7C03" w14:textId="77777777" w:rsidR="00C13AF2" w:rsidRPr="00010DE0" w:rsidRDefault="00142B66" w:rsidP="00F06D91">
      <w:pPr>
        <w:spacing w:line="380" w:lineRule="exact"/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010DE0">
        <w:rPr>
          <w:rFonts w:ascii="ＭＳ Ｐゴシック" w:eastAsia="ＭＳ Ｐゴシック" w:hAnsi="ＭＳ Ｐゴシック" w:cs="ＭＳ Ｐ明朝" w:hint="eastAsia"/>
          <w:b/>
          <w:bCs/>
          <w:sz w:val="36"/>
          <w:szCs w:val="36"/>
        </w:rPr>
        <w:t>企画提案コンペ</w:t>
      </w:r>
      <w:r w:rsidR="00F06D91">
        <w:rPr>
          <w:rFonts w:ascii="ＭＳ Ｐゴシック" w:eastAsia="ＭＳ Ｐゴシック" w:hAnsi="ＭＳ Ｐゴシック" w:cs="ＭＳ Ｐ明朝" w:hint="eastAsia"/>
          <w:b/>
          <w:bCs/>
          <w:sz w:val="36"/>
          <w:szCs w:val="36"/>
        </w:rPr>
        <w:t xml:space="preserve"> </w:t>
      </w:r>
      <w:r w:rsidR="00B70937" w:rsidRPr="00010DE0">
        <w:rPr>
          <w:rFonts w:ascii="ＭＳ Ｐゴシック" w:eastAsia="ＭＳ Ｐゴシック" w:hAnsi="ＭＳ Ｐゴシック" w:hint="eastAsia"/>
          <w:b/>
          <w:sz w:val="36"/>
          <w:szCs w:val="36"/>
        </w:rPr>
        <w:t>説明会</w:t>
      </w:r>
      <w:r w:rsidR="000C45FF" w:rsidRPr="00010DE0">
        <w:rPr>
          <w:rFonts w:ascii="ＭＳ Ｐゴシック" w:eastAsia="ＭＳ Ｐゴシック" w:hAnsi="ＭＳ Ｐゴシック" w:hint="eastAsia"/>
          <w:b/>
          <w:sz w:val="36"/>
          <w:szCs w:val="36"/>
        </w:rPr>
        <w:t>参加</w:t>
      </w:r>
      <w:r w:rsidR="00C13AF2" w:rsidRPr="00010DE0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申込書</w:t>
      </w:r>
    </w:p>
    <w:p w14:paraId="7C556D02" w14:textId="77777777" w:rsidR="005C2BDB" w:rsidRPr="00A1024B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7443D178" w14:textId="77777777" w:rsidR="00A1619E" w:rsidRDefault="00A1619E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68C7F096" w14:textId="36F94FD8" w:rsidR="00676CE1" w:rsidRDefault="00077B0A" w:rsidP="00BB1B0E">
      <w:pPr>
        <w:pStyle w:val="a3"/>
        <w:ind w:leftChars="2160" w:left="4536"/>
        <w:rPr>
          <w:rFonts w:ascii="ＭＳ Ｐゴシック" w:eastAsia="ＭＳ Ｐゴシック" w:hAnsi="ＭＳ Ｐゴシック"/>
          <w:spacing w:val="0"/>
        </w:rPr>
      </w:pPr>
      <w:r>
        <w:rPr>
          <w:rFonts w:ascii="ＭＳ Ｐゴシック" w:eastAsia="ＭＳ Ｐゴシック" w:hAnsi="ＭＳ Ｐゴシック" w:hint="eastAsia"/>
          <w:spacing w:val="0"/>
        </w:rPr>
        <w:t>■日時：</w:t>
      </w:r>
      <w:r w:rsidR="00250FC9">
        <w:rPr>
          <w:rFonts w:ascii="ＭＳ Ｐゴシック" w:eastAsia="ＭＳ Ｐゴシック" w:hAnsi="ＭＳ Ｐゴシック" w:hint="eastAsia"/>
          <w:spacing w:val="0"/>
        </w:rPr>
        <w:t>令和元</w:t>
      </w:r>
      <w:r w:rsidR="00676CE1">
        <w:rPr>
          <w:rFonts w:ascii="ＭＳ Ｐゴシック" w:eastAsia="ＭＳ Ｐゴシック" w:hAnsi="ＭＳ Ｐゴシック" w:hint="eastAsia"/>
          <w:spacing w:val="0"/>
        </w:rPr>
        <w:t>年</w:t>
      </w:r>
      <w:r w:rsidR="00250FC9">
        <w:rPr>
          <w:rFonts w:ascii="ＭＳ Ｐゴシック" w:eastAsia="ＭＳ Ｐゴシック" w:hAnsi="ＭＳ Ｐゴシック" w:hint="eastAsia"/>
          <w:spacing w:val="0"/>
        </w:rPr>
        <w:t>10</w:t>
      </w:r>
      <w:r w:rsidR="00676CE1">
        <w:rPr>
          <w:rFonts w:ascii="ＭＳ Ｐゴシック" w:eastAsia="ＭＳ Ｐゴシック" w:hAnsi="ＭＳ Ｐゴシック" w:hint="eastAsia"/>
          <w:spacing w:val="0"/>
        </w:rPr>
        <w:t>月</w:t>
      </w:r>
      <w:r w:rsidR="00250FC9">
        <w:rPr>
          <w:rFonts w:ascii="ＭＳ Ｐゴシック" w:eastAsia="ＭＳ Ｐゴシック" w:hAnsi="ＭＳ Ｐゴシック" w:hint="eastAsia"/>
          <w:spacing w:val="0"/>
        </w:rPr>
        <w:t>31</w:t>
      </w:r>
      <w:r w:rsidR="00676CE1">
        <w:rPr>
          <w:rFonts w:ascii="ＭＳ Ｐゴシック" w:eastAsia="ＭＳ Ｐゴシック" w:hAnsi="ＭＳ Ｐゴシック" w:hint="eastAsia"/>
          <w:spacing w:val="0"/>
        </w:rPr>
        <w:t>日（</w:t>
      </w:r>
      <w:r w:rsidR="00874319">
        <w:rPr>
          <w:rFonts w:ascii="ＭＳ Ｐゴシック" w:eastAsia="ＭＳ Ｐゴシック" w:hAnsi="ＭＳ Ｐゴシック" w:hint="eastAsia"/>
          <w:spacing w:val="0"/>
        </w:rPr>
        <w:t>木</w:t>
      </w:r>
      <w:r w:rsidR="00676CE1">
        <w:rPr>
          <w:rFonts w:ascii="ＭＳ Ｐゴシック" w:eastAsia="ＭＳ Ｐゴシック" w:hAnsi="ＭＳ Ｐゴシック" w:hint="eastAsia"/>
          <w:spacing w:val="0"/>
        </w:rPr>
        <w:t xml:space="preserve">）　</w:t>
      </w:r>
      <w:r w:rsidR="00250FC9">
        <w:rPr>
          <w:rFonts w:ascii="ＭＳ Ｐゴシック" w:eastAsia="ＭＳ Ｐゴシック" w:hAnsi="ＭＳ Ｐゴシック" w:hint="eastAsia"/>
          <w:spacing w:val="0"/>
        </w:rPr>
        <w:t>15：30～17：00</w:t>
      </w:r>
    </w:p>
    <w:p w14:paraId="59659E68" w14:textId="77777777" w:rsidR="00676CE1" w:rsidRPr="00676CE1" w:rsidRDefault="00FE208C" w:rsidP="00BB1B0E">
      <w:pPr>
        <w:pStyle w:val="a3"/>
        <w:ind w:leftChars="2160" w:left="4536"/>
        <w:rPr>
          <w:rFonts w:ascii="ＭＳ Ｐゴシック" w:eastAsia="ＭＳ Ｐゴシック" w:hAnsi="ＭＳ Ｐゴシック"/>
          <w:spacing w:val="0"/>
        </w:rPr>
      </w:pPr>
      <w:r>
        <w:rPr>
          <w:rFonts w:ascii="ＭＳ Ｐゴシック" w:eastAsia="ＭＳ Ｐゴシック" w:hAnsi="ＭＳ Ｐゴシック" w:hint="eastAsia"/>
          <w:spacing w:val="0"/>
        </w:rPr>
        <w:t>■場所：</w:t>
      </w:r>
      <w:r w:rsidR="00BB1B0E">
        <w:rPr>
          <w:rFonts w:ascii="ＭＳ Ｐゴシック" w:eastAsia="ＭＳ Ｐゴシック" w:hAnsi="ＭＳ Ｐゴシック" w:hint="eastAsia"/>
          <w:spacing w:val="0"/>
        </w:rPr>
        <w:t>沖縄観光コンベンションビューロー　2</w:t>
      </w:r>
      <w:r w:rsidR="00BB1B0E">
        <w:rPr>
          <w:rFonts w:ascii="ＭＳ Ｐゴシック" w:eastAsia="ＭＳ Ｐゴシック" w:hAnsi="ＭＳ Ｐゴシック"/>
          <w:spacing w:val="0"/>
        </w:rPr>
        <w:t>03</w:t>
      </w:r>
      <w:r w:rsidR="00BB1B0E">
        <w:rPr>
          <w:rFonts w:ascii="ＭＳ Ｐゴシック" w:eastAsia="ＭＳ Ｐゴシック" w:hAnsi="ＭＳ Ｐゴシック" w:hint="eastAsia"/>
          <w:spacing w:val="0"/>
        </w:rPr>
        <w:t>会議室</w:t>
      </w:r>
    </w:p>
    <w:p w14:paraId="2A7AD58C" w14:textId="77777777" w:rsidR="00676CE1" w:rsidRPr="00A1024B" w:rsidRDefault="00676CE1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455F2690" w14:textId="77777777" w:rsidR="005C2BDB" w:rsidRDefault="005C2BDB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6E573FD2" w14:textId="77777777" w:rsidR="00973A77" w:rsidRPr="00A1024B" w:rsidRDefault="00973A77">
      <w:pPr>
        <w:pStyle w:val="a3"/>
        <w:rPr>
          <w:rFonts w:ascii="ＭＳ Ｐゴシック" w:eastAsia="ＭＳ Ｐゴシック" w:hAnsi="ＭＳ Ｐゴシック"/>
          <w:spacing w:val="0"/>
        </w:rPr>
      </w:pPr>
    </w:p>
    <w:p w14:paraId="24384F81" w14:textId="77777777" w:rsidR="00A1619E" w:rsidRPr="00A1024B" w:rsidRDefault="00A1619E">
      <w:pPr>
        <w:pStyle w:val="a3"/>
        <w:rPr>
          <w:rFonts w:ascii="ＭＳ Ｐゴシック" w:eastAsia="ＭＳ Ｐゴシック" w:hAnsi="ＭＳ Ｐゴシック"/>
          <w:spacing w:val="0"/>
          <w:lang w:val="x-none"/>
        </w:rPr>
      </w:pPr>
    </w:p>
    <w:tbl>
      <w:tblPr>
        <w:tblW w:w="0" w:type="auto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6880"/>
      </w:tblGrid>
      <w:tr w:rsidR="00D00F43" w:rsidRPr="00A1024B" w14:paraId="3CAC67BB" w14:textId="77777777" w:rsidTr="00D00F43">
        <w:trPr>
          <w:trHeight w:val="894"/>
        </w:trPr>
        <w:tc>
          <w:tcPr>
            <w:tcW w:w="2178" w:type="dxa"/>
            <w:vAlign w:val="center"/>
          </w:tcPr>
          <w:p w14:paraId="1F4ED737" w14:textId="77777777" w:rsidR="00D00F43" w:rsidRPr="00A1024B" w:rsidRDefault="00260369" w:rsidP="007839B0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企業</w:t>
            </w:r>
            <w:r w:rsidR="00D00F43" w:rsidRPr="00A1024B">
              <w:rPr>
                <w:rFonts w:ascii="ＭＳ Ｐゴシック" w:eastAsia="ＭＳ Ｐゴシック" w:hAnsi="ＭＳ Ｐゴシック" w:hint="eastAsia"/>
                <w:sz w:val="24"/>
              </w:rPr>
              <w:t>・団体名</w:t>
            </w:r>
          </w:p>
        </w:tc>
        <w:tc>
          <w:tcPr>
            <w:tcW w:w="6880" w:type="dxa"/>
          </w:tcPr>
          <w:p w14:paraId="2EA31A2B" w14:textId="77777777" w:rsidR="00D00F43" w:rsidRPr="00A1024B" w:rsidRDefault="00D00F43" w:rsidP="007839B0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422FBE82" w14:textId="77777777" w:rsidR="00D00F43" w:rsidRPr="00A1024B" w:rsidRDefault="00D00F43" w:rsidP="007839B0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D00F43" w:rsidRPr="00A1024B" w14:paraId="35143D33" w14:textId="77777777" w:rsidTr="00D00F43">
        <w:trPr>
          <w:trHeight w:val="840"/>
        </w:trPr>
        <w:tc>
          <w:tcPr>
            <w:tcW w:w="2178" w:type="dxa"/>
            <w:vAlign w:val="center"/>
          </w:tcPr>
          <w:p w14:paraId="3D1436FE" w14:textId="77777777" w:rsidR="00D00F43" w:rsidRPr="00A1024B" w:rsidRDefault="00D00F43" w:rsidP="007839B0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氏名</w:t>
            </w:r>
            <w:r w:rsidRPr="00A1024B">
              <w:rPr>
                <w:rFonts w:ascii="ＭＳ Ｐゴシック" w:eastAsia="ＭＳ Ｐゴシック" w:hAnsi="ＭＳ Ｐゴシック" w:hint="eastAsia"/>
                <w:sz w:val="24"/>
              </w:rPr>
              <w:t>①</w:t>
            </w:r>
          </w:p>
        </w:tc>
        <w:tc>
          <w:tcPr>
            <w:tcW w:w="6880" w:type="dxa"/>
          </w:tcPr>
          <w:p w14:paraId="4B8E81BE" w14:textId="77777777" w:rsidR="00D00F43" w:rsidRPr="00A1024B" w:rsidRDefault="00D00F43" w:rsidP="007839B0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A1024B">
              <w:rPr>
                <w:rFonts w:ascii="ＭＳ Ｐゴシック" w:eastAsia="ＭＳ Ｐゴシック" w:hAnsi="ＭＳ Ｐゴシック" w:hint="eastAsia"/>
                <w:sz w:val="24"/>
              </w:rPr>
              <w:t>（フリガナ）</w:t>
            </w:r>
          </w:p>
        </w:tc>
      </w:tr>
      <w:tr w:rsidR="00D00F43" w:rsidRPr="00A1024B" w14:paraId="3F2D9702" w14:textId="77777777" w:rsidTr="00D00F43">
        <w:trPr>
          <w:trHeight w:val="838"/>
        </w:trPr>
        <w:tc>
          <w:tcPr>
            <w:tcW w:w="2178" w:type="dxa"/>
            <w:vAlign w:val="center"/>
          </w:tcPr>
          <w:p w14:paraId="647CABEF" w14:textId="77777777" w:rsidR="00D00F43" w:rsidRPr="00A1024B" w:rsidRDefault="00D00F43" w:rsidP="007839B0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氏名</w:t>
            </w:r>
            <w:r w:rsidRPr="00A1024B">
              <w:rPr>
                <w:rFonts w:ascii="ＭＳ Ｐゴシック" w:eastAsia="ＭＳ Ｐゴシック" w:hAnsi="ＭＳ Ｐゴシック" w:hint="eastAsia"/>
                <w:sz w:val="24"/>
              </w:rPr>
              <w:t>②</w:t>
            </w:r>
          </w:p>
        </w:tc>
        <w:tc>
          <w:tcPr>
            <w:tcW w:w="6880" w:type="dxa"/>
          </w:tcPr>
          <w:p w14:paraId="1DDCEAEF" w14:textId="77777777" w:rsidR="00D00F43" w:rsidRPr="00A1024B" w:rsidRDefault="00D00F43" w:rsidP="007839B0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A1024B">
              <w:rPr>
                <w:rFonts w:ascii="ＭＳ Ｐゴシック" w:eastAsia="ＭＳ Ｐゴシック" w:hAnsi="ＭＳ Ｐゴシック" w:hint="eastAsia"/>
                <w:sz w:val="24"/>
              </w:rPr>
              <w:t>（フリガナ）</w:t>
            </w:r>
          </w:p>
        </w:tc>
      </w:tr>
      <w:tr w:rsidR="00D00F43" w:rsidRPr="00A1024B" w14:paraId="2D781849" w14:textId="77777777" w:rsidTr="00B01BEF">
        <w:trPr>
          <w:trHeight w:val="1748"/>
        </w:trPr>
        <w:tc>
          <w:tcPr>
            <w:tcW w:w="2178" w:type="dxa"/>
            <w:vAlign w:val="center"/>
          </w:tcPr>
          <w:p w14:paraId="53070CCE" w14:textId="77777777" w:rsidR="00D00F43" w:rsidRPr="00A1024B" w:rsidRDefault="00D00F43" w:rsidP="007839B0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連絡先</w:t>
            </w:r>
          </w:p>
        </w:tc>
        <w:tc>
          <w:tcPr>
            <w:tcW w:w="6880" w:type="dxa"/>
          </w:tcPr>
          <w:p w14:paraId="508315F3" w14:textId="77777777" w:rsidR="00D00F43" w:rsidRDefault="00D00F43" w:rsidP="007839B0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A1024B">
              <w:rPr>
                <w:rFonts w:ascii="ＭＳ Ｐゴシック" w:eastAsia="ＭＳ Ｐゴシック" w:hAnsi="ＭＳ Ｐゴシック" w:hint="eastAsia"/>
                <w:sz w:val="24"/>
              </w:rPr>
              <w:t>〒</w:t>
            </w:r>
          </w:p>
          <w:p w14:paraId="4FEDE052" w14:textId="77777777" w:rsidR="00B01BEF" w:rsidRPr="00A1024B" w:rsidRDefault="00B01BEF" w:rsidP="007839B0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73C389D8" w14:textId="77777777" w:rsidR="00D00F43" w:rsidRPr="00A1024B" w:rsidRDefault="00D00F43" w:rsidP="007839B0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A1024B">
              <w:rPr>
                <w:rFonts w:ascii="ＭＳ Ｐゴシック" w:eastAsia="ＭＳ Ｐゴシック" w:hAnsi="ＭＳ Ｐゴシック" w:hint="eastAsia"/>
                <w:sz w:val="24"/>
                <w:u w:val="single"/>
              </w:rPr>
              <w:t xml:space="preserve">                                               　　　　</w:t>
            </w:r>
          </w:p>
          <w:p w14:paraId="2F8C1E6D" w14:textId="77777777" w:rsidR="00D00F43" w:rsidRPr="00A1024B" w:rsidRDefault="00D00F43" w:rsidP="007839B0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A1024B">
              <w:rPr>
                <w:rFonts w:ascii="ＭＳ Ｐゴシック" w:eastAsia="ＭＳ Ｐゴシック" w:hAnsi="ＭＳ Ｐゴシック" w:hint="eastAsia"/>
                <w:sz w:val="24"/>
              </w:rPr>
              <w:t xml:space="preserve">ＴＥＬ：           　　     </w:t>
            </w:r>
            <w:r w:rsidR="00A969E9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A969E9">
              <w:rPr>
                <w:rFonts w:ascii="ＭＳ Ｐゴシック" w:eastAsia="ＭＳ Ｐゴシック" w:hAnsi="ＭＳ Ｐゴシック"/>
                <w:sz w:val="24"/>
              </w:rPr>
              <w:t xml:space="preserve">　</w:t>
            </w:r>
            <w:r w:rsidRPr="00A1024B">
              <w:rPr>
                <w:rFonts w:ascii="ＭＳ Ｐゴシック" w:eastAsia="ＭＳ Ｐゴシック" w:hAnsi="ＭＳ Ｐゴシック" w:hint="eastAsia"/>
                <w:sz w:val="24"/>
              </w:rPr>
              <w:t>ＦＡＸ：</w:t>
            </w:r>
          </w:p>
        </w:tc>
      </w:tr>
    </w:tbl>
    <w:p w14:paraId="73487671" w14:textId="77777777" w:rsidR="00484AFA" w:rsidRDefault="00484AFA" w:rsidP="00D139DC">
      <w:pPr>
        <w:pStyle w:val="a3"/>
        <w:ind w:leftChars="405" w:left="850"/>
        <w:rPr>
          <w:rFonts w:ascii="ＭＳ Ｐゴシック" w:eastAsia="ＭＳ Ｐゴシック" w:hAnsi="ＭＳ Ｐゴシック"/>
          <w:sz w:val="24"/>
          <w:szCs w:val="24"/>
        </w:rPr>
      </w:pPr>
    </w:p>
    <w:p w14:paraId="3DF4C9A8" w14:textId="77777777" w:rsidR="004B7516" w:rsidRPr="00D139DC" w:rsidRDefault="00A1619E" w:rsidP="00484AFA">
      <w:pPr>
        <w:pStyle w:val="a3"/>
        <w:ind w:leftChars="742" w:left="1558"/>
        <w:rPr>
          <w:rFonts w:ascii="ＭＳ Ｐゴシック" w:eastAsia="ＭＳ Ｐゴシック" w:hAnsi="ＭＳ Ｐゴシック"/>
          <w:sz w:val="24"/>
          <w:szCs w:val="24"/>
        </w:rPr>
      </w:pPr>
      <w:r w:rsidRPr="00D139DC">
        <w:rPr>
          <w:rFonts w:ascii="ＭＳ Ｐゴシック" w:eastAsia="ＭＳ Ｐゴシック" w:hAnsi="ＭＳ Ｐゴシック" w:hint="eastAsia"/>
          <w:sz w:val="24"/>
          <w:szCs w:val="24"/>
        </w:rPr>
        <w:t>会場スペースの関係上、なるべく各社</w:t>
      </w:r>
      <w:r w:rsidR="0009467E" w:rsidRPr="00D139DC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Pr="00D139DC">
        <w:rPr>
          <w:rFonts w:ascii="ＭＳ Ｐゴシック" w:eastAsia="ＭＳ Ｐゴシック" w:hAnsi="ＭＳ Ｐゴシック" w:hint="eastAsia"/>
          <w:sz w:val="24"/>
          <w:szCs w:val="24"/>
        </w:rPr>
        <w:t>名</w:t>
      </w:r>
      <w:r w:rsidR="003B2887" w:rsidRPr="00D139DC">
        <w:rPr>
          <w:rFonts w:ascii="ＭＳ Ｐゴシック" w:eastAsia="ＭＳ Ｐゴシック" w:hAnsi="ＭＳ Ｐゴシック" w:hint="eastAsia"/>
          <w:sz w:val="24"/>
          <w:szCs w:val="24"/>
        </w:rPr>
        <w:t>以内での参加でお願いいた</w:t>
      </w:r>
      <w:r w:rsidRPr="00D139DC">
        <w:rPr>
          <w:rFonts w:ascii="ＭＳ Ｐゴシック" w:eastAsia="ＭＳ Ｐゴシック" w:hAnsi="ＭＳ Ｐゴシック" w:hint="eastAsia"/>
          <w:sz w:val="24"/>
          <w:szCs w:val="24"/>
        </w:rPr>
        <w:t>します。</w:t>
      </w:r>
    </w:p>
    <w:p w14:paraId="72E90E91" w14:textId="2C1C27F2" w:rsidR="00A1619E" w:rsidRPr="00D139DC" w:rsidRDefault="00D139DC" w:rsidP="00484AFA">
      <w:pPr>
        <w:pStyle w:val="a3"/>
        <w:ind w:leftChars="2227" w:left="4677"/>
        <w:rPr>
          <w:rFonts w:ascii="ＭＳ Ｐゴシック" w:eastAsia="ＭＳ Ｐゴシック" w:hAnsi="ＭＳ Ｐゴシック"/>
          <w:u w:val="single"/>
        </w:rPr>
      </w:pPr>
      <w:r w:rsidRPr="00D139DC">
        <w:rPr>
          <w:rFonts w:ascii="ＭＳ Ｐゴシック" w:eastAsia="ＭＳ Ｐゴシック" w:hAnsi="ＭＳ Ｐゴシック" w:hint="eastAsia"/>
          <w:sz w:val="24"/>
          <w:u w:val="single"/>
        </w:rPr>
        <w:t>※申込</w:t>
      </w:r>
      <w:r w:rsidRPr="00D139D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期限：</w:t>
      </w:r>
      <w:r w:rsidR="00250FC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令和元年10月30日</w:t>
      </w:r>
      <w:r w:rsidRPr="00D139D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（</w:t>
      </w:r>
      <w:r w:rsidR="0087431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水</w:t>
      </w:r>
      <w:r w:rsidRPr="00D139DC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）正午</w:t>
      </w:r>
    </w:p>
    <w:p w14:paraId="71E0B706" w14:textId="77777777" w:rsidR="00973A77" w:rsidRDefault="00973A77" w:rsidP="00D139DC">
      <w:pPr>
        <w:pStyle w:val="a3"/>
        <w:ind w:leftChars="405" w:left="850"/>
        <w:rPr>
          <w:rFonts w:ascii="ＭＳ Ｐゴシック" w:eastAsia="ＭＳ Ｐゴシック" w:hAnsi="ＭＳ Ｐゴシック"/>
          <w:b/>
          <w:sz w:val="24"/>
          <w:szCs w:val="24"/>
        </w:rPr>
      </w:pPr>
    </w:p>
    <w:p w14:paraId="54DA662D" w14:textId="77777777" w:rsidR="00973A77" w:rsidRDefault="00973A77">
      <w:pPr>
        <w:pStyle w:val="a3"/>
        <w:rPr>
          <w:rFonts w:ascii="ＭＳ Ｐゴシック" w:eastAsia="ＭＳ Ｐゴシック" w:hAnsi="ＭＳ Ｐゴシック"/>
          <w:b/>
          <w:sz w:val="24"/>
          <w:szCs w:val="24"/>
        </w:rPr>
      </w:pPr>
    </w:p>
    <w:p w14:paraId="598EB612" w14:textId="77777777" w:rsidR="00973A77" w:rsidRDefault="00973A77">
      <w:pPr>
        <w:pStyle w:val="a3"/>
        <w:rPr>
          <w:rFonts w:ascii="ＭＳ Ｐゴシック" w:eastAsia="ＭＳ Ｐゴシック" w:hAnsi="ＭＳ Ｐゴシック"/>
          <w:b/>
          <w:sz w:val="24"/>
          <w:szCs w:val="24"/>
        </w:rPr>
      </w:pPr>
    </w:p>
    <w:p w14:paraId="52EBB5B1" w14:textId="656C0FAF" w:rsidR="00973A77" w:rsidRPr="00B01BEF" w:rsidRDefault="00250FC9">
      <w:pPr>
        <w:pStyle w:val="a3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8A0D40" wp14:editId="7EF8204C">
                <wp:simplePos x="0" y="0"/>
                <wp:positionH relativeFrom="column">
                  <wp:posOffset>2356485</wp:posOffset>
                </wp:positionH>
                <wp:positionV relativeFrom="paragraph">
                  <wp:posOffset>107315</wp:posOffset>
                </wp:positionV>
                <wp:extent cx="3390900" cy="962025"/>
                <wp:effectExtent l="0" t="0" r="0" b="0"/>
                <wp:wrapNone/>
                <wp:docPr id="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9620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3F655A" w14:textId="77777777" w:rsidR="000D1285" w:rsidRDefault="000D1285"/>
                          <w:p w14:paraId="0D1FE6CB" w14:textId="77777777" w:rsidR="000D1285" w:rsidRDefault="000D128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A0D40" id="Rectangle 40" o:spid="_x0000_s1027" style="position:absolute;left:0;text-align:left;margin-left:185.55pt;margin-top:8.45pt;width:267pt;height:7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" filled="f">
                <v:textbox inset="5.85pt,.7pt,5.85pt,.7pt">
                  <w:txbxContent>
                    <w:p w14:paraId="1A3F655A" w14:textId="77777777" w:rsidR="000D1285" w:rsidRDefault="000D1285"/>
                    <w:p w14:paraId="0D1FE6CB" w14:textId="77777777" w:rsidR="000D1285" w:rsidRDefault="000D1285"/>
                  </w:txbxContent>
                </v:textbox>
              </v:rect>
            </w:pict>
          </mc:Fallback>
        </mc:AlternateContent>
      </w:r>
    </w:p>
    <w:p w14:paraId="37A62962" w14:textId="77777777" w:rsidR="00B6035D" w:rsidRPr="00B01BEF" w:rsidRDefault="00973A77" w:rsidP="00B5223A">
      <w:pPr>
        <w:pStyle w:val="a3"/>
        <w:ind w:leftChars="1890" w:left="3969"/>
        <w:rPr>
          <w:rFonts w:ascii="ＭＳ Ｐゴシック" w:eastAsia="ＭＳ Ｐゴシック" w:hAnsi="ＭＳ Ｐゴシック"/>
          <w:sz w:val="22"/>
          <w:szCs w:val="22"/>
        </w:rPr>
      </w:pPr>
      <w:r w:rsidRPr="00B01BEF">
        <w:rPr>
          <w:rFonts w:ascii="ＭＳ Ｐゴシック" w:eastAsia="ＭＳ Ｐゴシック" w:hAnsi="ＭＳ Ｐゴシック" w:hint="eastAsia"/>
          <w:sz w:val="22"/>
          <w:szCs w:val="22"/>
        </w:rPr>
        <w:t>一般財団法人</w:t>
      </w:r>
      <w:r w:rsidRPr="00B01BEF">
        <w:rPr>
          <w:rFonts w:ascii="ＭＳ Ｐゴシック" w:eastAsia="ＭＳ Ｐゴシック" w:hAnsi="ＭＳ Ｐゴシック"/>
          <w:sz w:val="22"/>
          <w:szCs w:val="22"/>
        </w:rPr>
        <w:t>沖縄観光コンベンションビューロー</w:t>
      </w:r>
    </w:p>
    <w:p w14:paraId="7C8E6585" w14:textId="52D47053" w:rsidR="00973A77" w:rsidRPr="00B01BEF" w:rsidRDefault="00973A77" w:rsidP="00B5223A">
      <w:pPr>
        <w:pStyle w:val="a3"/>
        <w:ind w:leftChars="1890" w:left="3969"/>
        <w:rPr>
          <w:rFonts w:ascii="ＭＳ Ｐゴシック" w:eastAsia="ＭＳ Ｐゴシック" w:hAnsi="ＭＳ Ｐゴシック"/>
          <w:spacing w:val="0"/>
          <w:sz w:val="22"/>
          <w:szCs w:val="22"/>
        </w:rPr>
      </w:pPr>
      <w:r w:rsidRPr="00B01BEF">
        <w:rPr>
          <w:rFonts w:ascii="ＭＳ Ｐゴシック" w:eastAsia="ＭＳ Ｐゴシック" w:hAnsi="ＭＳ Ｐゴシック" w:hint="eastAsia"/>
          <w:spacing w:val="0"/>
          <w:sz w:val="22"/>
          <w:szCs w:val="22"/>
        </w:rPr>
        <w:t>誘客事業部 国内プロモーション課</w:t>
      </w:r>
    </w:p>
    <w:p w14:paraId="7DD9A61C" w14:textId="3D0C058F" w:rsidR="001A1318" w:rsidRDefault="001A1318" w:rsidP="001A1318">
      <w:pPr>
        <w:pStyle w:val="a3"/>
        <w:ind w:firstLineChars="1800" w:firstLine="3960"/>
        <w:rPr>
          <w:rFonts w:ascii="ＭＳ Ｐゴシック" w:eastAsia="ＭＳ Ｐゴシック" w:hAnsi="ＭＳ Ｐゴシック"/>
          <w:spacing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pacing w:val="0"/>
          <w:sz w:val="22"/>
          <w:szCs w:val="22"/>
        </w:rPr>
        <w:t>TEL：098-859-6125</w:t>
      </w:r>
    </w:p>
    <w:p w14:paraId="21C677AF" w14:textId="7842B8DD" w:rsidR="00973A77" w:rsidRPr="00B01BEF" w:rsidRDefault="00973A77" w:rsidP="001A1318">
      <w:pPr>
        <w:pStyle w:val="a3"/>
        <w:ind w:firstLineChars="1800" w:firstLine="3960"/>
        <w:rPr>
          <w:rFonts w:ascii="ＭＳ Ｐゴシック" w:eastAsia="ＭＳ Ｐゴシック" w:hAnsi="ＭＳ Ｐゴシック"/>
          <w:sz w:val="22"/>
          <w:szCs w:val="22"/>
        </w:rPr>
      </w:pPr>
      <w:r w:rsidRPr="00B01BEF">
        <w:rPr>
          <w:rFonts w:ascii="ＭＳ Ｐゴシック" w:eastAsia="ＭＳ Ｐゴシック" w:hAnsi="ＭＳ Ｐゴシック" w:hint="eastAsia"/>
          <w:spacing w:val="0"/>
          <w:sz w:val="22"/>
          <w:szCs w:val="22"/>
        </w:rPr>
        <w:t>担当</w:t>
      </w:r>
      <w:r w:rsidRPr="00B01BEF">
        <w:rPr>
          <w:rFonts w:ascii="ＭＳ Ｐゴシック" w:eastAsia="ＭＳ Ｐゴシック" w:hAnsi="ＭＳ Ｐゴシック"/>
          <w:spacing w:val="0"/>
          <w:sz w:val="22"/>
          <w:szCs w:val="22"/>
        </w:rPr>
        <w:t>：</w:t>
      </w:r>
      <w:r w:rsidR="00250FC9">
        <w:rPr>
          <w:rFonts w:ascii="ＭＳ Ｐゴシック" w:eastAsia="ＭＳ Ｐゴシック" w:hAnsi="ＭＳ Ｐゴシック" w:hint="eastAsia"/>
          <w:spacing w:val="0"/>
          <w:sz w:val="22"/>
          <w:szCs w:val="22"/>
        </w:rPr>
        <w:t>城間、</w:t>
      </w:r>
      <w:r w:rsidR="00874319">
        <w:rPr>
          <w:rFonts w:ascii="ＭＳ Ｐゴシック" w:eastAsia="ＭＳ Ｐゴシック" w:hAnsi="ＭＳ Ｐゴシック" w:hint="eastAsia"/>
          <w:spacing w:val="0"/>
          <w:sz w:val="22"/>
          <w:szCs w:val="22"/>
        </w:rPr>
        <w:t>屋宜</w:t>
      </w:r>
      <w:r w:rsidRPr="00B01BEF">
        <w:rPr>
          <w:rFonts w:ascii="ＭＳ Ｐゴシック" w:eastAsia="ＭＳ Ｐゴシック" w:hAnsi="ＭＳ Ｐゴシック"/>
          <w:spacing w:val="0"/>
          <w:sz w:val="22"/>
          <w:szCs w:val="22"/>
        </w:rPr>
        <w:t>、</w:t>
      </w:r>
      <w:r w:rsidR="00250FC9">
        <w:rPr>
          <w:rFonts w:ascii="ＭＳ Ｐゴシック" w:eastAsia="ＭＳ Ｐゴシック" w:hAnsi="ＭＳ Ｐゴシック" w:hint="eastAsia"/>
          <w:spacing w:val="0"/>
          <w:sz w:val="22"/>
          <w:szCs w:val="22"/>
        </w:rPr>
        <w:t>照喜名、阿嘉</w:t>
      </w:r>
    </w:p>
    <w:p w14:paraId="55EA439F" w14:textId="77777777" w:rsidR="000D1285" w:rsidRPr="00874319" w:rsidRDefault="000D1285">
      <w:pPr>
        <w:pStyle w:val="a3"/>
        <w:rPr>
          <w:rFonts w:ascii="ＭＳ Ｐゴシック" w:eastAsia="ＭＳ Ｐゴシック" w:hAnsi="ＭＳ Ｐゴシック"/>
          <w:sz w:val="22"/>
          <w:szCs w:val="22"/>
        </w:rPr>
      </w:pPr>
    </w:p>
    <w:p w14:paraId="17311CCE" w14:textId="7A97BCDB" w:rsidR="000D1285" w:rsidRPr="00B01BEF" w:rsidRDefault="000D1285">
      <w:pPr>
        <w:pStyle w:val="a3"/>
        <w:rPr>
          <w:rFonts w:ascii="ＭＳ Ｐゴシック" w:eastAsia="ＭＳ Ｐゴシック" w:hAnsi="ＭＳ Ｐゴシック"/>
          <w:sz w:val="22"/>
          <w:szCs w:val="22"/>
        </w:rPr>
      </w:pPr>
    </w:p>
    <w:p w14:paraId="522ACFD8" w14:textId="50C30A39" w:rsidR="000D1285" w:rsidRPr="00B01BEF" w:rsidRDefault="000D1285">
      <w:pPr>
        <w:pStyle w:val="a3"/>
        <w:rPr>
          <w:rFonts w:ascii="ＭＳ Ｐゴシック" w:eastAsia="ＭＳ Ｐゴシック" w:hAnsi="ＭＳ Ｐゴシック"/>
          <w:sz w:val="22"/>
          <w:szCs w:val="22"/>
        </w:rPr>
      </w:pPr>
    </w:p>
    <w:p w14:paraId="4F747679" w14:textId="77777777" w:rsidR="00B83E49" w:rsidRDefault="00B83E49" w:rsidP="00B83E49">
      <w:pPr>
        <w:pStyle w:val="a3"/>
        <w:ind w:firstLineChars="200" w:firstLine="442"/>
        <w:rPr>
          <w:rFonts w:ascii="ＭＳ Ｐゴシック" w:eastAsia="ＭＳ Ｐゴシック" w:hAnsi="ＭＳ Ｐゴシック"/>
          <w:sz w:val="22"/>
        </w:rPr>
      </w:pPr>
    </w:p>
    <w:p w14:paraId="41F1D41A" w14:textId="77777777" w:rsidR="00B83E49" w:rsidRPr="00B83E49" w:rsidRDefault="00B83E49" w:rsidP="00B83E49">
      <w:pPr>
        <w:pStyle w:val="a3"/>
        <w:ind w:firstLineChars="200" w:firstLine="442"/>
        <w:rPr>
          <w:rFonts w:ascii="ＭＳ Ｐゴシック" w:eastAsia="ＭＳ Ｐゴシック" w:hAnsi="ＭＳ Ｐゴシック"/>
          <w:sz w:val="22"/>
        </w:rPr>
      </w:pPr>
    </w:p>
    <w:sectPr w:rsidR="00B83E49" w:rsidRPr="00B83E49" w:rsidSect="007D68C8">
      <w:headerReference w:type="default" r:id="rId7"/>
      <w:pgSz w:w="11906" w:h="16838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ED94E" w14:textId="77777777" w:rsidR="001349FE" w:rsidRDefault="001349FE" w:rsidP="004B7516">
      <w:r>
        <w:separator/>
      </w:r>
    </w:p>
  </w:endnote>
  <w:endnote w:type="continuationSeparator" w:id="0">
    <w:p w14:paraId="1B6D5378" w14:textId="77777777" w:rsidR="001349FE" w:rsidRDefault="001349FE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6F3DD" w14:textId="77777777" w:rsidR="001349FE" w:rsidRDefault="001349FE" w:rsidP="004B7516">
      <w:r>
        <w:separator/>
      </w:r>
    </w:p>
  </w:footnote>
  <w:footnote w:type="continuationSeparator" w:id="0">
    <w:p w14:paraId="34F6805B" w14:textId="77777777" w:rsidR="001349FE" w:rsidRDefault="001349FE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0CD22" w14:textId="77777777" w:rsidR="007D68C8" w:rsidRPr="00D139DC" w:rsidRDefault="007D68C8">
    <w:pPr>
      <w:pStyle w:val="a6"/>
      <w:rPr>
        <w:rFonts w:ascii="ＭＳ Ｐゴシック" w:eastAsia="ＭＳ Ｐゴシック" w:hAnsi="ＭＳ Ｐゴシック"/>
        <w:b/>
        <w:sz w:val="24"/>
        <w:lang w:eastAsia="ja-JP"/>
      </w:rPr>
    </w:pPr>
    <w:r w:rsidRPr="00D139DC">
      <w:rPr>
        <w:rFonts w:ascii="ＭＳ Ｐゴシック" w:eastAsia="ＭＳ Ｐゴシック" w:hAnsi="ＭＳ Ｐゴシック" w:hint="eastAsia"/>
        <w:b/>
        <w:sz w:val="24"/>
      </w:rPr>
      <w:t>（様式</w:t>
    </w:r>
    <w:r w:rsidR="00F9581E" w:rsidRPr="00D139DC">
      <w:rPr>
        <w:rFonts w:ascii="ＭＳ Ｐゴシック" w:eastAsia="ＭＳ Ｐゴシック" w:hAnsi="ＭＳ Ｐゴシック" w:hint="eastAsia"/>
        <w:b/>
        <w:sz w:val="24"/>
        <w:lang w:eastAsia="ja-JP"/>
      </w:rPr>
      <w:t>１</w:t>
    </w:r>
    <w:r w:rsidRPr="00D139DC">
      <w:rPr>
        <w:rFonts w:ascii="ＭＳ Ｐゴシック" w:eastAsia="ＭＳ Ｐゴシック" w:hAnsi="ＭＳ Ｐゴシック" w:hint="eastAsia"/>
        <w:b/>
        <w:sz w:val="24"/>
      </w:rPr>
      <w:t>）</w:t>
    </w:r>
    <w:r w:rsidR="00196F9C" w:rsidRPr="00D139DC">
      <w:rPr>
        <w:rFonts w:ascii="ＭＳ Ｐゴシック" w:eastAsia="ＭＳ Ｐゴシック" w:hAnsi="ＭＳ Ｐゴシック" w:hint="eastAsia"/>
        <w:b/>
        <w:sz w:val="24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10DE0"/>
    <w:rsid w:val="00013FD4"/>
    <w:rsid w:val="000160D1"/>
    <w:rsid w:val="00020C21"/>
    <w:rsid w:val="0003567E"/>
    <w:rsid w:val="00053DCD"/>
    <w:rsid w:val="00066132"/>
    <w:rsid w:val="000707EC"/>
    <w:rsid w:val="00077B0A"/>
    <w:rsid w:val="0009467E"/>
    <w:rsid w:val="000A3069"/>
    <w:rsid w:val="000C17A9"/>
    <w:rsid w:val="000C45FF"/>
    <w:rsid w:val="000D1285"/>
    <w:rsid w:val="000F2541"/>
    <w:rsid w:val="00121774"/>
    <w:rsid w:val="001349FE"/>
    <w:rsid w:val="00142B66"/>
    <w:rsid w:val="0014777C"/>
    <w:rsid w:val="00147DBF"/>
    <w:rsid w:val="0015384E"/>
    <w:rsid w:val="0016181E"/>
    <w:rsid w:val="00190D0D"/>
    <w:rsid w:val="00196F9C"/>
    <w:rsid w:val="001A1318"/>
    <w:rsid w:val="001B1A1E"/>
    <w:rsid w:val="001D3AFD"/>
    <w:rsid w:val="001E659D"/>
    <w:rsid w:val="0023078F"/>
    <w:rsid w:val="00233C00"/>
    <w:rsid w:val="00250FC9"/>
    <w:rsid w:val="0025616A"/>
    <w:rsid w:val="00260369"/>
    <w:rsid w:val="00272F31"/>
    <w:rsid w:val="002814BF"/>
    <w:rsid w:val="00287947"/>
    <w:rsid w:val="002E7054"/>
    <w:rsid w:val="00301422"/>
    <w:rsid w:val="0032134D"/>
    <w:rsid w:val="003264EB"/>
    <w:rsid w:val="00333F93"/>
    <w:rsid w:val="00370C79"/>
    <w:rsid w:val="003B2887"/>
    <w:rsid w:val="003B39C3"/>
    <w:rsid w:val="00460C58"/>
    <w:rsid w:val="004640DE"/>
    <w:rsid w:val="004718CE"/>
    <w:rsid w:val="00477469"/>
    <w:rsid w:val="00484AFA"/>
    <w:rsid w:val="004B51B6"/>
    <w:rsid w:val="004B7516"/>
    <w:rsid w:val="004C36F0"/>
    <w:rsid w:val="004D2C50"/>
    <w:rsid w:val="004E08E8"/>
    <w:rsid w:val="004E38BB"/>
    <w:rsid w:val="00523C36"/>
    <w:rsid w:val="00530C4E"/>
    <w:rsid w:val="00545555"/>
    <w:rsid w:val="00547F73"/>
    <w:rsid w:val="005749ED"/>
    <w:rsid w:val="00592883"/>
    <w:rsid w:val="005C2BDB"/>
    <w:rsid w:val="005D1CD5"/>
    <w:rsid w:val="005F4537"/>
    <w:rsid w:val="00626235"/>
    <w:rsid w:val="00636D89"/>
    <w:rsid w:val="00676CE1"/>
    <w:rsid w:val="006A2F90"/>
    <w:rsid w:val="00726423"/>
    <w:rsid w:val="00737019"/>
    <w:rsid w:val="0077567D"/>
    <w:rsid w:val="007839B0"/>
    <w:rsid w:val="007962CA"/>
    <w:rsid w:val="007974DE"/>
    <w:rsid w:val="007A31BD"/>
    <w:rsid w:val="007C4500"/>
    <w:rsid w:val="007D4D40"/>
    <w:rsid w:val="007D68C8"/>
    <w:rsid w:val="007F0E0A"/>
    <w:rsid w:val="007F2155"/>
    <w:rsid w:val="00835CCC"/>
    <w:rsid w:val="008555F0"/>
    <w:rsid w:val="00867722"/>
    <w:rsid w:val="00874319"/>
    <w:rsid w:val="0087588E"/>
    <w:rsid w:val="00893CAF"/>
    <w:rsid w:val="008953EB"/>
    <w:rsid w:val="008C7F64"/>
    <w:rsid w:val="0090779D"/>
    <w:rsid w:val="0092015B"/>
    <w:rsid w:val="009408D3"/>
    <w:rsid w:val="00970867"/>
    <w:rsid w:val="00973A77"/>
    <w:rsid w:val="00984909"/>
    <w:rsid w:val="0099530B"/>
    <w:rsid w:val="009B1E0D"/>
    <w:rsid w:val="00A00862"/>
    <w:rsid w:val="00A1024B"/>
    <w:rsid w:val="00A1619E"/>
    <w:rsid w:val="00A30895"/>
    <w:rsid w:val="00A54EDC"/>
    <w:rsid w:val="00A611E9"/>
    <w:rsid w:val="00A839DB"/>
    <w:rsid w:val="00A969E9"/>
    <w:rsid w:val="00AE2A3C"/>
    <w:rsid w:val="00B01BEF"/>
    <w:rsid w:val="00B144D0"/>
    <w:rsid w:val="00B364AF"/>
    <w:rsid w:val="00B51EB5"/>
    <w:rsid w:val="00B5223A"/>
    <w:rsid w:val="00B6035D"/>
    <w:rsid w:val="00B6280E"/>
    <w:rsid w:val="00B70937"/>
    <w:rsid w:val="00B83D2B"/>
    <w:rsid w:val="00B83E49"/>
    <w:rsid w:val="00B857D6"/>
    <w:rsid w:val="00BB1B0E"/>
    <w:rsid w:val="00C00B90"/>
    <w:rsid w:val="00C13AF2"/>
    <w:rsid w:val="00C5295C"/>
    <w:rsid w:val="00C57B65"/>
    <w:rsid w:val="00C72C0C"/>
    <w:rsid w:val="00C74BCB"/>
    <w:rsid w:val="00CA2D71"/>
    <w:rsid w:val="00CA5175"/>
    <w:rsid w:val="00CA6829"/>
    <w:rsid w:val="00D00F43"/>
    <w:rsid w:val="00D139DC"/>
    <w:rsid w:val="00D140D0"/>
    <w:rsid w:val="00D57537"/>
    <w:rsid w:val="00D7449F"/>
    <w:rsid w:val="00DC0A62"/>
    <w:rsid w:val="00DF1ACF"/>
    <w:rsid w:val="00E53F44"/>
    <w:rsid w:val="00E552DB"/>
    <w:rsid w:val="00E741D5"/>
    <w:rsid w:val="00E749FD"/>
    <w:rsid w:val="00E86887"/>
    <w:rsid w:val="00EC3943"/>
    <w:rsid w:val="00ED071A"/>
    <w:rsid w:val="00F04692"/>
    <w:rsid w:val="00F06D91"/>
    <w:rsid w:val="00F467AF"/>
    <w:rsid w:val="00F61242"/>
    <w:rsid w:val="00F9581E"/>
    <w:rsid w:val="00FA6465"/>
    <w:rsid w:val="00FE03E2"/>
    <w:rsid w:val="00FE208C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792F04B"/>
  <w15:chartTrackingRefBased/>
  <w15:docId w15:val="{59B7916E-53CB-44B5-B8C4-846322B8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paragraph" w:styleId="aa">
    <w:name w:val="Date"/>
    <w:basedOn w:val="a"/>
    <w:next w:val="a"/>
    <w:link w:val="ab"/>
    <w:unhideWhenUsed/>
    <w:rsid w:val="00A1619E"/>
    <w:rPr>
      <w:szCs w:val="22"/>
      <w:lang w:val="x-none" w:eastAsia="x-none"/>
    </w:rPr>
  </w:style>
  <w:style w:type="character" w:customStyle="1" w:styleId="ab">
    <w:name w:val="日付 (文字)"/>
    <w:link w:val="aa"/>
    <w:rsid w:val="00A1619E"/>
    <w:rPr>
      <w:kern w:val="2"/>
      <w:sz w:val="21"/>
      <w:szCs w:val="22"/>
    </w:rPr>
  </w:style>
  <w:style w:type="paragraph" w:styleId="ac">
    <w:name w:val="Closing"/>
    <w:basedOn w:val="a"/>
    <w:link w:val="ad"/>
    <w:unhideWhenUsed/>
    <w:rsid w:val="00A1619E"/>
    <w:pPr>
      <w:jc w:val="right"/>
    </w:pPr>
    <w:rPr>
      <w:kern w:val="0"/>
      <w:sz w:val="24"/>
      <w:lang w:val="x-none" w:eastAsia="x-none"/>
    </w:rPr>
  </w:style>
  <w:style w:type="character" w:customStyle="1" w:styleId="ad">
    <w:name w:val="結語 (文字)"/>
    <w:link w:val="ac"/>
    <w:rsid w:val="00A1619E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bashm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62045-F533-49F2-AAEE-607DCD81E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6</TotalTime>
  <Pages>1</Pages>
  <Words>225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照喜名　朝仁</cp:lastModifiedBy>
  <cp:revision>10</cp:revision>
  <cp:lastPrinted>2019-10-16T08:25:00Z</cp:lastPrinted>
  <dcterms:created xsi:type="dcterms:W3CDTF">2018-08-09T00:05:00Z</dcterms:created>
  <dcterms:modified xsi:type="dcterms:W3CDTF">2019-10-16T08:25:00Z</dcterms:modified>
</cp:coreProperties>
</file>