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8BF7AA" w14:textId="3F197BFD" w:rsidR="00545D84" w:rsidRPr="00787CDC" w:rsidRDefault="00CB5093" w:rsidP="00545D84">
      <w:pPr>
        <w:ind w:firstLineChars="2500" w:firstLine="6000"/>
        <w:jc w:val="right"/>
        <w:rPr>
          <w:rFonts w:ascii="ＭＳ ゴシック" w:eastAsia="ＭＳ ゴシック" w:hAnsi="ＭＳ ゴシック"/>
          <w:sz w:val="24"/>
          <w:lang w:eastAsia="zh-TW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="00545D84" w:rsidRPr="00787CDC">
        <w:rPr>
          <w:rFonts w:ascii="ＭＳ ゴシック" w:eastAsia="ＭＳ ゴシック" w:hAnsi="ＭＳ ゴシック" w:hint="eastAsia"/>
          <w:sz w:val="24"/>
        </w:rPr>
        <w:t xml:space="preserve">　</w:t>
      </w:r>
      <w:r w:rsidR="00545D84" w:rsidRPr="00787CDC">
        <w:rPr>
          <w:rFonts w:ascii="ＭＳ ゴシック" w:eastAsia="ＭＳ ゴシック" w:hAnsi="ＭＳ ゴシック" w:hint="eastAsia"/>
          <w:sz w:val="24"/>
          <w:lang w:eastAsia="zh-TW"/>
        </w:rPr>
        <w:t xml:space="preserve">　年　　月　　日</w:t>
      </w:r>
    </w:p>
    <w:p w14:paraId="31A90B9A" w14:textId="77777777" w:rsidR="00545D84" w:rsidRPr="00787CDC" w:rsidRDefault="00545D84" w:rsidP="00545D84">
      <w:pPr>
        <w:rPr>
          <w:rFonts w:ascii="ＭＳ ゴシック" w:eastAsia="ＭＳ ゴシック" w:hAnsi="ＭＳ ゴシック"/>
          <w:sz w:val="24"/>
        </w:rPr>
      </w:pPr>
    </w:p>
    <w:p w14:paraId="3D2EDA6D" w14:textId="77777777" w:rsidR="00E7501D" w:rsidRPr="00787CDC" w:rsidRDefault="00545D84" w:rsidP="00545D84">
      <w:pPr>
        <w:rPr>
          <w:rFonts w:ascii="ＭＳ ゴシック" w:eastAsia="ＭＳ ゴシック" w:hAnsi="ＭＳ ゴシック"/>
          <w:sz w:val="24"/>
        </w:rPr>
      </w:pPr>
      <w:r w:rsidRPr="00787CDC">
        <w:rPr>
          <w:rFonts w:ascii="ＭＳ ゴシック" w:eastAsia="ＭＳ ゴシック" w:hAnsi="ＭＳ ゴシック" w:hint="eastAsia"/>
          <w:sz w:val="24"/>
        </w:rPr>
        <w:t>一般財団法人沖縄観光コンベンションビューロー</w:t>
      </w:r>
    </w:p>
    <w:p w14:paraId="497E6C60" w14:textId="659F6560" w:rsidR="00545D84" w:rsidRPr="00787CDC" w:rsidRDefault="00545D84" w:rsidP="00545D84">
      <w:pPr>
        <w:rPr>
          <w:rFonts w:ascii="ＭＳ ゴシック" w:eastAsia="ＭＳ ゴシック" w:hAnsi="ＭＳ ゴシック"/>
          <w:sz w:val="24"/>
        </w:rPr>
      </w:pPr>
      <w:r w:rsidRPr="00787CDC">
        <w:rPr>
          <w:rFonts w:ascii="ＭＳ ゴシック" w:eastAsia="ＭＳ ゴシック" w:hAnsi="ＭＳ ゴシック" w:hint="eastAsia"/>
          <w:sz w:val="24"/>
        </w:rPr>
        <w:t>会長</w:t>
      </w:r>
      <w:r w:rsidR="003238C0">
        <w:rPr>
          <w:rFonts w:ascii="ＭＳ ゴシック" w:eastAsia="ＭＳ ゴシック" w:hAnsi="ＭＳ ゴシック" w:hint="eastAsia"/>
          <w:sz w:val="24"/>
        </w:rPr>
        <w:t xml:space="preserve">　</w:t>
      </w:r>
      <w:r w:rsidR="00CB5093">
        <w:rPr>
          <w:rFonts w:ascii="ＭＳ ゴシック" w:eastAsia="ＭＳ ゴシック" w:hAnsi="ＭＳ ゴシック" w:hint="eastAsia"/>
          <w:sz w:val="24"/>
        </w:rPr>
        <w:t>下地　芳郎</w:t>
      </w:r>
      <w:r w:rsidR="00C5126E" w:rsidRPr="00787CDC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5D05CD" w:rsidRPr="00787CDC">
        <w:rPr>
          <w:rFonts w:ascii="ＭＳ ゴシック" w:eastAsia="ＭＳ ゴシック" w:hAnsi="ＭＳ ゴシック" w:hint="eastAsia"/>
          <w:sz w:val="24"/>
        </w:rPr>
        <w:t xml:space="preserve">　あて</w:t>
      </w:r>
    </w:p>
    <w:p w14:paraId="1210847B" w14:textId="77777777" w:rsidR="00545D84" w:rsidRPr="00787CDC" w:rsidRDefault="00545D84" w:rsidP="00545D84">
      <w:pPr>
        <w:ind w:firstLineChars="300" w:firstLine="720"/>
        <w:rPr>
          <w:rFonts w:ascii="ＭＳ ゴシック" w:eastAsia="ＭＳ ゴシック" w:hAnsi="ＭＳ ゴシック"/>
          <w:sz w:val="24"/>
        </w:rPr>
      </w:pPr>
    </w:p>
    <w:p w14:paraId="1EB721DA" w14:textId="77777777" w:rsidR="005D05CD" w:rsidRPr="00787CDC" w:rsidRDefault="005D05CD" w:rsidP="00545D84">
      <w:pPr>
        <w:spacing w:line="500" w:lineRule="exact"/>
        <w:rPr>
          <w:rFonts w:ascii="ＭＳ ゴシック" w:eastAsia="ＭＳ ゴシック" w:hAnsi="ＭＳ ゴシック"/>
          <w:spacing w:val="18"/>
          <w:sz w:val="24"/>
          <w:lang w:eastAsia="zh-TW"/>
        </w:rPr>
      </w:pPr>
    </w:p>
    <w:p w14:paraId="729A6064" w14:textId="77777777" w:rsidR="005D05CD" w:rsidRPr="00787CDC" w:rsidRDefault="005D05CD" w:rsidP="005D05CD">
      <w:pPr>
        <w:pStyle w:val="a3"/>
        <w:ind w:firstLineChars="1738" w:firstLine="3685"/>
        <w:rPr>
          <w:rFonts w:ascii="ＭＳ ゴシック" w:eastAsia="ＭＳ ゴシック" w:hAnsi="ＭＳ ゴシック"/>
        </w:rPr>
      </w:pPr>
      <w:r w:rsidRPr="00787CDC">
        <w:rPr>
          <w:rFonts w:ascii="ＭＳ ゴシック" w:eastAsia="ＭＳ ゴシック" w:hAnsi="ＭＳ ゴシック" w:hint="eastAsia"/>
        </w:rPr>
        <w:t>住</w:t>
      </w:r>
      <w:r w:rsidRPr="00787CDC">
        <w:rPr>
          <w:rFonts w:ascii="ＭＳ ゴシック" w:eastAsia="ＭＳ ゴシック" w:hAnsi="ＭＳ ゴシック" w:hint="eastAsia"/>
          <w:spacing w:val="0"/>
        </w:rPr>
        <w:t xml:space="preserve">　　</w:t>
      </w:r>
      <w:r w:rsidRPr="00787CDC">
        <w:rPr>
          <w:rFonts w:ascii="ＭＳ ゴシック" w:eastAsia="ＭＳ ゴシック" w:hAnsi="ＭＳ ゴシック" w:hint="eastAsia"/>
        </w:rPr>
        <w:t>所</w:t>
      </w:r>
    </w:p>
    <w:p w14:paraId="2770BF03" w14:textId="77777777" w:rsidR="005D05CD" w:rsidRPr="00787CDC" w:rsidRDefault="005D05CD" w:rsidP="005D05CD">
      <w:pPr>
        <w:pStyle w:val="a3"/>
        <w:ind w:firstLineChars="1738" w:firstLine="3685"/>
        <w:rPr>
          <w:rFonts w:ascii="ＭＳ ゴシック" w:eastAsia="ＭＳ ゴシック" w:hAnsi="ＭＳ ゴシック"/>
        </w:rPr>
      </w:pPr>
    </w:p>
    <w:p w14:paraId="2B5C921C" w14:textId="77777777" w:rsidR="005D05CD" w:rsidRPr="00787CDC" w:rsidRDefault="005D05CD" w:rsidP="005D05CD">
      <w:pPr>
        <w:pStyle w:val="a3"/>
        <w:ind w:firstLineChars="1738" w:firstLine="3685"/>
        <w:rPr>
          <w:rFonts w:ascii="ＭＳ ゴシック" w:eastAsia="ＭＳ ゴシック" w:hAnsi="ＭＳ ゴシック"/>
          <w:spacing w:val="0"/>
        </w:rPr>
      </w:pPr>
      <w:r w:rsidRPr="00787CDC">
        <w:rPr>
          <w:rFonts w:ascii="ＭＳ ゴシック" w:eastAsia="ＭＳ ゴシック" w:hAnsi="ＭＳ ゴシック" w:hint="eastAsia"/>
        </w:rPr>
        <w:t>企業・</w:t>
      </w:r>
      <w:r w:rsidRPr="00787CDC">
        <w:rPr>
          <w:rFonts w:ascii="ＭＳ ゴシック" w:eastAsia="ＭＳ ゴシック" w:hAnsi="ＭＳ ゴシック"/>
        </w:rPr>
        <w:t>団体名</w:t>
      </w:r>
    </w:p>
    <w:p w14:paraId="195E029B" w14:textId="77777777" w:rsidR="005D05CD" w:rsidRPr="00787CDC" w:rsidRDefault="005D05CD" w:rsidP="005D05CD">
      <w:pPr>
        <w:pStyle w:val="a3"/>
        <w:ind w:left="4173" w:firstLineChars="1738" w:firstLine="3650"/>
        <w:rPr>
          <w:rFonts w:ascii="ＭＳ ゴシック" w:eastAsia="ＭＳ ゴシック" w:hAnsi="ＭＳ ゴシック"/>
          <w:spacing w:val="0"/>
        </w:rPr>
      </w:pPr>
    </w:p>
    <w:p w14:paraId="4696C442" w14:textId="77777777" w:rsidR="005D05CD" w:rsidRPr="00787CDC" w:rsidRDefault="005D05CD" w:rsidP="005D05CD">
      <w:pPr>
        <w:pStyle w:val="a3"/>
        <w:ind w:leftChars="1620" w:left="3402" w:firstLineChars="133" w:firstLine="282"/>
        <w:rPr>
          <w:rFonts w:ascii="ＭＳ ゴシック" w:eastAsia="ＭＳ ゴシック" w:hAnsi="ＭＳ ゴシック"/>
        </w:rPr>
      </w:pPr>
      <w:r w:rsidRPr="00787CDC">
        <w:rPr>
          <w:rFonts w:ascii="ＭＳ ゴシック" w:eastAsia="ＭＳ ゴシック" w:hAnsi="ＭＳ ゴシック" w:hint="eastAsia"/>
        </w:rPr>
        <w:t>代表者職・氏名　　　　　　　　　　　　　　　印</w:t>
      </w:r>
    </w:p>
    <w:p w14:paraId="20F3EA8D" w14:textId="77777777" w:rsidR="00545D84" w:rsidRPr="00787CDC" w:rsidRDefault="00545D84" w:rsidP="00545D84">
      <w:pPr>
        <w:rPr>
          <w:rFonts w:ascii="ＭＳ ゴシック" w:eastAsia="ＭＳ ゴシック" w:hAnsi="ＭＳ ゴシック"/>
          <w:sz w:val="24"/>
        </w:rPr>
      </w:pPr>
    </w:p>
    <w:p w14:paraId="4879DD24" w14:textId="77777777" w:rsidR="007D59CC" w:rsidRPr="00787CDC" w:rsidRDefault="007D59CC" w:rsidP="00D12656">
      <w:pPr>
        <w:jc w:val="center"/>
        <w:rPr>
          <w:rFonts w:ascii="ＭＳ ゴシック" w:eastAsia="ＭＳ ゴシック" w:hAnsi="ＭＳ ゴシック" w:cs="ＭＳ Ｐ明朝"/>
          <w:bCs/>
          <w:sz w:val="24"/>
        </w:rPr>
      </w:pPr>
    </w:p>
    <w:p w14:paraId="06259795" w14:textId="03FBCB80" w:rsidR="00545D84" w:rsidRPr="00787CDC" w:rsidRDefault="00D12656" w:rsidP="00D12656">
      <w:pPr>
        <w:jc w:val="center"/>
        <w:rPr>
          <w:rFonts w:ascii="ＭＳ ゴシック" w:eastAsia="ＭＳ ゴシック" w:hAnsi="ＭＳ ゴシック"/>
          <w:b/>
          <w:sz w:val="24"/>
        </w:rPr>
      </w:pPr>
      <w:r w:rsidRPr="00787CDC">
        <w:rPr>
          <w:rFonts w:ascii="ＭＳ ゴシック" w:eastAsia="ＭＳ ゴシック" w:hAnsi="ＭＳ ゴシック" w:cs="ＭＳ Ｐ明朝" w:hint="eastAsia"/>
          <w:b/>
          <w:bCs/>
          <w:sz w:val="24"/>
        </w:rPr>
        <w:t>「</w:t>
      </w:r>
      <w:r w:rsidR="007B7B6B" w:rsidRPr="007B7B6B">
        <w:rPr>
          <w:rFonts w:ascii="ＭＳ ゴシック" w:eastAsia="ＭＳ ゴシック" w:hAnsi="ＭＳ ゴシック" w:cs="ＭＳ Ｐ明朝" w:hint="eastAsia"/>
          <w:b/>
          <w:bCs/>
          <w:sz w:val="24"/>
        </w:rPr>
        <w:t>沖縄観光感謝の集い2025in大阪・東京</w:t>
      </w:r>
      <w:r w:rsidR="00706750">
        <w:rPr>
          <w:rFonts w:ascii="ＭＳ ゴシック" w:eastAsia="ＭＳ ゴシック" w:hAnsi="ＭＳ ゴシック" w:cs="ＭＳ Ｐ明朝" w:hint="eastAsia"/>
          <w:b/>
          <w:bCs/>
          <w:sz w:val="24"/>
        </w:rPr>
        <w:t>（仮称）</w:t>
      </w:r>
      <w:r w:rsidRPr="00787CDC">
        <w:rPr>
          <w:rFonts w:ascii="ＭＳ ゴシック" w:eastAsia="ＭＳ ゴシック" w:hAnsi="ＭＳ ゴシック" w:cs="ＭＳ Ｐ明朝" w:hint="eastAsia"/>
          <w:b/>
          <w:bCs/>
          <w:sz w:val="24"/>
        </w:rPr>
        <w:t>」</w:t>
      </w:r>
      <w:r w:rsidR="00CB21A9" w:rsidRPr="00787CDC">
        <w:rPr>
          <w:rFonts w:ascii="ＭＳ ゴシック" w:eastAsia="ＭＳ ゴシック" w:hAnsi="ＭＳ ゴシック" w:cs="ＭＳ Ｐ明朝" w:hint="eastAsia"/>
          <w:b/>
          <w:bCs/>
          <w:sz w:val="24"/>
        </w:rPr>
        <w:t>実施業務</w:t>
      </w:r>
    </w:p>
    <w:p w14:paraId="6B34D903" w14:textId="77777777" w:rsidR="00545D84" w:rsidRDefault="00545D84" w:rsidP="00545D84">
      <w:pPr>
        <w:jc w:val="center"/>
        <w:rPr>
          <w:rFonts w:ascii="ＭＳ ゴシック" w:eastAsia="ＭＳ ゴシック" w:hAnsi="ＭＳ ゴシック"/>
          <w:b/>
          <w:sz w:val="24"/>
        </w:rPr>
      </w:pPr>
      <w:r w:rsidRPr="00787CDC">
        <w:rPr>
          <w:rFonts w:ascii="ＭＳ ゴシック" w:eastAsia="ＭＳ ゴシック" w:hAnsi="ＭＳ ゴシック" w:hint="eastAsia"/>
          <w:b/>
          <w:sz w:val="24"/>
        </w:rPr>
        <w:t>企画</w:t>
      </w:r>
      <w:r w:rsidR="00020B0B">
        <w:rPr>
          <w:rFonts w:ascii="ＭＳ ゴシック" w:eastAsia="ＭＳ ゴシック" w:hAnsi="ＭＳ ゴシック" w:hint="eastAsia"/>
          <w:b/>
          <w:sz w:val="24"/>
        </w:rPr>
        <w:t>提案</w:t>
      </w:r>
      <w:r w:rsidRPr="00787CDC">
        <w:rPr>
          <w:rFonts w:ascii="ＭＳ ゴシック" w:eastAsia="ＭＳ ゴシック" w:hAnsi="ＭＳ ゴシック" w:hint="eastAsia"/>
          <w:b/>
          <w:sz w:val="24"/>
        </w:rPr>
        <w:t>コンペ参加辞退書</w:t>
      </w:r>
    </w:p>
    <w:p w14:paraId="65763688" w14:textId="77777777" w:rsidR="00AC1ACB" w:rsidRPr="00787CDC" w:rsidRDefault="00AC1ACB" w:rsidP="00545D84">
      <w:pPr>
        <w:jc w:val="center"/>
        <w:rPr>
          <w:rFonts w:ascii="ＭＳ ゴシック" w:eastAsia="ＭＳ ゴシック" w:hAnsi="ＭＳ ゴシック"/>
          <w:b/>
          <w:sz w:val="24"/>
          <w:lang w:eastAsia="zh-TW"/>
        </w:rPr>
      </w:pPr>
    </w:p>
    <w:p w14:paraId="0316F5B9" w14:textId="77777777" w:rsidR="00545D84" w:rsidRPr="00787CDC" w:rsidRDefault="00545D84" w:rsidP="00545D84">
      <w:pPr>
        <w:rPr>
          <w:rFonts w:ascii="ＭＳ ゴシック" w:eastAsia="ＭＳ ゴシック" w:hAnsi="ＭＳ ゴシック"/>
          <w:sz w:val="24"/>
        </w:rPr>
      </w:pPr>
    </w:p>
    <w:p w14:paraId="22DD666B" w14:textId="615FB336" w:rsidR="00545D84" w:rsidRPr="00787CDC" w:rsidRDefault="00CB21A9" w:rsidP="00572F1D">
      <w:pPr>
        <w:spacing w:line="380" w:lineRule="exact"/>
        <w:rPr>
          <w:rFonts w:ascii="ＭＳ ゴシック" w:eastAsia="ＭＳ ゴシック" w:hAnsi="ＭＳ ゴシック"/>
          <w:sz w:val="24"/>
        </w:rPr>
      </w:pPr>
      <w:r w:rsidRPr="00787CDC">
        <w:rPr>
          <w:rFonts w:ascii="ＭＳ ゴシック" w:eastAsia="ＭＳ ゴシック" w:hAnsi="ＭＳ ゴシック" w:hint="eastAsia"/>
          <w:sz w:val="24"/>
        </w:rPr>
        <w:t xml:space="preserve">　</w:t>
      </w:r>
      <w:r w:rsidR="003E3657">
        <w:rPr>
          <w:rFonts w:ascii="ＭＳ ゴシック" w:eastAsia="ＭＳ ゴシック" w:hAnsi="ＭＳ ゴシック" w:hint="eastAsia"/>
          <w:sz w:val="24"/>
        </w:rPr>
        <w:t>令和</w:t>
      </w:r>
      <w:r w:rsidR="00545D84" w:rsidRPr="00787CDC">
        <w:rPr>
          <w:rFonts w:ascii="ＭＳ ゴシック" w:eastAsia="ＭＳ ゴシック" w:hAnsi="ＭＳ ゴシック" w:hint="eastAsia"/>
          <w:sz w:val="24"/>
        </w:rPr>
        <w:t xml:space="preserve">　　年　　月　　日付　で</w:t>
      </w:r>
      <w:r w:rsidRPr="00787CDC">
        <w:rPr>
          <w:rFonts w:ascii="ＭＳ ゴシック" w:eastAsia="ＭＳ ゴシック" w:hAnsi="ＭＳ ゴシック" w:hint="eastAsia"/>
          <w:sz w:val="24"/>
        </w:rPr>
        <w:t>申込み</w:t>
      </w:r>
      <w:r w:rsidRPr="00787CDC">
        <w:rPr>
          <w:rFonts w:ascii="ＭＳ ゴシック" w:eastAsia="ＭＳ ゴシック" w:hAnsi="ＭＳ ゴシック"/>
          <w:sz w:val="24"/>
        </w:rPr>
        <w:t>しました</w:t>
      </w:r>
      <w:r w:rsidRPr="00787CDC">
        <w:rPr>
          <w:rFonts w:ascii="ＭＳ ゴシック" w:eastAsia="ＭＳ ゴシック" w:hAnsi="ＭＳ ゴシック" w:hint="eastAsia"/>
          <w:sz w:val="24"/>
        </w:rPr>
        <w:t>本</w:t>
      </w:r>
      <w:r w:rsidR="00545D84" w:rsidRPr="00787CDC">
        <w:rPr>
          <w:rFonts w:ascii="ＭＳ ゴシック" w:eastAsia="ＭＳ ゴシック" w:hAnsi="ＭＳ ゴシック" w:hint="eastAsia"/>
          <w:sz w:val="24"/>
        </w:rPr>
        <w:t>企画コンペティションについて</w:t>
      </w:r>
      <w:r w:rsidRPr="00787CDC">
        <w:rPr>
          <w:rFonts w:ascii="ＭＳ ゴシック" w:eastAsia="ＭＳ ゴシック" w:hAnsi="ＭＳ ゴシック" w:hint="eastAsia"/>
          <w:sz w:val="24"/>
        </w:rPr>
        <w:t>、</w:t>
      </w:r>
      <w:r w:rsidR="00545D84" w:rsidRPr="00787CDC">
        <w:rPr>
          <w:rFonts w:ascii="ＭＳ ゴシック" w:eastAsia="ＭＳ ゴシック" w:hAnsi="ＭＳ ゴシック" w:hint="eastAsia"/>
          <w:sz w:val="24"/>
        </w:rPr>
        <w:t>下記のとおり参加辞退したいので、</w:t>
      </w:r>
      <w:r w:rsidR="00D12656" w:rsidRPr="00787CDC">
        <w:rPr>
          <w:rFonts w:ascii="ＭＳ ゴシック" w:eastAsia="ＭＳ ゴシック" w:hAnsi="ＭＳ ゴシック" w:cs="ＭＳ Ｐ明朝" w:hint="eastAsia"/>
          <w:bCs/>
          <w:sz w:val="24"/>
        </w:rPr>
        <w:t>「</w:t>
      </w:r>
      <w:r w:rsidR="007B7B6B" w:rsidRPr="007B7B6B">
        <w:rPr>
          <w:rFonts w:ascii="ＭＳ ゴシック" w:eastAsia="ＭＳ ゴシック" w:hAnsi="ＭＳ ゴシック" w:cs="ＭＳ Ｐ明朝" w:hint="eastAsia"/>
          <w:bCs/>
          <w:sz w:val="24"/>
        </w:rPr>
        <w:t>沖縄観光感謝の集い2025in大阪・東京</w:t>
      </w:r>
      <w:r w:rsidR="005E52E8" w:rsidRPr="005E52E8">
        <w:rPr>
          <w:rFonts w:ascii="ＭＳ ゴシック" w:eastAsia="ＭＳ ゴシック" w:hAnsi="ＭＳ ゴシック" w:hint="eastAsia"/>
          <w:sz w:val="24"/>
          <w:szCs w:val="32"/>
        </w:rPr>
        <w:t>（仮称）</w:t>
      </w:r>
      <w:r w:rsidR="00D12656" w:rsidRPr="00787CDC">
        <w:rPr>
          <w:rFonts w:ascii="ＭＳ ゴシック" w:eastAsia="ＭＳ ゴシック" w:hAnsi="ＭＳ ゴシック" w:cs="ＭＳ Ｐ明朝" w:hint="eastAsia"/>
          <w:bCs/>
          <w:sz w:val="24"/>
        </w:rPr>
        <w:t>」</w:t>
      </w:r>
      <w:r w:rsidR="00243E99" w:rsidRPr="00787CDC">
        <w:rPr>
          <w:rFonts w:ascii="ＭＳ ゴシック" w:eastAsia="ＭＳ ゴシック" w:hAnsi="ＭＳ ゴシック" w:cs="ＭＳ Ｐ明朝" w:hint="eastAsia"/>
          <w:bCs/>
          <w:sz w:val="24"/>
        </w:rPr>
        <w:t>実施業務</w:t>
      </w:r>
      <w:r w:rsidR="00545D84" w:rsidRPr="00787CDC">
        <w:rPr>
          <w:rFonts w:ascii="ＭＳ ゴシック" w:eastAsia="ＭＳ ゴシック" w:hAnsi="ＭＳ ゴシック" w:hint="eastAsia"/>
          <w:sz w:val="24"/>
        </w:rPr>
        <w:t>企画</w:t>
      </w:r>
      <w:r w:rsidR="006736AB" w:rsidRPr="00787CDC">
        <w:rPr>
          <w:rFonts w:ascii="ＭＳ ゴシック" w:eastAsia="ＭＳ ゴシック" w:hAnsi="ＭＳ ゴシック" w:hint="eastAsia"/>
          <w:sz w:val="24"/>
        </w:rPr>
        <w:t>提案</w:t>
      </w:r>
      <w:r w:rsidR="00545D84" w:rsidRPr="00787CDC">
        <w:rPr>
          <w:rFonts w:ascii="ＭＳ ゴシック" w:eastAsia="ＭＳ ゴシック" w:hAnsi="ＭＳ ゴシック" w:hint="eastAsia"/>
          <w:sz w:val="24"/>
        </w:rPr>
        <w:t>コンペ応募</w:t>
      </w:r>
      <w:r w:rsidR="005D73AB">
        <w:rPr>
          <w:rFonts w:ascii="ＭＳ ゴシック" w:eastAsia="ＭＳ ゴシック" w:hAnsi="ＭＳ ゴシック" w:hint="eastAsia"/>
          <w:sz w:val="24"/>
        </w:rPr>
        <w:t>要綱</w:t>
      </w:r>
      <w:r w:rsidR="00243E99" w:rsidRPr="00787CDC">
        <w:rPr>
          <w:rFonts w:ascii="ＭＳ ゴシック" w:eastAsia="ＭＳ ゴシック" w:hAnsi="ＭＳ ゴシック" w:hint="eastAsia"/>
          <w:sz w:val="24"/>
        </w:rPr>
        <w:t>に基づき提出</w:t>
      </w:r>
      <w:r w:rsidR="00545D84" w:rsidRPr="00787CDC">
        <w:rPr>
          <w:rFonts w:ascii="ＭＳ ゴシック" w:eastAsia="ＭＳ ゴシック" w:hAnsi="ＭＳ ゴシック" w:hint="eastAsia"/>
          <w:sz w:val="24"/>
        </w:rPr>
        <w:t>します。</w:t>
      </w:r>
    </w:p>
    <w:p w14:paraId="22AED0CC" w14:textId="77777777" w:rsidR="00545D84" w:rsidRPr="00787CDC" w:rsidRDefault="00545D84" w:rsidP="00545D84">
      <w:pPr>
        <w:rPr>
          <w:rFonts w:ascii="ＭＳ ゴシック" w:eastAsia="ＭＳ ゴシック" w:hAnsi="ＭＳ ゴシック"/>
          <w:sz w:val="24"/>
        </w:rPr>
      </w:pPr>
    </w:p>
    <w:p w14:paraId="278CD5E3" w14:textId="77777777" w:rsidR="00545D84" w:rsidRPr="00787CDC" w:rsidRDefault="00545D84" w:rsidP="00545D84">
      <w:pPr>
        <w:rPr>
          <w:rFonts w:ascii="ＭＳ ゴシック" w:eastAsia="ＭＳ ゴシック" w:hAnsi="ＭＳ ゴシック"/>
          <w:sz w:val="24"/>
        </w:rPr>
      </w:pPr>
    </w:p>
    <w:p w14:paraId="60F62CA5" w14:textId="77777777" w:rsidR="00545D84" w:rsidRPr="00787CDC" w:rsidRDefault="00545D84" w:rsidP="00545D84">
      <w:pPr>
        <w:pStyle w:val="ab"/>
        <w:rPr>
          <w:rFonts w:ascii="ＭＳ ゴシック" w:eastAsia="ＭＳ ゴシック" w:hAnsi="ＭＳ ゴシック"/>
        </w:rPr>
      </w:pPr>
      <w:r w:rsidRPr="00787CDC">
        <w:rPr>
          <w:rFonts w:ascii="ＭＳ ゴシック" w:eastAsia="ＭＳ ゴシック" w:hAnsi="ＭＳ ゴシック" w:hint="eastAsia"/>
        </w:rPr>
        <w:t>記</w:t>
      </w:r>
    </w:p>
    <w:p w14:paraId="5F1BA535" w14:textId="77777777" w:rsidR="00545D84" w:rsidRPr="00787CDC" w:rsidRDefault="00545D84" w:rsidP="00545D84">
      <w:pPr>
        <w:rPr>
          <w:rFonts w:ascii="ＭＳ ゴシック" w:eastAsia="ＭＳ ゴシック" w:hAnsi="ＭＳ ゴシック"/>
          <w:sz w:val="24"/>
        </w:rPr>
      </w:pPr>
    </w:p>
    <w:p w14:paraId="429DD857" w14:textId="77777777" w:rsidR="00545D84" w:rsidRPr="00787CDC" w:rsidRDefault="00545D84" w:rsidP="00545D84">
      <w:pPr>
        <w:rPr>
          <w:rFonts w:ascii="ＭＳ ゴシック" w:eastAsia="ＭＳ ゴシック" w:hAnsi="ＭＳ ゴシック"/>
          <w:sz w:val="24"/>
        </w:rPr>
      </w:pPr>
      <w:r w:rsidRPr="00787CDC">
        <w:rPr>
          <w:rFonts w:ascii="ＭＳ ゴシック" w:eastAsia="ＭＳ ゴシック" w:hAnsi="ＭＳ ゴシック" w:hint="eastAsia"/>
          <w:sz w:val="24"/>
        </w:rPr>
        <w:t>１</w:t>
      </w:r>
      <w:r w:rsidR="00243E99" w:rsidRPr="00787CDC">
        <w:rPr>
          <w:rFonts w:ascii="ＭＳ ゴシック" w:eastAsia="ＭＳ ゴシック" w:hAnsi="ＭＳ ゴシック" w:hint="eastAsia"/>
          <w:sz w:val="24"/>
        </w:rPr>
        <w:t xml:space="preserve">　</w:t>
      </w:r>
      <w:r w:rsidRPr="00787CDC">
        <w:rPr>
          <w:rFonts w:ascii="ＭＳ ゴシック" w:eastAsia="ＭＳ ゴシック" w:hAnsi="ＭＳ ゴシック" w:hint="eastAsia"/>
          <w:sz w:val="24"/>
        </w:rPr>
        <w:t>参加辞退の理由</w:t>
      </w:r>
    </w:p>
    <w:p w14:paraId="3C8165A3" w14:textId="77777777" w:rsidR="00545D84" w:rsidRPr="00787CDC" w:rsidRDefault="00545D84" w:rsidP="007B7B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ゴシック" w:eastAsia="ＭＳ ゴシック" w:hAnsi="ＭＳ ゴシック"/>
          <w:sz w:val="24"/>
        </w:rPr>
      </w:pPr>
    </w:p>
    <w:p w14:paraId="4B24E47F" w14:textId="77777777" w:rsidR="00545D84" w:rsidRPr="00787CDC" w:rsidRDefault="00545D84" w:rsidP="007B7B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ゴシック" w:eastAsia="ＭＳ ゴシック" w:hAnsi="ＭＳ ゴシック"/>
          <w:sz w:val="24"/>
        </w:rPr>
      </w:pPr>
    </w:p>
    <w:p w14:paraId="615EC483" w14:textId="77777777" w:rsidR="00545D84" w:rsidRPr="00787CDC" w:rsidRDefault="00545D84" w:rsidP="007B7B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ゴシック" w:eastAsia="ＭＳ ゴシック" w:hAnsi="ＭＳ ゴシック"/>
          <w:sz w:val="24"/>
        </w:rPr>
      </w:pPr>
    </w:p>
    <w:p w14:paraId="0BA5B068" w14:textId="77777777" w:rsidR="00545D84" w:rsidRPr="00787CDC" w:rsidRDefault="00545D84" w:rsidP="007B7B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ゴシック" w:eastAsia="ＭＳ ゴシック" w:hAnsi="ＭＳ ゴシック"/>
          <w:sz w:val="24"/>
        </w:rPr>
      </w:pPr>
    </w:p>
    <w:p w14:paraId="6E6D3EF3" w14:textId="77777777" w:rsidR="00545D84" w:rsidRPr="00787CDC" w:rsidRDefault="00545D84" w:rsidP="007B7B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ゴシック" w:eastAsia="ＭＳ ゴシック" w:hAnsi="ＭＳ ゴシック"/>
          <w:sz w:val="24"/>
        </w:rPr>
      </w:pPr>
    </w:p>
    <w:p w14:paraId="7014E0D1" w14:textId="77777777" w:rsidR="00545D84" w:rsidRPr="00787CDC" w:rsidRDefault="00545D84" w:rsidP="007B7B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ゴシック" w:eastAsia="ＭＳ ゴシック" w:hAnsi="ＭＳ ゴシック"/>
          <w:sz w:val="24"/>
        </w:rPr>
      </w:pPr>
    </w:p>
    <w:p w14:paraId="6C01AB88" w14:textId="77777777" w:rsidR="00545D84" w:rsidRPr="00787CDC" w:rsidRDefault="00545D84" w:rsidP="007B7B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ゴシック" w:eastAsia="ＭＳ ゴシック" w:hAnsi="ＭＳ ゴシック"/>
        </w:rPr>
      </w:pPr>
    </w:p>
    <w:p w14:paraId="171E791E" w14:textId="77777777" w:rsidR="00193041" w:rsidRPr="00787CDC" w:rsidRDefault="00193041" w:rsidP="007B7B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ゴシック" w:eastAsia="ＭＳ ゴシック" w:hAnsi="ＭＳ ゴシック"/>
        </w:rPr>
      </w:pPr>
    </w:p>
    <w:sectPr w:rsidR="00193041" w:rsidRPr="00787CDC" w:rsidSect="00422DFD">
      <w:headerReference w:type="default" r:id="rId7"/>
      <w:footerReference w:type="default" r:id="rId8"/>
      <w:pgSz w:w="11906" w:h="16838"/>
      <w:pgMar w:top="1276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C52A05" w14:textId="77777777" w:rsidR="008612F9" w:rsidRDefault="008612F9" w:rsidP="001F4BB3">
      <w:r>
        <w:separator/>
      </w:r>
    </w:p>
  </w:endnote>
  <w:endnote w:type="continuationSeparator" w:id="0">
    <w:p w14:paraId="1F626254" w14:textId="77777777" w:rsidR="008612F9" w:rsidRDefault="008612F9" w:rsidP="001F4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0A7AB" w14:textId="77777777" w:rsidR="005B4C09" w:rsidRDefault="005B4C09" w:rsidP="00193041">
    <w:pPr>
      <w:pStyle w:val="a8"/>
      <w:jc w:val="center"/>
    </w:pPr>
    <w:r>
      <w:rPr>
        <w:rStyle w:val="aa"/>
      </w:rPr>
      <w:fldChar w:fldCharType="begin"/>
    </w:r>
    <w:r>
      <w:rPr>
        <w:rStyle w:val="aa"/>
      </w:rPr>
      <w:instrText xml:space="preserve"> PAGE </w:instrText>
    </w:r>
    <w:r>
      <w:rPr>
        <w:rStyle w:val="aa"/>
      </w:rPr>
      <w:fldChar w:fldCharType="separate"/>
    </w:r>
    <w:r w:rsidR="00DA73CD">
      <w:rPr>
        <w:rStyle w:val="aa"/>
        <w:noProof/>
      </w:rPr>
      <w:t>1</w:t>
    </w:r>
    <w:r>
      <w:rPr>
        <w:rStyle w:val="aa"/>
      </w:rPr>
      <w:fldChar w:fldCharType="end"/>
    </w:r>
    <w:r>
      <w:rPr>
        <w:rStyle w:val="aa"/>
      </w:rPr>
      <w:t>/</w:t>
    </w:r>
    <w:r>
      <w:rPr>
        <w:rStyle w:val="aa"/>
      </w:rPr>
      <w:fldChar w:fldCharType="begin"/>
    </w:r>
    <w:r>
      <w:rPr>
        <w:rStyle w:val="aa"/>
      </w:rPr>
      <w:instrText xml:space="preserve"> NUMPAGES </w:instrText>
    </w:r>
    <w:r>
      <w:rPr>
        <w:rStyle w:val="aa"/>
      </w:rPr>
      <w:fldChar w:fldCharType="separate"/>
    </w:r>
    <w:r w:rsidR="00DA73CD">
      <w:rPr>
        <w:rStyle w:val="aa"/>
        <w:noProof/>
      </w:rPr>
      <w:t>1</w:t>
    </w:r>
    <w:r>
      <w:rPr>
        <w:rStyle w:val="a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193F5B" w14:textId="77777777" w:rsidR="008612F9" w:rsidRDefault="008612F9" w:rsidP="001F4BB3">
      <w:r>
        <w:separator/>
      </w:r>
    </w:p>
  </w:footnote>
  <w:footnote w:type="continuationSeparator" w:id="0">
    <w:p w14:paraId="134AB444" w14:textId="77777777" w:rsidR="008612F9" w:rsidRDefault="008612F9" w:rsidP="001F4B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453C6" w14:textId="1A9D5C01" w:rsidR="00422DFD" w:rsidRPr="005D05CD" w:rsidRDefault="00422DFD" w:rsidP="00422DFD">
    <w:pPr>
      <w:pStyle w:val="a3"/>
      <w:rPr>
        <w:rFonts w:ascii="MS UI Gothic" w:eastAsia="MS UI Gothic" w:hAnsi="MS UI Gothic"/>
        <w:b/>
        <w:spacing w:val="0"/>
      </w:rPr>
    </w:pPr>
    <w:r w:rsidRPr="005D05CD">
      <w:rPr>
        <w:rFonts w:ascii="MS UI Gothic" w:eastAsia="MS UI Gothic" w:hAnsi="MS UI Gothic" w:hint="eastAsia"/>
        <w:b/>
      </w:rPr>
      <w:t>（様式</w:t>
    </w:r>
    <w:r w:rsidR="000A614E">
      <w:rPr>
        <w:rFonts w:ascii="MS UI Gothic" w:eastAsia="MS UI Gothic" w:hAnsi="MS UI Gothic" w:hint="eastAsia"/>
        <w:b/>
      </w:rPr>
      <w:t>３</w:t>
    </w:r>
    <w:r w:rsidRPr="005D05CD">
      <w:rPr>
        <w:rFonts w:ascii="MS UI Gothic" w:eastAsia="MS UI Gothic" w:hAnsi="MS UI Gothic" w:hint="eastAsia"/>
        <w:b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D3"/>
    <w:rsid w:val="00017EBB"/>
    <w:rsid w:val="00020B0B"/>
    <w:rsid w:val="00026040"/>
    <w:rsid w:val="00052297"/>
    <w:rsid w:val="00060159"/>
    <w:rsid w:val="00080881"/>
    <w:rsid w:val="00083735"/>
    <w:rsid w:val="000A2571"/>
    <w:rsid w:val="000A614E"/>
    <w:rsid w:val="000D40AE"/>
    <w:rsid w:val="000F1FC7"/>
    <w:rsid w:val="00101DA2"/>
    <w:rsid w:val="0012368D"/>
    <w:rsid w:val="00142E7A"/>
    <w:rsid w:val="00155AB6"/>
    <w:rsid w:val="00166B73"/>
    <w:rsid w:val="00173B26"/>
    <w:rsid w:val="001777D6"/>
    <w:rsid w:val="00193041"/>
    <w:rsid w:val="001A366A"/>
    <w:rsid w:val="001C1389"/>
    <w:rsid w:val="001C792E"/>
    <w:rsid w:val="001E3995"/>
    <w:rsid w:val="001F4BB3"/>
    <w:rsid w:val="001F5594"/>
    <w:rsid w:val="001F5F4C"/>
    <w:rsid w:val="00226A09"/>
    <w:rsid w:val="00233E8C"/>
    <w:rsid w:val="002341FF"/>
    <w:rsid w:val="00243E99"/>
    <w:rsid w:val="0025535B"/>
    <w:rsid w:val="002C014B"/>
    <w:rsid w:val="003238C0"/>
    <w:rsid w:val="00340B16"/>
    <w:rsid w:val="003818B5"/>
    <w:rsid w:val="00392F88"/>
    <w:rsid w:val="003B05EF"/>
    <w:rsid w:val="003B48B5"/>
    <w:rsid w:val="003E3657"/>
    <w:rsid w:val="003F3485"/>
    <w:rsid w:val="00422DFD"/>
    <w:rsid w:val="004451B3"/>
    <w:rsid w:val="00455B65"/>
    <w:rsid w:val="0046372D"/>
    <w:rsid w:val="004A5234"/>
    <w:rsid w:val="004A5DA9"/>
    <w:rsid w:val="004E277C"/>
    <w:rsid w:val="004E6252"/>
    <w:rsid w:val="004F0EE3"/>
    <w:rsid w:val="00507E4A"/>
    <w:rsid w:val="00514A98"/>
    <w:rsid w:val="00523C90"/>
    <w:rsid w:val="005258F9"/>
    <w:rsid w:val="00527E62"/>
    <w:rsid w:val="00545D84"/>
    <w:rsid w:val="00562A09"/>
    <w:rsid w:val="00570633"/>
    <w:rsid w:val="00572F1D"/>
    <w:rsid w:val="0059412E"/>
    <w:rsid w:val="005A011B"/>
    <w:rsid w:val="005B461A"/>
    <w:rsid w:val="005B4C09"/>
    <w:rsid w:val="005C2F07"/>
    <w:rsid w:val="005D05CD"/>
    <w:rsid w:val="005D1F45"/>
    <w:rsid w:val="005D4DAB"/>
    <w:rsid w:val="005D73AB"/>
    <w:rsid w:val="005E52E8"/>
    <w:rsid w:val="005E6FD6"/>
    <w:rsid w:val="006213C2"/>
    <w:rsid w:val="006651DE"/>
    <w:rsid w:val="006736AB"/>
    <w:rsid w:val="00696080"/>
    <w:rsid w:val="006B11E3"/>
    <w:rsid w:val="006D0FBF"/>
    <w:rsid w:val="006E3301"/>
    <w:rsid w:val="00706750"/>
    <w:rsid w:val="0071782A"/>
    <w:rsid w:val="00762ACD"/>
    <w:rsid w:val="00780033"/>
    <w:rsid w:val="00787CDC"/>
    <w:rsid w:val="007B276F"/>
    <w:rsid w:val="007B7B6B"/>
    <w:rsid w:val="007D59CC"/>
    <w:rsid w:val="007F7FBA"/>
    <w:rsid w:val="00840BEB"/>
    <w:rsid w:val="008545C1"/>
    <w:rsid w:val="008612F9"/>
    <w:rsid w:val="00865D43"/>
    <w:rsid w:val="00881A98"/>
    <w:rsid w:val="0088768C"/>
    <w:rsid w:val="008A191E"/>
    <w:rsid w:val="008A3280"/>
    <w:rsid w:val="008B4091"/>
    <w:rsid w:val="008D0645"/>
    <w:rsid w:val="00924AEE"/>
    <w:rsid w:val="009408D3"/>
    <w:rsid w:val="00946F76"/>
    <w:rsid w:val="00951AD6"/>
    <w:rsid w:val="00965270"/>
    <w:rsid w:val="009769C8"/>
    <w:rsid w:val="009A3129"/>
    <w:rsid w:val="009A3981"/>
    <w:rsid w:val="009B36A3"/>
    <w:rsid w:val="009D42A5"/>
    <w:rsid w:val="009E2595"/>
    <w:rsid w:val="00A067F3"/>
    <w:rsid w:val="00A075A2"/>
    <w:rsid w:val="00A503F5"/>
    <w:rsid w:val="00AA52F9"/>
    <w:rsid w:val="00AB37E9"/>
    <w:rsid w:val="00AC1ACB"/>
    <w:rsid w:val="00AC2D99"/>
    <w:rsid w:val="00AE1377"/>
    <w:rsid w:val="00AE4A01"/>
    <w:rsid w:val="00AE71D6"/>
    <w:rsid w:val="00AF3DDE"/>
    <w:rsid w:val="00B20C71"/>
    <w:rsid w:val="00B41386"/>
    <w:rsid w:val="00B52D54"/>
    <w:rsid w:val="00BC5542"/>
    <w:rsid w:val="00BF2CD7"/>
    <w:rsid w:val="00C12899"/>
    <w:rsid w:val="00C14D0B"/>
    <w:rsid w:val="00C335CA"/>
    <w:rsid w:val="00C41128"/>
    <w:rsid w:val="00C5126E"/>
    <w:rsid w:val="00C95FF1"/>
    <w:rsid w:val="00CB21A9"/>
    <w:rsid w:val="00CB5093"/>
    <w:rsid w:val="00CF7095"/>
    <w:rsid w:val="00D0722B"/>
    <w:rsid w:val="00D12656"/>
    <w:rsid w:val="00D1729A"/>
    <w:rsid w:val="00D319EA"/>
    <w:rsid w:val="00D356AA"/>
    <w:rsid w:val="00D47F3C"/>
    <w:rsid w:val="00DA73CD"/>
    <w:rsid w:val="00DB0B0A"/>
    <w:rsid w:val="00DD2FA4"/>
    <w:rsid w:val="00DD4A91"/>
    <w:rsid w:val="00E10C2B"/>
    <w:rsid w:val="00E11785"/>
    <w:rsid w:val="00E34E5C"/>
    <w:rsid w:val="00E71CB6"/>
    <w:rsid w:val="00E742EE"/>
    <w:rsid w:val="00E7501D"/>
    <w:rsid w:val="00E81A45"/>
    <w:rsid w:val="00E820C5"/>
    <w:rsid w:val="00E97F0A"/>
    <w:rsid w:val="00EB6C19"/>
    <w:rsid w:val="00ED42E1"/>
    <w:rsid w:val="00F12C57"/>
    <w:rsid w:val="00F22087"/>
    <w:rsid w:val="00F41041"/>
    <w:rsid w:val="00F4271D"/>
    <w:rsid w:val="00FC5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082491EE"/>
  <w15:chartTrackingRefBased/>
  <w15:docId w15:val="{54D5C3D4-3960-40BC-9B4A-A47B32904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87694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87694E"/>
    <w:rPr>
      <w:kern w:val="2"/>
      <w:sz w:val="21"/>
      <w:szCs w:val="24"/>
    </w:rPr>
  </w:style>
  <w:style w:type="paragraph" w:styleId="a8">
    <w:name w:val="footer"/>
    <w:basedOn w:val="a"/>
    <w:link w:val="a9"/>
    <w:rsid w:val="0087694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87694E"/>
    <w:rPr>
      <w:kern w:val="2"/>
      <w:sz w:val="21"/>
      <w:szCs w:val="24"/>
    </w:rPr>
  </w:style>
  <w:style w:type="character" w:styleId="aa">
    <w:name w:val="page number"/>
    <w:basedOn w:val="a0"/>
    <w:rsid w:val="0087694E"/>
  </w:style>
  <w:style w:type="paragraph" w:styleId="ab">
    <w:name w:val="Note Heading"/>
    <w:basedOn w:val="a"/>
    <w:next w:val="a"/>
    <w:link w:val="ac"/>
    <w:rsid w:val="00545D84"/>
    <w:pPr>
      <w:jc w:val="center"/>
    </w:pPr>
    <w:rPr>
      <w:sz w:val="24"/>
    </w:rPr>
  </w:style>
  <w:style w:type="character" w:customStyle="1" w:styleId="ac">
    <w:name w:val="記 (文字)"/>
    <w:link w:val="ab"/>
    <w:rsid w:val="00545D84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bashma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F0B7D-06B1-4616-9877-716E9FC73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10</TotalTime>
  <Pages>1</Pages>
  <Words>189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>Microsoft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cp:lastModifiedBy>城間　盛悟</cp:lastModifiedBy>
  <cp:revision>16</cp:revision>
  <cp:lastPrinted>2019-10-16T08:27:00Z</cp:lastPrinted>
  <dcterms:created xsi:type="dcterms:W3CDTF">2018-08-09T00:10:00Z</dcterms:created>
  <dcterms:modified xsi:type="dcterms:W3CDTF">2024-07-29T05:21:00Z</dcterms:modified>
</cp:coreProperties>
</file>