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98FC4" w14:textId="3686C30C" w:rsidR="003C5F7D" w:rsidRDefault="003C5F7D" w:rsidP="003C5F7D">
      <w:pPr>
        <w:pStyle w:val="a3"/>
        <w:jc w:val="center"/>
        <w:rPr>
          <w:rFonts w:ascii="ＭＳ ゴシック" w:eastAsia="ＭＳ ゴシック" w:hAnsi="ＭＳ ゴシック"/>
          <w:color w:val="EE0000"/>
          <w:spacing w:val="0"/>
          <w:u w:val="single"/>
        </w:rPr>
      </w:pPr>
      <w:r w:rsidRPr="003C5F7D">
        <w:rPr>
          <w:rFonts w:ascii="ＭＳ ゴシック" w:eastAsia="ＭＳ ゴシック" w:hAnsi="ＭＳ ゴシック" w:hint="eastAsia"/>
          <w:color w:val="EE0000"/>
          <w:spacing w:val="0"/>
          <w:u w:val="single"/>
        </w:rPr>
        <w:t>提出期限：7月22日（火）12：00（正午）まで</w:t>
      </w:r>
    </w:p>
    <w:p w14:paraId="477E6063" w14:textId="77777777" w:rsidR="003C5F7D" w:rsidRPr="003C5F7D" w:rsidRDefault="003C5F7D" w:rsidP="003C5F7D">
      <w:pPr>
        <w:pStyle w:val="a3"/>
        <w:spacing w:line="240" w:lineRule="auto"/>
        <w:rPr>
          <w:rFonts w:ascii="ＭＳ ゴシック" w:eastAsia="ＭＳ ゴシック" w:hAnsi="ＭＳ ゴシック" w:hint="eastAsia"/>
          <w:b/>
          <w:bCs/>
          <w:color w:val="000000" w:themeColor="text1"/>
          <w:spacing w:val="0"/>
          <w:u w:val="single"/>
        </w:rPr>
      </w:pPr>
    </w:p>
    <w:p w14:paraId="5A9828C9" w14:textId="77777777" w:rsidR="003C5F7D" w:rsidRPr="003C5F7D" w:rsidRDefault="003C5F7D" w:rsidP="003C5F7D">
      <w:pPr>
        <w:pStyle w:val="a3"/>
        <w:spacing w:line="240" w:lineRule="auto"/>
        <w:jc w:val="center"/>
        <w:rPr>
          <w:rFonts w:ascii="ＭＳ ゴシック" w:eastAsia="ＭＳ ゴシック" w:hAnsi="ＭＳ ゴシック" w:hint="eastAsia"/>
          <w:b/>
          <w:bCs/>
          <w:color w:val="000000" w:themeColor="text1"/>
          <w:spacing w:val="0"/>
          <w:sz w:val="32"/>
          <w:szCs w:val="32"/>
        </w:rPr>
      </w:pPr>
      <w:r w:rsidRPr="003C5F7D">
        <w:rPr>
          <w:rFonts w:ascii="ＭＳ ゴシック" w:eastAsia="ＭＳ ゴシック" w:hAnsi="ＭＳ ゴシック" w:hint="eastAsia"/>
          <w:b/>
          <w:bCs/>
          <w:color w:val="000000" w:themeColor="text1"/>
          <w:spacing w:val="0"/>
          <w:sz w:val="32"/>
          <w:szCs w:val="32"/>
        </w:rPr>
        <w:t>「沖縄観光感謝の集い2026」実施業務</w:t>
      </w:r>
    </w:p>
    <w:p w14:paraId="5D31DB7F" w14:textId="478EB819" w:rsidR="00317EF7" w:rsidRPr="00317EF7" w:rsidRDefault="003C5F7D" w:rsidP="00317EF7">
      <w:pPr>
        <w:pStyle w:val="a3"/>
        <w:spacing w:line="240" w:lineRule="auto"/>
        <w:jc w:val="center"/>
        <w:rPr>
          <w:rFonts w:ascii="ＭＳ ゴシック" w:eastAsia="ＭＳ ゴシック" w:hAnsi="ＭＳ ゴシック" w:hint="eastAsia"/>
          <w:b/>
          <w:bCs/>
          <w:color w:val="000000" w:themeColor="text1"/>
          <w:spacing w:val="0"/>
          <w:sz w:val="32"/>
          <w:szCs w:val="32"/>
        </w:rPr>
      </w:pPr>
      <w:r w:rsidRPr="003C5F7D">
        <w:rPr>
          <w:rFonts w:ascii="ＭＳ ゴシック" w:eastAsia="ＭＳ ゴシック" w:hAnsi="ＭＳ ゴシック" w:hint="eastAsia"/>
          <w:b/>
          <w:bCs/>
          <w:color w:val="000000" w:themeColor="text1"/>
          <w:spacing w:val="0"/>
          <w:sz w:val="32"/>
          <w:szCs w:val="32"/>
        </w:rPr>
        <w:t>説明会参加申込書</w:t>
      </w:r>
    </w:p>
    <w:p w14:paraId="6712FC39" w14:textId="77777777" w:rsidR="003C5F7D" w:rsidRDefault="003C5F7D" w:rsidP="00317EF7">
      <w:pPr>
        <w:pStyle w:val="a3"/>
        <w:spacing w:line="360" w:lineRule="auto"/>
        <w:jc w:val="left"/>
        <w:rPr>
          <w:rFonts w:ascii="ＭＳ ゴシック" w:eastAsia="ＭＳ ゴシック" w:hAnsi="ＭＳ ゴシック"/>
          <w:spacing w:val="0"/>
          <w:sz w:val="32"/>
          <w:szCs w:val="32"/>
        </w:rPr>
      </w:pPr>
    </w:p>
    <w:p w14:paraId="503DAB09" w14:textId="75EC7F5A" w:rsidR="003C5F7D" w:rsidRPr="003C5F7D" w:rsidRDefault="003C5F7D" w:rsidP="003C5F7D">
      <w:pPr>
        <w:pStyle w:val="a3"/>
        <w:jc w:val="left"/>
        <w:rPr>
          <w:rFonts w:ascii="ＭＳ ゴシック" w:eastAsia="ＭＳ ゴシック" w:hAnsi="ＭＳ ゴシック" w:hint="eastAsia"/>
          <w:spacing w:val="0"/>
          <w:sz w:val="22"/>
          <w:szCs w:val="22"/>
        </w:rPr>
      </w:pPr>
      <w:r w:rsidRPr="003C5F7D">
        <w:rPr>
          <w:rFonts w:ascii="ＭＳ ゴシック" w:eastAsia="ＭＳ ゴシック" w:hAnsi="ＭＳ ゴシック" w:hint="eastAsia"/>
          <w:spacing w:val="0"/>
          <w:sz w:val="22"/>
          <w:szCs w:val="22"/>
        </w:rPr>
        <w:t>表題に係る応募説明会について、説明会参加申込書を提出します。</w:t>
      </w:r>
    </w:p>
    <w:p w14:paraId="689E8723" w14:textId="77777777" w:rsidR="00F9298C" w:rsidRDefault="00F9298C" w:rsidP="00317EF7">
      <w:pPr>
        <w:pStyle w:val="a3"/>
        <w:spacing w:line="360" w:lineRule="auto"/>
        <w:jc w:val="left"/>
        <w:rPr>
          <w:rFonts w:ascii="ＭＳ ゴシック" w:eastAsia="ＭＳ ゴシック" w:hAnsi="ＭＳ ゴシック"/>
        </w:rPr>
      </w:pPr>
      <w:bookmarkStart w:id="0" w:name="_Hlk491440769"/>
    </w:p>
    <w:p w14:paraId="10C3F91D" w14:textId="1B0FDB5B" w:rsidR="003C5F7D" w:rsidRPr="003C5F7D" w:rsidRDefault="003C5F7D" w:rsidP="003C5F7D">
      <w:pPr>
        <w:pStyle w:val="a3"/>
        <w:jc w:val="left"/>
        <w:rPr>
          <w:rFonts w:ascii="ＭＳ ゴシック" w:eastAsia="ＭＳ ゴシック" w:hAnsi="ＭＳ ゴシック" w:hint="eastAsia"/>
          <w:sz w:val="28"/>
          <w:szCs w:val="28"/>
        </w:rPr>
      </w:pPr>
      <w:r w:rsidRPr="003C5F7D">
        <w:rPr>
          <w:rFonts w:ascii="ＭＳ ゴシック" w:eastAsia="ＭＳ ゴシック" w:hAnsi="ＭＳ ゴシック" w:hint="eastAsia"/>
          <w:sz w:val="28"/>
          <w:szCs w:val="28"/>
        </w:rPr>
        <w:t>「沖縄観光感謝の集い2026」実施業務</w:t>
      </w:r>
    </w:p>
    <w:bookmarkEnd w:id="0"/>
    <w:p w14:paraId="18497072" w14:textId="77777777" w:rsidR="00F37B88" w:rsidRDefault="00F37B88" w:rsidP="00317EF7">
      <w:pPr>
        <w:pStyle w:val="a3"/>
        <w:spacing w:line="360" w:lineRule="auto"/>
        <w:rPr>
          <w:rFonts w:ascii="ＭＳ ゴシック" w:eastAsia="ＭＳ ゴシック" w:hAnsi="ＭＳ ゴシック" w:hint="eastAsia"/>
        </w:rPr>
      </w:pPr>
    </w:p>
    <w:p w14:paraId="3E36E464" w14:textId="460945A9" w:rsidR="00F37B88" w:rsidRPr="00317EF7" w:rsidRDefault="003C5F7D" w:rsidP="003C5F7D">
      <w:pPr>
        <w:pStyle w:val="a3"/>
        <w:rPr>
          <w:rFonts w:ascii="ＭＳ ゴシック" w:eastAsia="ＭＳ ゴシック" w:hAnsi="ＭＳ ゴシック"/>
          <w:spacing w:val="0"/>
          <w:sz w:val="22"/>
          <w:szCs w:val="22"/>
        </w:rPr>
      </w:pPr>
      <w:r w:rsidRPr="00317EF7">
        <w:rPr>
          <w:rFonts w:ascii="ＭＳ ゴシック" w:eastAsia="ＭＳ ゴシック" w:hAnsi="ＭＳ ゴシック" w:hint="eastAsia"/>
          <w:sz w:val="22"/>
          <w:szCs w:val="22"/>
        </w:rPr>
        <w:t>一般財団法人沖縄観光コンベンションビューロー</w:t>
      </w:r>
    </w:p>
    <w:p w14:paraId="5AE4AB37" w14:textId="209DD535" w:rsidR="005C2BDB" w:rsidRPr="00317EF7" w:rsidRDefault="003C5F7D">
      <w:pPr>
        <w:pStyle w:val="a3"/>
        <w:rPr>
          <w:rFonts w:ascii="ＭＳ ゴシック" w:eastAsia="ＭＳ ゴシック" w:hAnsi="ＭＳ ゴシック"/>
          <w:spacing w:val="0"/>
          <w:sz w:val="22"/>
          <w:szCs w:val="22"/>
        </w:rPr>
      </w:pP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>会長　浜　田　京　介　宛</w:t>
      </w:r>
    </w:p>
    <w:p w14:paraId="12556445" w14:textId="1A293B97" w:rsidR="003C5F7D" w:rsidRPr="00317EF7" w:rsidRDefault="003C5F7D" w:rsidP="00317EF7">
      <w:pPr>
        <w:pStyle w:val="a3"/>
        <w:spacing w:line="276" w:lineRule="auto"/>
        <w:jc w:val="right"/>
        <w:rPr>
          <w:rFonts w:ascii="ＭＳ ゴシック" w:eastAsia="ＭＳ ゴシック" w:hAnsi="ＭＳ ゴシック"/>
          <w:spacing w:val="0"/>
          <w:sz w:val="22"/>
          <w:szCs w:val="22"/>
        </w:rPr>
      </w:pP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>令和　　　年　　月　　日</w:t>
      </w:r>
    </w:p>
    <w:p w14:paraId="3940986B" w14:textId="5A81B6ED" w:rsidR="003C5F7D" w:rsidRPr="00317EF7" w:rsidRDefault="003C5F7D" w:rsidP="00317EF7">
      <w:pPr>
        <w:pStyle w:val="a3"/>
        <w:spacing w:line="276" w:lineRule="auto"/>
        <w:ind w:right="420"/>
        <w:jc w:val="right"/>
        <w:rPr>
          <w:rFonts w:ascii="ＭＳ ゴシック" w:eastAsia="ＭＳ ゴシック" w:hAnsi="ＭＳ ゴシック"/>
          <w:spacing w:val="0"/>
          <w:sz w:val="22"/>
          <w:szCs w:val="22"/>
        </w:rPr>
      </w:pP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>提  出 者:</w:t>
      </w:r>
      <w:r w:rsidRPr="00317EF7">
        <w:rPr>
          <w:rFonts w:hint="eastAsia"/>
          <w:sz w:val="22"/>
          <w:szCs w:val="22"/>
        </w:rPr>
        <w:t xml:space="preserve"> </w:t>
      </w: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>会社名</w:t>
      </w: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 xml:space="preserve">　　　　　　　　　　　　</w:t>
      </w:r>
    </w:p>
    <w:p w14:paraId="48BD813A" w14:textId="011C7CC0" w:rsidR="003C5F7D" w:rsidRPr="00317EF7" w:rsidRDefault="003C5F7D" w:rsidP="00317EF7">
      <w:pPr>
        <w:pStyle w:val="a3"/>
        <w:spacing w:line="276" w:lineRule="auto"/>
        <w:ind w:right="840" w:firstLineChars="2706" w:firstLine="5953"/>
        <w:rPr>
          <w:rFonts w:ascii="ＭＳ ゴシック" w:eastAsia="ＭＳ ゴシック" w:hAnsi="ＭＳ ゴシック"/>
          <w:spacing w:val="0"/>
          <w:sz w:val="22"/>
          <w:szCs w:val="22"/>
        </w:rPr>
      </w:pP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>住　所</w:t>
      </w:r>
    </w:p>
    <w:p w14:paraId="0D3FD1FE" w14:textId="0C3C714A" w:rsidR="00317EF7" w:rsidRPr="00317EF7" w:rsidRDefault="00317EF7" w:rsidP="00317EF7">
      <w:pPr>
        <w:pStyle w:val="a3"/>
        <w:spacing w:line="276" w:lineRule="auto"/>
        <w:ind w:right="140" w:firstLineChars="2126" w:firstLine="4677"/>
        <w:rPr>
          <w:rFonts w:ascii="ＭＳ ゴシック" w:eastAsia="ＭＳ ゴシック" w:hAnsi="ＭＳ ゴシック" w:hint="eastAsia"/>
          <w:spacing w:val="0"/>
          <w:sz w:val="22"/>
          <w:szCs w:val="22"/>
        </w:rPr>
      </w:pP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>代表者名</w:t>
      </w:r>
      <w:r>
        <w:rPr>
          <w:rFonts w:ascii="ＭＳ ゴシック" w:eastAsia="ＭＳ ゴシック" w:hAnsi="ＭＳ ゴシック" w:hint="eastAsia"/>
          <w:spacing w:val="0"/>
          <w:sz w:val="22"/>
          <w:szCs w:val="22"/>
        </w:rPr>
        <w:t xml:space="preserve"> </w:t>
      </w: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>：</w:t>
      </w: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 xml:space="preserve">　　　　　　　　　　　　　　</w:t>
      </w:r>
      <w:r>
        <w:rPr>
          <w:rFonts w:ascii="ＭＳ ゴシック" w:eastAsia="ＭＳ ゴシック" w:hAnsi="ＭＳ ゴシック" w:hint="eastAsia"/>
          <w:spacing w:val="0"/>
          <w:sz w:val="22"/>
          <w:szCs w:val="22"/>
        </w:rPr>
        <w:t xml:space="preserve">  </w:t>
      </w:r>
      <w:r w:rsidRPr="00317EF7">
        <w:rPr>
          <w:rFonts w:ascii="ＭＳ ゴシック" w:eastAsia="ＭＳ ゴシック" w:hAnsi="ＭＳ ゴシック" w:hint="eastAsia"/>
          <w:spacing w:val="0"/>
          <w:sz w:val="22"/>
          <w:szCs w:val="22"/>
        </w:rPr>
        <w:t>印</w:t>
      </w:r>
    </w:p>
    <w:p w14:paraId="68B9793A" w14:textId="77777777" w:rsidR="003C5F7D" w:rsidRPr="005C609D" w:rsidRDefault="003C5F7D">
      <w:pPr>
        <w:pStyle w:val="a3"/>
        <w:rPr>
          <w:rFonts w:ascii="ＭＳ ゴシック" w:eastAsia="ＭＳ ゴシック" w:hAnsi="ＭＳ ゴシック" w:hint="eastAsia"/>
          <w:spacing w:val="0"/>
        </w:rPr>
      </w:pPr>
    </w:p>
    <w:p w14:paraId="1189437C" w14:textId="77777777" w:rsidR="005C2BDB" w:rsidRPr="00317EF7" w:rsidRDefault="005C2BDB">
      <w:pPr>
        <w:pStyle w:val="a3"/>
        <w:rPr>
          <w:rFonts w:ascii="ＭＳ ゴシック" w:eastAsia="ＭＳ ゴシック" w:hAnsi="ＭＳ ゴシック"/>
          <w:spacing w:val="0"/>
        </w:rPr>
      </w:pPr>
    </w:p>
    <w:p w14:paraId="59EEB21B" w14:textId="77777777" w:rsidR="005C2BDB" w:rsidRPr="00D14E25" w:rsidRDefault="005C2BDB">
      <w:pPr>
        <w:pStyle w:val="a3"/>
        <w:ind w:left="535"/>
        <w:rPr>
          <w:rFonts w:ascii="ＭＳ ゴシック" w:eastAsia="ＭＳ ゴシック" w:hAnsi="ＭＳ ゴシック"/>
          <w:spacing w:val="0"/>
        </w:rPr>
      </w:pPr>
      <w:r w:rsidRPr="00D14E25">
        <w:rPr>
          <w:rFonts w:ascii="ＭＳ ゴシック" w:eastAsia="ＭＳ ゴシック" w:hAnsi="ＭＳ ゴシック" w:hint="eastAsia"/>
        </w:rPr>
        <w:t>【連絡担当者】</w:t>
      </w:r>
    </w:p>
    <w:p w14:paraId="35338948" w14:textId="77777777" w:rsidR="005C2BDB" w:rsidRPr="00D14E25" w:rsidRDefault="005C2BDB">
      <w:pPr>
        <w:pStyle w:val="a3"/>
        <w:spacing w:line="105" w:lineRule="exact"/>
        <w:rPr>
          <w:rFonts w:ascii="ＭＳ ゴシック" w:eastAsia="ＭＳ ゴシック" w:hAnsi="ＭＳ ゴシック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D14E25" w14:paraId="7290DCEE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264FF9" w14:textId="77777777" w:rsidR="005C2BDB" w:rsidRPr="00D14E25" w:rsidRDefault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6BB80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DE4189C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3BB78A28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788282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38C5E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="00341069">
              <w:rPr>
                <w:rFonts w:ascii="ＭＳ ゴシック" w:eastAsia="ＭＳ ゴシック" w:hAnsi="ＭＳ ゴシック" w:cs="Century" w:hint="eastAsia"/>
                <w:spacing w:val="0"/>
              </w:rPr>
              <w:t>職・</w:t>
            </w:r>
            <w:r w:rsidRPr="00D14E25">
              <w:rPr>
                <w:rFonts w:ascii="ＭＳ ゴシック" w:eastAsia="ＭＳ ゴシック" w:hAnsi="ＭＳ ゴシック" w:hint="eastAsia"/>
              </w:rPr>
              <w:t>氏名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9CD581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0203CB5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B3C07A3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A94C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6547B1C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17E80FE3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9CD791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C566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0CF9DDD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  <w:tr w:rsidR="005C2BDB" w:rsidRPr="00D14E25" w14:paraId="4AF6D584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B640D2" w14:textId="77777777" w:rsidR="005C2BDB" w:rsidRPr="00D14E25" w:rsidRDefault="005C2BDB">
            <w:pPr>
              <w:pStyle w:val="a3"/>
              <w:wordWrap/>
              <w:spacing w:line="240" w:lineRule="auto"/>
              <w:rPr>
                <w:rFonts w:ascii="ＭＳ ゴシック" w:eastAsia="ＭＳ ゴシック" w:hAnsi="ＭＳ ゴシック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18B76" w14:textId="77777777" w:rsidR="005C2BDB" w:rsidRPr="00D14E25" w:rsidRDefault="005C2BDB">
            <w:pPr>
              <w:pStyle w:val="a3"/>
              <w:spacing w:before="184"/>
              <w:jc w:val="center"/>
              <w:rPr>
                <w:rFonts w:ascii="ＭＳ ゴシック" w:eastAsia="ＭＳ ゴシック" w:hAnsi="ＭＳ ゴシック"/>
                <w:spacing w:val="0"/>
              </w:rPr>
            </w:pPr>
            <w:r w:rsidRPr="00D14E25">
              <w:rPr>
                <w:rFonts w:ascii="ＭＳ ゴシック" w:eastAsia="ＭＳ ゴシック" w:hAnsi="ＭＳ ゴシック" w:cs="Century"/>
                <w:spacing w:val="0"/>
              </w:rPr>
              <w:t xml:space="preserve"> </w:t>
            </w:r>
            <w:r w:rsidRPr="00D14E25">
              <w:rPr>
                <w:rFonts w:ascii="ＭＳ ゴシック" w:eastAsia="ＭＳ ゴシック" w:hAnsi="ＭＳ ゴシック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5AFF92D" w14:textId="77777777" w:rsidR="005C2BDB" w:rsidRPr="00D14E25" w:rsidRDefault="005C2BDB" w:rsidP="005C2BDB">
            <w:pPr>
              <w:pStyle w:val="a3"/>
              <w:spacing w:before="184"/>
              <w:rPr>
                <w:rFonts w:ascii="ＭＳ ゴシック" w:eastAsia="ＭＳ ゴシック" w:hAnsi="ＭＳ ゴシック"/>
                <w:spacing w:val="0"/>
              </w:rPr>
            </w:pPr>
          </w:p>
        </w:tc>
      </w:tr>
    </w:tbl>
    <w:p w14:paraId="7A69FC32" w14:textId="77777777" w:rsidR="005C2BDB" w:rsidRPr="00D14E25" w:rsidRDefault="005C2BDB">
      <w:pPr>
        <w:pStyle w:val="a3"/>
        <w:spacing w:line="184" w:lineRule="exact"/>
        <w:rPr>
          <w:rFonts w:ascii="ＭＳ ゴシック" w:eastAsia="ＭＳ ゴシック" w:hAnsi="ＭＳ ゴシック"/>
          <w:spacing w:val="0"/>
        </w:rPr>
      </w:pPr>
    </w:p>
    <w:p w14:paraId="4EFD02CC" w14:textId="77777777" w:rsidR="009B1E0D" w:rsidRPr="00D14E25" w:rsidRDefault="009B1E0D" w:rsidP="009B1E0D">
      <w:pPr>
        <w:rPr>
          <w:rFonts w:ascii="ＭＳ ゴシック" w:eastAsia="ＭＳ ゴシック" w:hAnsi="ＭＳ ゴシック"/>
        </w:rPr>
      </w:pPr>
    </w:p>
    <w:p w14:paraId="5B613708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  <w:r w:rsidRPr="00D14E25">
        <w:rPr>
          <w:rFonts w:ascii="ＭＳ ゴシック" w:eastAsia="ＭＳ ゴシック" w:hAnsi="ＭＳ ゴシック" w:hint="eastAsia"/>
          <w:spacing w:val="2"/>
        </w:rPr>
        <w:t>【共同企業体構成企業】(共同企業体の場合のみ記入)</w:t>
      </w:r>
    </w:p>
    <w:p w14:paraId="3B890F77" w14:textId="77777777" w:rsidR="009B1E0D" w:rsidRPr="00D14E25" w:rsidRDefault="00B3580A" w:rsidP="009B1E0D">
      <w:pPr>
        <w:rPr>
          <w:rFonts w:ascii="ＭＳ ゴシック" w:eastAsia="ＭＳ ゴシック" w:hAnsi="ＭＳ ゴシック"/>
          <w:spacing w:val="2"/>
        </w:rPr>
      </w:pPr>
      <w:r w:rsidRPr="00D14E25">
        <w:rPr>
          <w:rFonts w:ascii="ＭＳ ゴシック" w:eastAsia="ＭＳ ゴシック" w:hAnsi="ＭＳ 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D075422" wp14:editId="1D339597">
                <wp:simplePos x="0" y="0"/>
                <wp:positionH relativeFrom="column">
                  <wp:posOffset>22860</wp:posOffset>
                </wp:positionH>
                <wp:positionV relativeFrom="paragraph">
                  <wp:posOffset>31750</wp:posOffset>
                </wp:positionV>
                <wp:extent cx="6086475" cy="752475"/>
                <wp:effectExtent l="0" t="0" r="0" b="0"/>
                <wp:wrapNone/>
                <wp:docPr id="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8647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35900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075422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1.8pt;margin-top:2.5pt;width:479.25pt;height:59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">
                <v:textbox inset="5.85pt,.7pt,5.85pt,.7pt">
                  <w:txbxContent>
                    <w:p w14:paraId="53635900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14230EBE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</w:p>
    <w:p w14:paraId="1FF93F94" w14:textId="77777777" w:rsidR="009B1E0D" w:rsidRPr="00D14E25" w:rsidRDefault="009B1E0D" w:rsidP="009B1E0D">
      <w:pPr>
        <w:rPr>
          <w:rFonts w:ascii="ＭＳ ゴシック" w:eastAsia="ＭＳ ゴシック" w:hAnsi="ＭＳ ゴシック"/>
          <w:spacing w:val="2"/>
        </w:rPr>
      </w:pPr>
    </w:p>
    <w:p w14:paraId="3808DF37" w14:textId="77777777" w:rsidR="009B1E0D" w:rsidRPr="00D14E25" w:rsidRDefault="009B1E0D" w:rsidP="009B1E0D">
      <w:pPr>
        <w:pStyle w:val="a3"/>
        <w:rPr>
          <w:rFonts w:ascii="ＭＳ ゴシック" w:eastAsia="ＭＳ ゴシック" w:hAnsi="ＭＳ ゴシック"/>
        </w:rPr>
      </w:pPr>
    </w:p>
    <w:p w14:paraId="476821A3" w14:textId="77777777" w:rsidR="009B1E0D" w:rsidRPr="00D14E25" w:rsidRDefault="009B1E0D" w:rsidP="009B1E0D">
      <w:pPr>
        <w:pStyle w:val="a3"/>
        <w:rPr>
          <w:rFonts w:ascii="ＭＳ ゴシック" w:eastAsia="ＭＳ ゴシック" w:hAnsi="ＭＳ ゴシック"/>
        </w:rPr>
      </w:pPr>
    </w:p>
    <w:p w14:paraId="2B9C3396" w14:textId="77777777" w:rsidR="00317EF7" w:rsidRDefault="00317EF7" w:rsidP="00D22B58">
      <w:pPr>
        <w:pStyle w:val="a3"/>
        <w:ind w:right="920"/>
        <w:rPr>
          <w:rFonts w:ascii="ＭＳ ゴシック" w:eastAsia="ＭＳ ゴシック" w:hAnsi="ＭＳ ゴシック"/>
          <w:u w:val="single"/>
        </w:rPr>
      </w:pPr>
    </w:p>
    <w:p w14:paraId="3CAB0243" w14:textId="75D29B49" w:rsidR="00D22B58" w:rsidRPr="004001BB" w:rsidRDefault="00D22B58" w:rsidP="00D22B58">
      <w:pPr>
        <w:pStyle w:val="a3"/>
        <w:ind w:right="920"/>
        <w:rPr>
          <w:rFonts w:ascii="ＭＳ ゴシック" w:eastAsia="ＭＳ ゴシック" w:hAnsi="ＭＳ ゴシック"/>
          <w:u w:val="single"/>
        </w:rPr>
      </w:pPr>
      <w:r>
        <w:rPr>
          <w:rFonts w:ascii="ＭＳ Ｐ明朝" w:eastAsia="ＭＳ Ｐ明朝" w:hAnsi="ＭＳ Ｐ明朝" w:cs="Times New Roman" w:hint="eastAsia"/>
          <w:bCs/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495CA" wp14:editId="39D8103C">
                <wp:simplePos x="0" y="0"/>
                <wp:positionH relativeFrom="margin">
                  <wp:align>right</wp:align>
                </wp:positionH>
                <wp:positionV relativeFrom="paragraph">
                  <wp:posOffset>88900</wp:posOffset>
                </wp:positionV>
                <wp:extent cx="4556760" cy="1257300"/>
                <wp:effectExtent l="0" t="0" r="1524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56760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8F2FDD" id="正方形/長方形 3" o:spid="_x0000_s1026" style="position:absolute;margin-left:307.6pt;margin-top:7pt;width:358.8pt;height:9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" filled="f" strokecolor="black [3213]">
                <v:stroke dashstyle="3 1"/>
                <w10:wrap anchorx="margin"/>
              </v:rect>
            </w:pict>
          </mc:Fallback>
        </mc:AlternateContent>
      </w:r>
    </w:p>
    <w:p w14:paraId="55E487C5" w14:textId="795E9311" w:rsidR="00D22B58" w:rsidRPr="00D22B58" w:rsidRDefault="00D22B58" w:rsidP="00D22B58">
      <w:pPr>
        <w:pStyle w:val="a3"/>
        <w:ind w:right="888" w:firstLineChars="1100" w:firstLine="2442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【問合せ・書類提出先】</w:t>
      </w:r>
    </w:p>
    <w:p w14:paraId="3B397785" w14:textId="7B7A8334" w:rsidR="00D22B58" w:rsidRPr="00D22B58" w:rsidRDefault="00D22B58" w:rsidP="00D22B58">
      <w:pPr>
        <w:pStyle w:val="a3"/>
        <w:ind w:right="888" w:firstLineChars="1100" w:firstLine="2442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「</w:t>
      </w:r>
      <w:r w:rsidR="00BA6946" w:rsidRPr="00BA6946">
        <w:rPr>
          <w:rFonts w:ascii="ＭＳ ゴシック" w:eastAsia="ＭＳ ゴシック" w:hAnsi="ＭＳ ゴシック" w:hint="eastAsia"/>
          <w:sz w:val="22"/>
        </w:rPr>
        <w:t>沖縄観光感謝の集い202</w:t>
      </w:r>
      <w:r w:rsidR="009E2E47">
        <w:rPr>
          <w:rFonts w:ascii="ＭＳ ゴシック" w:eastAsia="ＭＳ ゴシック" w:hAnsi="ＭＳ ゴシック" w:hint="eastAsia"/>
          <w:sz w:val="22"/>
        </w:rPr>
        <w:t>6</w:t>
      </w:r>
      <w:r w:rsidRPr="00D22B58">
        <w:rPr>
          <w:rFonts w:ascii="ＭＳ ゴシック" w:eastAsia="ＭＳ ゴシック" w:hAnsi="ＭＳ ゴシック" w:hint="eastAsia"/>
          <w:sz w:val="22"/>
        </w:rPr>
        <w:t>」実施業務</w:t>
      </w:r>
    </w:p>
    <w:p w14:paraId="26AAF2D3" w14:textId="0D64EAD3" w:rsidR="00D22B58" w:rsidRPr="00D22B58" w:rsidRDefault="00D22B58" w:rsidP="00D22B58">
      <w:pPr>
        <w:pStyle w:val="a3"/>
        <w:jc w:val="right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企画提案コンペ審査会事務局（</w:t>
      </w:r>
      <w:r w:rsidR="009040A0">
        <w:rPr>
          <w:rFonts w:ascii="ＭＳ ゴシック" w:eastAsia="ＭＳ ゴシック" w:hAnsi="ＭＳ ゴシック" w:hint="eastAsia"/>
          <w:sz w:val="22"/>
        </w:rPr>
        <w:t>国内</w:t>
      </w:r>
      <w:r w:rsidRPr="00D22B58">
        <w:rPr>
          <w:rFonts w:ascii="ＭＳ ゴシック" w:eastAsia="ＭＳ ゴシック" w:hAnsi="ＭＳ ゴシック" w:hint="eastAsia"/>
          <w:sz w:val="22"/>
        </w:rPr>
        <w:t>事業部  国内プロモーション課内）</w:t>
      </w:r>
    </w:p>
    <w:p w14:paraId="07324366" w14:textId="608F0B16" w:rsidR="00D22B58" w:rsidRPr="00D22B58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  <w:lang w:eastAsia="zh-CN"/>
        </w:rPr>
        <w:t>担　当：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宮城、</w:t>
      </w:r>
      <w:r w:rsidR="009E2E47">
        <w:rPr>
          <w:rFonts w:ascii="ＭＳ ゴシック" w:eastAsia="ＭＳ ゴシック" w:hAnsi="ＭＳ ゴシック" w:hint="eastAsia"/>
          <w:sz w:val="22"/>
        </w:rPr>
        <w:t>外間</w:t>
      </w:r>
      <w:r w:rsidR="00BA6946" w:rsidRPr="00BA6946">
        <w:rPr>
          <w:rFonts w:ascii="ＭＳ ゴシック" w:eastAsia="ＭＳ ゴシック" w:hAnsi="ＭＳ ゴシック" w:hint="eastAsia"/>
          <w:sz w:val="22"/>
          <w:lang w:eastAsia="zh-CN"/>
        </w:rPr>
        <w:t>、</w:t>
      </w:r>
      <w:r w:rsidR="009E2E47">
        <w:rPr>
          <w:rFonts w:ascii="ＭＳ ゴシック" w:eastAsia="ＭＳ ゴシック" w:hAnsi="ＭＳ ゴシック" w:hint="eastAsia"/>
          <w:sz w:val="22"/>
        </w:rPr>
        <w:t>中山、東、城間</w:t>
      </w:r>
    </w:p>
    <w:p w14:paraId="5C07C3B4" w14:textId="1E75E3CF" w:rsidR="00D22B58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TEL：098-859-6125　FAX：098-859-622</w:t>
      </w:r>
      <w:r w:rsidR="00A67CB9">
        <w:rPr>
          <w:rFonts w:ascii="ＭＳ ゴシック" w:eastAsia="ＭＳ ゴシック" w:hAnsi="ＭＳ ゴシック"/>
          <w:sz w:val="22"/>
        </w:rPr>
        <w:t>1</w:t>
      </w:r>
    </w:p>
    <w:p w14:paraId="53B5B5AB" w14:textId="3779F062" w:rsidR="005C2BDB" w:rsidRDefault="00D22B58" w:rsidP="00D22B58">
      <w:pPr>
        <w:pStyle w:val="a3"/>
        <w:ind w:right="888" w:firstLineChars="1200" w:firstLine="2664"/>
        <w:rPr>
          <w:rFonts w:ascii="ＭＳ ゴシック" w:eastAsia="ＭＳ ゴシック" w:hAnsi="ＭＳ ゴシック"/>
          <w:sz w:val="22"/>
        </w:rPr>
      </w:pPr>
      <w:r w:rsidRPr="00D22B58">
        <w:rPr>
          <w:rFonts w:ascii="ＭＳ ゴシック" w:eastAsia="ＭＳ ゴシック" w:hAnsi="ＭＳ ゴシック" w:hint="eastAsia"/>
          <w:sz w:val="22"/>
        </w:rPr>
        <w:t>E-mail：</w:t>
      </w:r>
      <w:hyperlink r:id="rId7" w:history="1">
        <w:r w:rsidRPr="00B32621">
          <w:rPr>
            <w:rStyle w:val="aa"/>
            <w:rFonts w:ascii="ＭＳ ゴシック" w:eastAsia="ＭＳ ゴシック" w:hAnsi="ＭＳ ゴシック" w:hint="eastAsia"/>
            <w:sz w:val="22"/>
          </w:rPr>
          <w:t>domesticpr-m@ocvb.or.jp</w:t>
        </w:r>
      </w:hyperlink>
    </w:p>
    <w:p w14:paraId="245E010B" w14:textId="77777777" w:rsidR="00D22B58" w:rsidRPr="00D22B58" w:rsidRDefault="00D22B58" w:rsidP="00D22B58">
      <w:pPr>
        <w:pStyle w:val="a3"/>
        <w:jc w:val="right"/>
        <w:rPr>
          <w:rFonts w:ascii="ＭＳ ゴシック" w:eastAsia="ＭＳ ゴシック" w:hAnsi="ＭＳ ゴシック"/>
          <w:sz w:val="22"/>
        </w:rPr>
      </w:pPr>
    </w:p>
    <w:sectPr w:rsidR="00D22B58" w:rsidRPr="00D22B58" w:rsidSect="007D68C8">
      <w:headerReference w:type="default" r:id="rId8"/>
      <w:pgSz w:w="11906" w:h="16838"/>
      <w:pgMar w:top="1418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39C82" w14:textId="77777777" w:rsidR="00816267" w:rsidRDefault="00816267" w:rsidP="004B7516">
      <w:r>
        <w:separator/>
      </w:r>
    </w:p>
  </w:endnote>
  <w:endnote w:type="continuationSeparator" w:id="0">
    <w:p w14:paraId="3267B4A4" w14:textId="77777777" w:rsidR="00816267" w:rsidRDefault="00816267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BEB4D" w14:textId="77777777" w:rsidR="00816267" w:rsidRDefault="00816267" w:rsidP="004B7516">
      <w:r>
        <w:separator/>
      </w:r>
    </w:p>
  </w:footnote>
  <w:footnote w:type="continuationSeparator" w:id="0">
    <w:p w14:paraId="03BB8CE9" w14:textId="77777777" w:rsidR="00816267" w:rsidRDefault="00816267" w:rsidP="004B7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C92A9" w14:textId="013B4998" w:rsidR="007D68C8" w:rsidRPr="00B4727F" w:rsidRDefault="007D68C8">
    <w:pPr>
      <w:pStyle w:val="a6"/>
      <w:rPr>
        <w:rFonts w:ascii="MS UI Gothic" w:eastAsia="MS UI Gothic" w:hAnsi="MS UI Gothic"/>
        <w:b/>
        <w:color w:val="FF0000"/>
        <w:sz w:val="24"/>
        <w:shd w:val="pct15" w:color="auto" w:fill="FFFFFF"/>
      </w:rPr>
    </w:pPr>
    <w:r w:rsidRPr="00B4727F">
      <w:rPr>
        <w:rFonts w:ascii="MS UI Gothic" w:eastAsia="MS UI Gothic" w:hAnsi="MS UI Gothic" w:hint="eastAsia"/>
        <w:b/>
        <w:sz w:val="24"/>
      </w:rPr>
      <w:t>（様式</w:t>
    </w:r>
    <w:r w:rsidR="003C5F7D">
      <w:rPr>
        <w:rFonts w:ascii="MS UI Gothic" w:eastAsia="MS UI Gothic" w:hAnsi="MS UI Gothic" w:hint="eastAsia"/>
        <w:b/>
        <w:sz w:val="24"/>
        <w:lang w:eastAsia="ja-JP"/>
      </w:rPr>
      <w:t>1</w:t>
    </w:r>
    <w:r w:rsidRPr="00B4727F">
      <w:rPr>
        <w:rFonts w:ascii="MS UI Gothic" w:eastAsia="MS UI Gothic" w:hAnsi="MS UI Gothic" w:hint="eastAsia"/>
        <w:b/>
        <w:sz w:val="24"/>
      </w:rPr>
      <w:t>）</w:t>
    </w:r>
    <w:r w:rsidR="006B6C12" w:rsidRPr="00B4727F">
      <w:rPr>
        <w:rFonts w:ascii="MS UI Gothic" w:eastAsia="MS UI Gothic" w:hAnsi="MS UI Gothic" w:hint="eastAsia"/>
        <w:b/>
        <w:sz w:val="24"/>
      </w:rPr>
      <w:t xml:space="preserve">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D3"/>
    <w:rsid w:val="000160D1"/>
    <w:rsid w:val="00022267"/>
    <w:rsid w:val="00067E1C"/>
    <w:rsid w:val="000C3CFA"/>
    <w:rsid w:val="000C45FF"/>
    <w:rsid w:val="000F2246"/>
    <w:rsid w:val="0014590F"/>
    <w:rsid w:val="0014777C"/>
    <w:rsid w:val="0015384E"/>
    <w:rsid w:val="00163D3D"/>
    <w:rsid w:val="001777D6"/>
    <w:rsid w:val="00194AD0"/>
    <w:rsid w:val="001D64D9"/>
    <w:rsid w:val="00203F54"/>
    <w:rsid w:val="0021755C"/>
    <w:rsid w:val="0023078F"/>
    <w:rsid w:val="00233C00"/>
    <w:rsid w:val="002533DA"/>
    <w:rsid w:val="00272F31"/>
    <w:rsid w:val="00277D19"/>
    <w:rsid w:val="002814BF"/>
    <w:rsid w:val="002D78AA"/>
    <w:rsid w:val="002E7054"/>
    <w:rsid w:val="00301422"/>
    <w:rsid w:val="00317EF7"/>
    <w:rsid w:val="00322B5C"/>
    <w:rsid w:val="00324071"/>
    <w:rsid w:val="003264EB"/>
    <w:rsid w:val="003300CA"/>
    <w:rsid w:val="00341069"/>
    <w:rsid w:val="00351EFA"/>
    <w:rsid w:val="00392774"/>
    <w:rsid w:val="003978B4"/>
    <w:rsid w:val="003A0646"/>
    <w:rsid w:val="003B7549"/>
    <w:rsid w:val="003C5F7D"/>
    <w:rsid w:val="003F2288"/>
    <w:rsid w:val="004001BB"/>
    <w:rsid w:val="00403942"/>
    <w:rsid w:val="00407F18"/>
    <w:rsid w:val="004161EB"/>
    <w:rsid w:val="00430779"/>
    <w:rsid w:val="004672F5"/>
    <w:rsid w:val="00482623"/>
    <w:rsid w:val="004B7516"/>
    <w:rsid w:val="004E2546"/>
    <w:rsid w:val="004E38BB"/>
    <w:rsid w:val="004F3B2F"/>
    <w:rsid w:val="00523C36"/>
    <w:rsid w:val="005254A6"/>
    <w:rsid w:val="00530E56"/>
    <w:rsid w:val="00545555"/>
    <w:rsid w:val="00571FFD"/>
    <w:rsid w:val="005725C2"/>
    <w:rsid w:val="00592883"/>
    <w:rsid w:val="005C2BDB"/>
    <w:rsid w:val="005C3FF7"/>
    <w:rsid w:val="005C609D"/>
    <w:rsid w:val="005E7F09"/>
    <w:rsid w:val="00603EA7"/>
    <w:rsid w:val="00613B04"/>
    <w:rsid w:val="006324C3"/>
    <w:rsid w:val="00636D89"/>
    <w:rsid w:val="0064047C"/>
    <w:rsid w:val="00681D04"/>
    <w:rsid w:val="006B6C12"/>
    <w:rsid w:val="006D3465"/>
    <w:rsid w:val="00711BEC"/>
    <w:rsid w:val="00714D6E"/>
    <w:rsid w:val="00726423"/>
    <w:rsid w:val="007577C0"/>
    <w:rsid w:val="007974DE"/>
    <w:rsid w:val="007A1419"/>
    <w:rsid w:val="007C4500"/>
    <w:rsid w:val="007D2FB2"/>
    <w:rsid w:val="007D4D40"/>
    <w:rsid w:val="007D68C8"/>
    <w:rsid w:val="007E5945"/>
    <w:rsid w:val="00816267"/>
    <w:rsid w:val="00817A31"/>
    <w:rsid w:val="00820831"/>
    <w:rsid w:val="008361DD"/>
    <w:rsid w:val="008555F0"/>
    <w:rsid w:val="00867722"/>
    <w:rsid w:val="00874A14"/>
    <w:rsid w:val="0087588E"/>
    <w:rsid w:val="00881DF4"/>
    <w:rsid w:val="00884EFC"/>
    <w:rsid w:val="00893CAF"/>
    <w:rsid w:val="00895FEC"/>
    <w:rsid w:val="008D7A65"/>
    <w:rsid w:val="008F1E83"/>
    <w:rsid w:val="008F3B08"/>
    <w:rsid w:val="008F5621"/>
    <w:rsid w:val="008F71AB"/>
    <w:rsid w:val="009040A0"/>
    <w:rsid w:val="009408D3"/>
    <w:rsid w:val="0095566E"/>
    <w:rsid w:val="00984909"/>
    <w:rsid w:val="00995174"/>
    <w:rsid w:val="0099530B"/>
    <w:rsid w:val="009A3E0E"/>
    <w:rsid w:val="009B1E0D"/>
    <w:rsid w:val="009B4426"/>
    <w:rsid w:val="009C04F7"/>
    <w:rsid w:val="009D7738"/>
    <w:rsid w:val="009E2E47"/>
    <w:rsid w:val="00A00862"/>
    <w:rsid w:val="00A17D3D"/>
    <w:rsid w:val="00A611E9"/>
    <w:rsid w:val="00A67CB9"/>
    <w:rsid w:val="00A73D8C"/>
    <w:rsid w:val="00A80EB6"/>
    <w:rsid w:val="00AA6C64"/>
    <w:rsid w:val="00AC6C16"/>
    <w:rsid w:val="00AE2A3C"/>
    <w:rsid w:val="00AF0ADA"/>
    <w:rsid w:val="00B1065F"/>
    <w:rsid w:val="00B353FC"/>
    <w:rsid w:val="00B3580A"/>
    <w:rsid w:val="00B364AF"/>
    <w:rsid w:val="00B4727F"/>
    <w:rsid w:val="00B5132D"/>
    <w:rsid w:val="00B51EB5"/>
    <w:rsid w:val="00B83D2B"/>
    <w:rsid w:val="00B857D6"/>
    <w:rsid w:val="00B971B1"/>
    <w:rsid w:val="00BA6946"/>
    <w:rsid w:val="00BD0300"/>
    <w:rsid w:val="00BD62F0"/>
    <w:rsid w:val="00BF3E26"/>
    <w:rsid w:val="00C1322D"/>
    <w:rsid w:val="00C13AF2"/>
    <w:rsid w:val="00C5295C"/>
    <w:rsid w:val="00C57AAC"/>
    <w:rsid w:val="00C57B65"/>
    <w:rsid w:val="00C72C0C"/>
    <w:rsid w:val="00C74BCB"/>
    <w:rsid w:val="00C90DBE"/>
    <w:rsid w:val="00CA2D71"/>
    <w:rsid w:val="00CA5175"/>
    <w:rsid w:val="00CC6033"/>
    <w:rsid w:val="00CF6FC4"/>
    <w:rsid w:val="00D140D0"/>
    <w:rsid w:val="00D14E25"/>
    <w:rsid w:val="00D22B58"/>
    <w:rsid w:val="00D31F02"/>
    <w:rsid w:val="00D57CE8"/>
    <w:rsid w:val="00D614ED"/>
    <w:rsid w:val="00D6404B"/>
    <w:rsid w:val="00D75091"/>
    <w:rsid w:val="00DA2A24"/>
    <w:rsid w:val="00DF4EA5"/>
    <w:rsid w:val="00E23F0F"/>
    <w:rsid w:val="00E502D5"/>
    <w:rsid w:val="00E73CDA"/>
    <w:rsid w:val="00E741D5"/>
    <w:rsid w:val="00E749FD"/>
    <w:rsid w:val="00E846CE"/>
    <w:rsid w:val="00E9799D"/>
    <w:rsid w:val="00EA74E2"/>
    <w:rsid w:val="00ED6437"/>
    <w:rsid w:val="00EE2AEB"/>
    <w:rsid w:val="00EE7286"/>
    <w:rsid w:val="00EF2DB7"/>
    <w:rsid w:val="00F04692"/>
    <w:rsid w:val="00F37B88"/>
    <w:rsid w:val="00F40559"/>
    <w:rsid w:val="00F5215C"/>
    <w:rsid w:val="00F818C4"/>
    <w:rsid w:val="00F84B05"/>
    <w:rsid w:val="00F9298C"/>
    <w:rsid w:val="00FA6465"/>
    <w:rsid w:val="00FE4D9E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50250AC7"/>
  <w15:chartTrackingRefBased/>
  <w15:docId w15:val="{22038289-BBC6-4DA4-8ADA-7DD4FC515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  <w:style w:type="character" w:styleId="aa">
    <w:name w:val="Hyperlink"/>
    <w:basedOn w:val="a0"/>
    <w:rsid w:val="00D22B58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D22B58"/>
    <w:rPr>
      <w:color w:val="605E5C"/>
      <w:shd w:val="clear" w:color="auto" w:fill="E1DFDD"/>
    </w:rPr>
  </w:style>
  <w:style w:type="character" w:styleId="ac">
    <w:name w:val="annotation reference"/>
    <w:basedOn w:val="a0"/>
    <w:rsid w:val="009040A0"/>
    <w:rPr>
      <w:sz w:val="18"/>
      <w:szCs w:val="18"/>
    </w:rPr>
  </w:style>
  <w:style w:type="paragraph" w:styleId="ad">
    <w:name w:val="annotation text"/>
    <w:basedOn w:val="a"/>
    <w:link w:val="ae"/>
    <w:rsid w:val="009040A0"/>
    <w:pPr>
      <w:jc w:val="left"/>
    </w:pPr>
  </w:style>
  <w:style w:type="character" w:customStyle="1" w:styleId="ae">
    <w:name w:val="コメント文字列 (文字)"/>
    <w:basedOn w:val="a0"/>
    <w:link w:val="ad"/>
    <w:rsid w:val="009040A0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9040A0"/>
    <w:rPr>
      <w:b/>
      <w:bCs/>
    </w:rPr>
  </w:style>
  <w:style w:type="character" w:customStyle="1" w:styleId="af0">
    <w:name w:val="コメント内容 (文字)"/>
    <w:basedOn w:val="ae"/>
    <w:link w:val="af"/>
    <w:rsid w:val="009040A0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omesticpr-m@ocvb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bashm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C02B4-66B1-4909-872C-199D09A3D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38</TotalTime>
  <Pages>1</Pages>
  <Words>275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平成２２年度全国エイサー大会開催（支援）事業　企画提案応募要領</vt:lpstr>
      <vt:lpstr>平成２２年度全国エイサー大会開催（支援）事業　企画提案応募要領</vt:lpstr>
    </vt:vector>
  </TitlesOfParts>
  <Company>Microsoft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平成２２年度全国エイサー大会開催（支援）事業　企画提案応募要領</dc:title>
  <dc:subject/>
  <dc:creator>hiokikch</dc:creator>
  <cp:keywords/>
  <cp:lastModifiedBy>宮城　茉穂</cp:lastModifiedBy>
  <cp:revision>30</cp:revision>
  <cp:lastPrinted>2024-07-31T06:31:00Z</cp:lastPrinted>
  <dcterms:created xsi:type="dcterms:W3CDTF">2018-08-09T00:09:00Z</dcterms:created>
  <dcterms:modified xsi:type="dcterms:W3CDTF">2025-07-04T00:34:00Z</dcterms:modified>
</cp:coreProperties>
</file>